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4669"/>
        <w:gridCol w:w="1134"/>
        <w:gridCol w:w="1417"/>
        <w:gridCol w:w="2410"/>
      </w:tblGrid>
      <w:tr w:rsidR="00B27118" w:rsidRPr="00156ABF" w14:paraId="4EECD537" w14:textId="77777777" w:rsidTr="00B27118">
        <w:trPr>
          <w:trHeight w:val="739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0E4A" w14:textId="77777777" w:rsidR="00B27118" w:rsidRPr="00156ABF" w:rsidRDefault="00B27118" w:rsidP="006F1969">
            <w:pPr>
              <w:pStyle w:val="af1"/>
              <w:ind w:left="-141" w:firstLine="196"/>
              <w:rPr>
                <w:b/>
                <w:bCs/>
                <w:color w:val="auto"/>
                <w:szCs w:val="24"/>
              </w:rPr>
            </w:pPr>
            <w:r w:rsidRPr="00156ABF">
              <w:rPr>
                <w:b/>
                <w:bCs/>
                <w:color w:val="auto"/>
                <w:szCs w:val="24"/>
              </w:rPr>
              <w:t>№</w:t>
            </w:r>
          </w:p>
          <w:p w14:paraId="4AF7F1BE" w14:textId="77777777" w:rsidR="00B27118" w:rsidRPr="00156ABF" w:rsidRDefault="00B27118" w:rsidP="006F1969">
            <w:pPr>
              <w:suppressAutoHyphens/>
              <w:ind w:left="-141" w:firstLine="196"/>
              <w:jc w:val="center"/>
              <w:rPr>
                <w:b/>
                <w:bCs/>
              </w:rPr>
            </w:pPr>
            <w:r w:rsidRPr="00156ABF">
              <w:rPr>
                <w:b/>
                <w:bCs/>
              </w:rPr>
              <w:t>п/п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1DD18" w14:textId="77777777" w:rsidR="00B27118" w:rsidRPr="00156ABF" w:rsidRDefault="00B27118" w:rsidP="006F1969">
            <w:pPr>
              <w:suppressAutoHyphens/>
              <w:ind w:left="-141" w:firstLine="196"/>
              <w:jc w:val="center"/>
              <w:rPr>
                <w:b/>
                <w:bCs/>
              </w:rPr>
            </w:pPr>
            <w:r w:rsidRPr="00156ABF">
              <w:rPr>
                <w:b/>
                <w:bCs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97BE" w14:textId="77777777" w:rsidR="00B27118" w:rsidRPr="00156ABF" w:rsidRDefault="00B27118" w:rsidP="006F1969">
            <w:pPr>
              <w:pStyle w:val="af1"/>
              <w:ind w:left="-141" w:firstLine="196"/>
              <w:rPr>
                <w:b/>
                <w:bCs/>
                <w:color w:val="auto"/>
                <w:szCs w:val="24"/>
              </w:rPr>
            </w:pPr>
            <w:r w:rsidRPr="00156ABF">
              <w:rPr>
                <w:b/>
                <w:bCs/>
                <w:color w:val="auto"/>
                <w:szCs w:val="24"/>
              </w:rPr>
              <w:t>Ед.</w:t>
            </w:r>
          </w:p>
          <w:p w14:paraId="2D492C71" w14:textId="77777777" w:rsidR="00B27118" w:rsidRPr="00156ABF" w:rsidRDefault="00B27118" w:rsidP="006F1969">
            <w:pPr>
              <w:suppressAutoHyphens/>
              <w:ind w:left="-141" w:firstLine="196"/>
              <w:jc w:val="center"/>
              <w:rPr>
                <w:b/>
                <w:bCs/>
              </w:rPr>
            </w:pPr>
            <w:r w:rsidRPr="00156ABF">
              <w:rPr>
                <w:b/>
                <w:bCs/>
              </w:rPr>
              <w:t>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AAB69" w14:textId="77777777" w:rsidR="00B27118" w:rsidRPr="00156ABF" w:rsidRDefault="00B27118" w:rsidP="006F1969">
            <w:pPr>
              <w:suppressAutoHyphens/>
              <w:ind w:left="-141" w:firstLine="196"/>
              <w:jc w:val="center"/>
              <w:rPr>
                <w:b/>
                <w:bCs/>
              </w:rPr>
            </w:pPr>
            <w:r w:rsidRPr="00156ABF">
              <w:rPr>
                <w:b/>
                <w:bCs/>
              </w:rPr>
              <w:t>Кол-во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DC79" w14:textId="77777777" w:rsidR="00B27118" w:rsidRPr="00156ABF" w:rsidRDefault="00B27118" w:rsidP="006F1969">
            <w:pPr>
              <w:suppressAutoHyphens/>
              <w:ind w:left="-141" w:firstLine="196"/>
              <w:jc w:val="center"/>
              <w:rPr>
                <w:b/>
                <w:bCs/>
              </w:rPr>
            </w:pPr>
            <w:r w:rsidRPr="00156ABF">
              <w:rPr>
                <w:b/>
                <w:bCs/>
              </w:rPr>
              <w:t>Ссылка на чертежи, спецификации</w:t>
            </w:r>
          </w:p>
        </w:tc>
      </w:tr>
      <w:tr w:rsidR="00B27118" w:rsidRPr="00156ABF" w14:paraId="4DF59329" w14:textId="77777777" w:rsidTr="00B27118">
        <w:trPr>
          <w:cantSplit/>
          <w:trHeight w:val="454"/>
        </w:trPr>
        <w:tc>
          <w:tcPr>
            <w:tcW w:w="10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C6EDA" w14:textId="77777777" w:rsidR="00B27118" w:rsidRPr="00156ABF" w:rsidRDefault="00B27118" w:rsidP="006F1969">
            <w:pPr>
              <w:suppressAutoHyphens/>
              <w:ind w:left="-141" w:right="57" w:firstLine="196"/>
              <w:jc w:val="center"/>
              <w:rPr>
                <w:sz w:val="16"/>
                <w:szCs w:val="16"/>
                <w:lang w:val="en-US"/>
              </w:rPr>
            </w:pPr>
            <w:r w:rsidRPr="00156ABF">
              <w:rPr>
                <w:b/>
                <w:bCs/>
              </w:rPr>
              <w:t>Подготовительные работы</w:t>
            </w:r>
          </w:p>
        </w:tc>
      </w:tr>
      <w:tr w:rsidR="00757821" w:rsidRPr="00156ABF" w14:paraId="5DA39DBD" w14:textId="77777777" w:rsidTr="00B27118">
        <w:trPr>
          <w:cantSplit/>
          <w:trHeight w:hRule="exact" w:val="6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705F" w14:textId="77777777" w:rsidR="00757821" w:rsidRPr="00156ABF" w:rsidRDefault="00757821" w:rsidP="006F1969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2DC9A" w14:textId="614BC9D8" w:rsidR="00757821" w:rsidRPr="00156ABF" w:rsidRDefault="00757821" w:rsidP="006F1969">
            <w:pPr>
              <w:suppressAutoHyphens/>
              <w:ind w:left="131" w:right="57" w:firstLine="196"/>
            </w:pPr>
            <w:r w:rsidRPr="00156ABF">
              <w:rPr>
                <w:szCs w:val="24"/>
              </w:rPr>
              <w:t>Вынос трассы кабельных линий в натуру (разбивка трассы)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F5F6" w14:textId="0076A8F8" w:rsidR="00757821" w:rsidRPr="00156ABF" w:rsidRDefault="00757821" w:rsidP="006F1969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99524" w14:textId="0F332900" w:rsidR="00757821" w:rsidRPr="00156ABF" w:rsidRDefault="00A6454B" w:rsidP="006F1969">
            <w:pPr>
              <w:suppressAutoHyphens/>
              <w:ind w:left="-141" w:right="57" w:firstLine="196"/>
              <w:jc w:val="center"/>
            </w:pPr>
            <w:r w:rsidRPr="00156ABF">
              <w:t>720,5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BAA8" w14:textId="6D0B8D5D" w:rsidR="00757821" w:rsidRPr="00156ABF" w:rsidRDefault="00757821" w:rsidP="006F1969">
            <w:pPr>
              <w:suppressAutoHyphens/>
              <w:ind w:left="-141" w:right="57" w:firstLine="196"/>
              <w:jc w:val="center"/>
              <w:rPr>
                <w:i/>
                <w:sz w:val="16"/>
                <w:szCs w:val="16"/>
              </w:rPr>
            </w:pPr>
          </w:p>
        </w:tc>
      </w:tr>
      <w:tr w:rsidR="00E41B79" w:rsidRPr="00156ABF" w14:paraId="481F4D91" w14:textId="77777777" w:rsidTr="00E41B79">
        <w:trPr>
          <w:cantSplit/>
          <w:trHeight w:hRule="exact" w:val="680"/>
        </w:trPr>
        <w:tc>
          <w:tcPr>
            <w:tcW w:w="10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24E5" w14:textId="62EE5191" w:rsidR="00E41B79" w:rsidRPr="00156ABF" w:rsidRDefault="00E41B79" w:rsidP="00E41B79">
            <w:pPr>
              <w:suppressAutoHyphens/>
              <w:ind w:left="-141" w:right="57" w:firstLine="196"/>
              <w:jc w:val="center"/>
              <w:rPr>
                <w:i/>
                <w:sz w:val="16"/>
                <w:szCs w:val="16"/>
              </w:rPr>
            </w:pPr>
            <w:r w:rsidRPr="00156ABF">
              <w:rPr>
                <w:b/>
                <w:bCs/>
              </w:rPr>
              <w:t>Демонтажные работы</w:t>
            </w:r>
          </w:p>
        </w:tc>
      </w:tr>
      <w:tr w:rsidR="00E41B79" w:rsidRPr="00156ABF" w14:paraId="5A2F6FB3" w14:textId="77777777" w:rsidTr="006A0549">
        <w:trPr>
          <w:cantSplit/>
          <w:trHeight w:hRule="exact" w:val="6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53878" w14:textId="77777777" w:rsidR="00E41B79" w:rsidRPr="00156ABF" w:rsidRDefault="00E41B79" w:rsidP="00E41B79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414B6" w14:textId="2D5EA09A" w:rsidR="00E41B79" w:rsidRPr="00156ABF" w:rsidRDefault="007E4A91" w:rsidP="007E4A91">
            <w:pPr>
              <w:suppressAutoHyphens/>
              <w:ind w:left="131" w:right="57" w:firstLine="196"/>
              <w:rPr>
                <w:szCs w:val="24"/>
              </w:rPr>
            </w:pPr>
            <w:r w:rsidRPr="00156ABF">
              <w:rPr>
                <w:szCs w:val="24"/>
              </w:rPr>
              <w:t>Демонтаж КЛ-</w:t>
            </w:r>
            <w:r w:rsidR="00E41B79" w:rsidRPr="00156ABF">
              <w:rPr>
                <w:szCs w:val="24"/>
              </w:rPr>
              <w:t>10 кВ, кабель АСБ 3х240 мм</w:t>
            </w:r>
            <w:r w:rsidR="00E41B79" w:rsidRPr="00156ABF">
              <w:rPr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37AC" w14:textId="35429FF4" w:rsidR="00E41B79" w:rsidRPr="00156ABF" w:rsidRDefault="00E41B79" w:rsidP="00E41B79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  <w:r w:rsidR="005A3A21" w:rsidRPr="00156ABF">
              <w:rPr>
                <w:szCs w:val="24"/>
              </w:rPr>
              <w:t>/кг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AC1B" w14:textId="456075AA" w:rsidR="00E41B79" w:rsidRPr="00156ABF" w:rsidRDefault="005A3A21" w:rsidP="00E41B79">
            <w:pPr>
              <w:suppressAutoHyphens/>
              <w:ind w:left="-141" w:right="57" w:firstLine="196"/>
              <w:jc w:val="center"/>
            </w:pPr>
            <w:r w:rsidRPr="00156ABF">
              <w:t>89/806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E73DB" w14:textId="38CCE5AC" w:rsidR="00E41B79" w:rsidRPr="00156ABF" w:rsidRDefault="005A3A21" w:rsidP="00E41B79">
            <w:pPr>
              <w:suppressAutoHyphens/>
              <w:ind w:left="-141" w:right="57" w:firstLine="196"/>
              <w:jc w:val="center"/>
              <w:rPr>
                <w:i/>
                <w:sz w:val="16"/>
                <w:szCs w:val="16"/>
              </w:rPr>
            </w:pPr>
            <w:r w:rsidRPr="00156ABF">
              <w:rPr>
                <w:i/>
                <w:sz w:val="16"/>
                <w:szCs w:val="16"/>
              </w:rPr>
              <w:t>ф.91-01 Л 9400-8796 инв. 37137544</w:t>
            </w:r>
          </w:p>
        </w:tc>
      </w:tr>
      <w:tr w:rsidR="006A0549" w:rsidRPr="00156ABF" w14:paraId="6B375A9D" w14:textId="77777777" w:rsidTr="006A0549">
        <w:trPr>
          <w:cantSplit/>
          <w:trHeight w:hRule="exact" w:val="6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3960" w14:textId="77777777" w:rsidR="006A0549" w:rsidRPr="00156ABF" w:rsidRDefault="006A0549" w:rsidP="006A0549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3F40A" w14:textId="7E199098" w:rsidR="006A0549" w:rsidRPr="00156ABF" w:rsidRDefault="006A0549" w:rsidP="006A0549">
            <w:pPr>
              <w:suppressAutoHyphens/>
              <w:ind w:left="131" w:right="57" w:firstLine="196"/>
              <w:rPr>
                <w:szCs w:val="24"/>
              </w:rPr>
            </w:pPr>
            <w:r w:rsidRPr="00156ABF">
              <w:rPr>
                <w:szCs w:val="24"/>
              </w:rPr>
              <w:t>Демонтаж КЛ-10 кВ, кабель АПвПу2г 1х185/70 мм</w:t>
            </w:r>
            <w:r w:rsidRPr="00156ABF">
              <w:rPr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5E725" w14:textId="16BD690C" w:rsidR="006A0549" w:rsidRPr="00156ABF" w:rsidRDefault="006A0549" w:rsidP="006A0549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м/кг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432A" w14:textId="27D12AE0" w:rsidR="006A0549" w:rsidRPr="00156ABF" w:rsidRDefault="00156ABF" w:rsidP="00156ABF">
            <w:pPr>
              <w:suppressAutoHyphens/>
              <w:ind w:left="-141" w:right="57" w:firstLine="196"/>
              <w:jc w:val="center"/>
            </w:pPr>
            <w:r w:rsidRPr="00156ABF">
              <w:t>60</w:t>
            </w:r>
            <w:r w:rsidR="006A0549" w:rsidRPr="00156ABF">
              <w:t>0/1140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A276" w14:textId="79561EB9" w:rsidR="006A0549" w:rsidRPr="00156ABF" w:rsidRDefault="006A0549" w:rsidP="006A0549">
            <w:pPr>
              <w:suppressAutoHyphens/>
              <w:ind w:left="-141" w:right="57" w:firstLine="196"/>
              <w:jc w:val="center"/>
              <w:rPr>
                <w:i/>
                <w:sz w:val="16"/>
                <w:szCs w:val="16"/>
              </w:rPr>
            </w:pPr>
            <w:r w:rsidRPr="00156ABF">
              <w:rPr>
                <w:i/>
                <w:sz w:val="16"/>
                <w:szCs w:val="16"/>
              </w:rPr>
              <w:t>Ф. Ручьи-15 Л 9490-9946 инв. 37140983</w:t>
            </w:r>
          </w:p>
        </w:tc>
      </w:tr>
      <w:tr w:rsidR="006A0549" w:rsidRPr="00156ABF" w14:paraId="48F859FA" w14:textId="77777777" w:rsidTr="006A0549">
        <w:trPr>
          <w:cantSplit/>
          <w:trHeight w:hRule="exact" w:val="6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1965" w14:textId="77777777" w:rsidR="006A0549" w:rsidRPr="00156ABF" w:rsidRDefault="006A0549" w:rsidP="006A0549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701F3" w14:textId="659E9774" w:rsidR="006A0549" w:rsidRPr="00156ABF" w:rsidRDefault="006A0549" w:rsidP="006A0549">
            <w:pPr>
              <w:suppressAutoHyphens/>
              <w:ind w:left="131" w:right="57" w:firstLine="196"/>
              <w:rPr>
                <w:szCs w:val="24"/>
              </w:rPr>
            </w:pPr>
            <w:r w:rsidRPr="00156ABF">
              <w:rPr>
                <w:szCs w:val="24"/>
              </w:rPr>
              <w:t>Демонтаж КЛ-10 кВ, кабель АПвПу2г 1х240/70 мм</w:t>
            </w:r>
            <w:r w:rsidRPr="00156ABF">
              <w:rPr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7AFB" w14:textId="1D4585E7" w:rsidR="006A0549" w:rsidRPr="00156ABF" w:rsidRDefault="006A0549" w:rsidP="006A0549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м/кг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AF66" w14:textId="10C309B8" w:rsidR="006A0549" w:rsidRPr="00156ABF" w:rsidRDefault="006A0549" w:rsidP="006A0549">
            <w:pPr>
              <w:suppressAutoHyphens/>
              <w:ind w:left="-141" w:right="57" w:firstLine="196"/>
              <w:jc w:val="center"/>
            </w:pPr>
            <w:r w:rsidRPr="00156ABF">
              <w:t>600/1368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9A915" w14:textId="3C4B616E" w:rsidR="006A0549" w:rsidRPr="00156ABF" w:rsidRDefault="006A0549" w:rsidP="006A0549">
            <w:pPr>
              <w:suppressAutoHyphens/>
              <w:ind w:left="-141" w:right="57" w:firstLine="196"/>
              <w:jc w:val="center"/>
              <w:rPr>
                <w:i/>
                <w:sz w:val="16"/>
                <w:szCs w:val="16"/>
              </w:rPr>
            </w:pPr>
            <w:r w:rsidRPr="00156ABF">
              <w:rPr>
                <w:i/>
                <w:sz w:val="16"/>
                <w:szCs w:val="16"/>
              </w:rPr>
              <w:t>Ф. 527-607 Л 9490-9721 инв. 37138838</w:t>
            </w:r>
          </w:p>
        </w:tc>
      </w:tr>
      <w:tr w:rsidR="006A0549" w:rsidRPr="00156ABF" w14:paraId="2776EAB6" w14:textId="77777777" w:rsidTr="006A0549">
        <w:trPr>
          <w:cantSplit/>
          <w:trHeight w:hRule="exact" w:val="6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0B35E" w14:textId="77777777" w:rsidR="006A0549" w:rsidRPr="00156ABF" w:rsidRDefault="006A0549" w:rsidP="006A0549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E1E67" w14:textId="228ACFA1" w:rsidR="006A0549" w:rsidRPr="00156ABF" w:rsidRDefault="006A0549" w:rsidP="006A0549">
            <w:pPr>
              <w:suppressAutoHyphens/>
              <w:ind w:left="131" w:right="57" w:firstLine="196"/>
              <w:rPr>
                <w:szCs w:val="24"/>
              </w:rPr>
            </w:pPr>
            <w:r w:rsidRPr="00156ABF">
              <w:rPr>
                <w:szCs w:val="24"/>
              </w:rPr>
              <w:t>Демонтаж КЛ-10 кВ, кабель АПвПу2г 1х240/70 мм</w:t>
            </w:r>
            <w:r w:rsidRPr="00156ABF">
              <w:rPr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15A1" w14:textId="0B3B4CD1" w:rsidR="006A0549" w:rsidRPr="00156ABF" w:rsidRDefault="006A0549" w:rsidP="006A0549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м/кг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B4E2" w14:textId="39909BC4" w:rsidR="006A0549" w:rsidRPr="00156ABF" w:rsidRDefault="006A0549" w:rsidP="006A0549">
            <w:pPr>
              <w:suppressAutoHyphens/>
              <w:ind w:left="-141" w:right="57" w:firstLine="196"/>
              <w:jc w:val="center"/>
            </w:pPr>
            <w:r w:rsidRPr="00156ABF">
              <w:t>600/1368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022A" w14:textId="47BAD0A8" w:rsidR="006A0549" w:rsidRPr="00156ABF" w:rsidRDefault="006A0549" w:rsidP="006A0549">
            <w:pPr>
              <w:suppressAutoHyphens/>
              <w:ind w:left="-141" w:right="57" w:firstLine="196"/>
              <w:jc w:val="center"/>
              <w:rPr>
                <w:i/>
                <w:sz w:val="16"/>
                <w:szCs w:val="16"/>
              </w:rPr>
            </w:pPr>
            <w:r w:rsidRPr="00156ABF">
              <w:rPr>
                <w:i/>
                <w:sz w:val="16"/>
                <w:szCs w:val="16"/>
              </w:rPr>
              <w:t>ф.91-25 Л 9490-9721инв. 37138837</w:t>
            </w:r>
          </w:p>
        </w:tc>
      </w:tr>
      <w:tr w:rsidR="006A0549" w:rsidRPr="00156ABF" w14:paraId="07945479" w14:textId="77777777" w:rsidTr="006A0549">
        <w:trPr>
          <w:cantSplit/>
          <w:trHeight w:hRule="exact" w:val="6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DF6B9" w14:textId="77777777" w:rsidR="006A0549" w:rsidRPr="00156ABF" w:rsidRDefault="006A0549" w:rsidP="006A0549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EBDDE" w14:textId="19EF9492" w:rsidR="006A0549" w:rsidRPr="00156ABF" w:rsidRDefault="006A0549" w:rsidP="006A0549">
            <w:pPr>
              <w:suppressAutoHyphens/>
              <w:ind w:left="131" w:right="57" w:firstLine="196"/>
              <w:rPr>
                <w:szCs w:val="24"/>
              </w:rPr>
            </w:pPr>
            <w:r w:rsidRPr="00156ABF">
              <w:rPr>
                <w:szCs w:val="24"/>
              </w:rPr>
              <w:t>Демонтаж КЛ-10 кВ, кабель АПвПу2г 1х185/70 мм</w:t>
            </w:r>
            <w:r w:rsidRPr="00156ABF">
              <w:rPr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E35D" w14:textId="4DC81201" w:rsidR="006A0549" w:rsidRPr="00156ABF" w:rsidRDefault="006A0549" w:rsidP="006A0549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м/кг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27FA" w14:textId="5B25778E" w:rsidR="006A0549" w:rsidRPr="00156ABF" w:rsidRDefault="006A0549" w:rsidP="006A0549">
            <w:pPr>
              <w:suppressAutoHyphens/>
              <w:ind w:left="-141" w:right="57" w:firstLine="196"/>
              <w:jc w:val="center"/>
            </w:pPr>
            <w:r w:rsidRPr="00156ABF">
              <w:t>600/1</w:t>
            </w:r>
            <w:bookmarkStart w:id="0" w:name="_GoBack"/>
            <w:bookmarkEnd w:id="0"/>
            <w:r w:rsidRPr="00156ABF">
              <w:t>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5658" w14:textId="47908CD1" w:rsidR="006A0549" w:rsidRPr="00156ABF" w:rsidRDefault="006A0549" w:rsidP="006A0549">
            <w:pPr>
              <w:suppressAutoHyphens/>
              <w:ind w:left="-141" w:right="57" w:firstLine="196"/>
              <w:jc w:val="center"/>
              <w:rPr>
                <w:i/>
                <w:sz w:val="16"/>
                <w:szCs w:val="16"/>
              </w:rPr>
            </w:pPr>
            <w:r w:rsidRPr="00156ABF">
              <w:rPr>
                <w:i/>
                <w:sz w:val="16"/>
                <w:szCs w:val="16"/>
              </w:rPr>
              <w:t>ф. 527-607 Л 9490-9741 инв. 37139417</w:t>
            </w:r>
          </w:p>
        </w:tc>
      </w:tr>
      <w:tr w:rsidR="007E4A91" w:rsidRPr="00156ABF" w14:paraId="72ED8704" w14:textId="77777777" w:rsidTr="006A0549">
        <w:trPr>
          <w:cantSplit/>
          <w:trHeight w:hRule="exact" w:val="142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D0961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DC8E6" w14:textId="42CC764F" w:rsidR="007E4A91" w:rsidRPr="00156ABF" w:rsidRDefault="007E4A91" w:rsidP="007E4A91">
            <w:pPr>
              <w:suppressAutoHyphens/>
              <w:ind w:left="131" w:right="57" w:firstLine="196"/>
              <w:rPr>
                <w:szCs w:val="24"/>
              </w:rPr>
            </w:pPr>
            <w:r w:rsidRPr="00156ABF">
              <w:rPr>
                <w:bCs/>
                <w:szCs w:val="24"/>
              </w:rPr>
              <w:t>Выполнить вывоз демонтированного оборудования с дальнейшей передачей на склад Сертоловского РЭС на</w:t>
            </w:r>
            <w:r w:rsidR="004F493D" w:rsidRPr="00156ABF">
              <w:rPr>
                <w:bCs/>
                <w:szCs w:val="24"/>
              </w:rPr>
              <w:t xml:space="preserve"> основании акта приёма‑передачи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E04B" w14:textId="21BBE6CB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м/кг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74B0" w14:textId="759E0A9B" w:rsidR="007E4A91" w:rsidRPr="00156ABF" w:rsidRDefault="005A3A21" w:rsidP="006A0549">
            <w:pPr>
              <w:suppressAutoHyphens/>
              <w:ind w:left="-141" w:right="57" w:firstLine="196"/>
              <w:jc w:val="center"/>
            </w:pPr>
            <w:r w:rsidRPr="00156ABF">
              <w:t>2489</w:t>
            </w:r>
            <w:r w:rsidR="007E4A91" w:rsidRPr="00156ABF">
              <w:t>/</w:t>
            </w:r>
            <w:r w:rsidR="006A0549" w:rsidRPr="00156ABF">
              <w:t>5822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73CF" w14:textId="77777777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i/>
                <w:sz w:val="16"/>
                <w:szCs w:val="16"/>
              </w:rPr>
            </w:pPr>
          </w:p>
        </w:tc>
      </w:tr>
      <w:tr w:rsidR="007E4A91" w:rsidRPr="00156ABF" w14:paraId="0C6619DC" w14:textId="77777777" w:rsidTr="00B27118">
        <w:trPr>
          <w:cantSplit/>
          <w:trHeight w:val="454"/>
        </w:trPr>
        <w:tc>
          <w:tcPr>
            <w:tcW w:w="10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81EF3" w14:textId="5C1BD16D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b/>
                <w:bCs/>
                <w:szCs w:val="24"/>
              </w:rPr>
            </w:pPr>
            <w:r w:rsidRPr="00156ABF">
              <w:rPr>
                <w:b/>
                <w:bCs/>
                <w:szCs w:val="24"/>
              </w:rPr>
              <w:t>Основные строительно-монтажные работы КЛ-10 кВ</w:t>
            </w:r>
          </w:p>
          <w:p w14:paraId="68E74C46" w14:textId="2D7413BF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 w:val="16"/>
                <w:szCs w:val="16"/>
              </w:rPr>
            </w:pPr>
            <w:r w:rsidRPr="00156ABF">
              <w:rPr>
                <w:b/>
                <w:bCs/>
                <w:szCs w:val="24"/>
              </w:rPr>
              <w:t xml:space="preserve"> (</w:t>
            </w:r>
            <w:r w:rsidRPr="00156ABF">
              <w:rPr>
                <w:b/>
                <w:bCs/>
                <w:i/>
                <w:iCs/>
                <w:szCs w:val="24"/>
              </w:rPr>
              <w:t>N1, N2, N3, N4 и N5</w:t>
            </w:r>
            <w:r w:rsidRPr="00156ABF">
              <w:rPr>
                <w:b/>
                <w:bCs/>
                <w:szCs w:val="24"/>
              </w:rPr>
              <w:t>)</w:t>
            </w:r>
          </w:p>
        </w:tc>
      </w:tr>
      <w:tr w:rsidR="007E4A91" w:rsidRPr="00156ABF" w14:paraId="7CA0DE3A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B6B7F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7BB94" w14:textId="6753C969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proofErr w:type="spellStart"/>
            <w:r w:rsidRPr="00156ABF">
              <w:rPr>
                <w:szCs w:val="24"/>
              </w:rPr>
              <w:t>Шурфовка</w:t>
            </w:r>
            <w:proofErr w:type="spellEnd"/>
            <w:r w:rsidRPr="00156ABF">
              <w:rPr>
                <w:szCs w:val="24"/>
              </w:rPr>
              <w:t xml:space="preserve"> трасс сущ. переустраиваемых КЛ-10 кВ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11CE" w14:textId="1848CD80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п.м/м</w:t>
            </w:r>
            <w:r w:rsidRPr="00156ABF">
              <w:rPr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DB0A" w14:textId="73736319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t>26/30,48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C1E2" w14:textId="15C90491" w:rsidR="007E4A91" w:rsidRPr="00156ABF" w:rsidRDefault="007E4A91" w:rsidP="007E4A91">
            <w:pPr>
              <w:suppressAutoHyphens/>
              <w:ind w:left="-141" w:right="57" w:firstLine="196"/>
            </w:pPr>
            <w:r w:rsidRPr="00156ABF">
              <w:rPr>
                <w:i/>
                <w:iCs/>
                <w:sz w:val="16"/>
                <w:szCs w:val="16"/>
              </w:rPr>
              <w:t>(ширина 1.5, глубина 0,7)</w:t>
            </w:r>
          </w:p>
        </w:tc>
      </w:tr>
      <w:tr w:rsidR="007E4A91" w:rsidRPr="00156ABF" w14:paraId="176B5F52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1B8AF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6EF15" w14:textId="6D2DD2C8" w:rsidR="007E4A91" w:rsidRPr="00156ABF" w:rsidRDefault="007E4A91" w:rsidP="007E4A91">
            <w:pPr>
              <w:suppressAutoHyphens/>
              <w:ind w:left="131" w:right="57" w:firstLine="9"/>
              <w:jc w:val="left"/>
            </w:pPr>
            <w:r w:rsidRPr="00156ABF">
              <w:rPr>
                <w:szCs w:val="24"/>
              </w:rPr>
              <w:t xml:space="preserve">Строительная длина траншеи, всего в </w:t>
            </w:r>
            <w:proofErr w:type="spellStart"/>
            <w:r w:rsidRPr="00156ABF">
              <w:rPr>
                <w:szCs w:val="24"/>
              </w:rPr>
              <w:t>т.ч</w:t>
            </w:r>
            <w:proofErr w:type="spellEnd"/>
            <w:r w:rsidRPr="00156ABF">
              <w:rPr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ECD8" w14:textId="13D7981B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E9BF" w14:textId="06FB5775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720,5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FE9A" w14:textId="77777777" w:rsidR="007E4A91" w:rsidRPr="00156ABF" w:rsidRDefault="007E4A91" w:rsidP="007E4A91">
            <w:pPr>
              <w:suppressAutoHyphens/>
              <w:ind w:left="-141" w:right="57" w:firstLine="196"/>
            </w:pPr>
          </w:p>
        </w:tc>
      </w:tr>
      <w:tr w:rsidR="007E4A91" w:rsidRPr="00156ABF" w14:paraId="61BB482A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42E10" w14:textId="77777777" w:rsidR="007E4A91" w:rsidRPr="00156ABF" w:rsidRDefault="007E4A91" w:rsidP="007E4A91">
            <w:pPr>
              <w:pStyle w:val="af"/>
              <w:suppressAutoHyphens/>
              <w:spacing w:line="240" w:lineRule="auto"/>
              <w:ind w:left="0" w:right="0" w:firstLine="196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81F16" w14:textId="28CE8B98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кабель в траншее открыто с закрытием ПЗК (разрез 1-1)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71D4" w14:textId="053504CD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7587" w14:textId="3A4CFC75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8,5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BFFE" w14:textId="6A11907A" w:rsidR="007E4A91" w:rsidRPr="00156ABF" w:rsidRDefault="007E4A91" w:rsidP="007E4A91">
            <w:pPr>
              <w:suppressAutoHyphens/>
              <w:ind w:left="-141" w:right="57" w:firstLine="196"/>
              <w:rPr>
                <w:i/>
                <w:iCs/>
                <w:sz w:val="16"/>
                <w:szCs w:val="16"/>
                <w:lang w:val="en-US"/>
              </w:rPr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N1</w:t>
            </w:r>
          </w:p>
        </w:tc>
      </w:tr>
      <w:tr w:rsidR="007E4A91" w:rsidRPr="00156ABF" w14:paraId="6F894E02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A089" w14:textId="77777777" w:rsidR="007E4A91" w:rsidRPr="00156ABF" w:rsidRDefault="007E4A91" w:rsidP="007E4A91">
            <w:pPr>
              <w:pStyle w:val="af"/>
              <w:suppressAutoHyphens/>
              <w:spacing w:line="240" w:lineRule="auto"/>
              <w:ind w:left="0" w:right="0" w:firstLine="196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C934A" w14:textId="18C7540A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кабель в траншее открыто с закрытием ПЗК (разрез 2-2)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70D2" w14:textId="0C49C828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41A8E" w14:textId="654E8E71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159,0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9393" w14:textId="48BE3885" w:rsidR="007E4A91" w:rsidRPr="00156ABF" w:rsidRDefault="007E4A91" w:rsidP="007E4A91">
            <w:pPr>
              <w:suppressAutoHyphens/>
              <w:ind w:left="-141" w:right="57" w:firstLine="196"/>
              <w:rPr>
                <w:i/>
                <w:iCs/>
                <w:sz w:val="16"/>
                <w:szCs w:val="16"/>
                <w:lang w:val="en-US"/>
              </w:rPr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N</w:t>
            </w:r>
            <w:r w:rsidRPr="00156ABF">
              <w:rPr>
                <w:i/>
                <w:iCs/>
                <w:sz w:val="16"/>
                <w:szCs w:val="16"/>
              </w:rPr>
              <w:t>2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, N3, N4 </w:t>
            </w:r>
            <w:r w:rsidRPr="00156ABF">
              <w:rPr>
                <w:i/>
                <w:iCs/>
                <w:sz w:val="16"/>
                <w:szCs w:val="16"/>
              </w:rPr>
              <w:t xml:space="preserve">и 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 N5</w:t>
            </w:r>
          </w:p>
        </w:tc>
      </w:tr>
      <w:tr w:rsidR="007E4A91" w:rsidRPr="00156ABF" w14:paraId="58B42975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C2FF2" w14:textId="77777777" w:rsidR="007E4A91" w:rsidRPr="00156ABF" w:rsidRDefault="007E4A91" w:rsidP="007E4A91">
            <w:pPr>
              <w:pStyle w:val="af"/>
              <w:suppressAutoHyphens/>
              <w:spacing w:line="240" w:lineRule="auto"/>
              <w:ind w:left="0" w:right="0" w:firstLine="196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83C5E" w14:textId="69FEE4D1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кабель в траншее в трубе ПЭ100 ПНД SDR17 </w:t>
            </w:r>
            <w:r w:rsidRPr="00156ABF">
              <w:rPr>
                <w:rFonts w:ascii="Cambria Math" w:hAnsi="Cambria Math" w:cs="Cambria Math"/>
                <w:szCs w:val="24"/>
              </w:rPr>
              <w:t>∅</w:t>
            </w:r>
            <w:r w:rsidRPr="00156ABF">
              <w:rPr>
                <w:szCs w:val="24"/>
              </w:rPr>
              <w:t>160мм (разрез 3-3)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B9BD" w14:textId="715579AD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6E76" w14:textId="71722A5C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25,0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86CC" w14:textId="336B0E5D" w:rsidR="007E4A91" w:rsidRPr="00156ABF" w:rsidRDefault="007E4A91" w:rsidP="007E4A91">
            <w:pPr>
              <w:suppressAutoHyphens/>
              <w:ind w:left="-141" w:right="57" w:firstLine="196"/>
              <w:rPr>
                <w:lang w:val="en-US"/>
              </w:rPr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N</w:t>
            </w:r>
            <w:r w:rsidRPr="00156ABF">
              <w:rPr>
                <w:i/>
                <w:iCs/>
                <w:sz w:val="16"/>
                <w:szCs w:val="16"/>
              </w:rPr>
              <w:t>2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, N3, N4 </w:t>
            </w:r>
            <w:r w:rsidRPr="00156ABF">
              <w:rPr>
                <w:i/>
                <w:iCs/>
                <w:sz w:val="16"/>
                <w:szCs w:val="16"/>
              </w:rPr>
              <w:t xml:space="preserve">и 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 N5</w:t>
            </w:r>
          </w:p>
        </w:tc>
      </w:tr>
      <w:tr w:rsidR="007E4A91" w:rsidRPr="00156ABF" w14:paraId="35A7B1D2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7A9E" w14:textId="77777777" w:rsidR="007E4A91" w:rsidRPr="00156ABF" w:rsidRDefault="007E4A91" w:rsidP="007E4A91">
            <w:pPr>
              <w:pStyle w:val="af"/>
              <w:suppressAutoHyphens/>
              <w:spacing w:line="240" w:lineRule="auto"/>
              <w:ind w:left="0" w:right="0" w:firstLine="196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503E0" w14:textId="787640F0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кабель в траншее открыто с закрытием ПЗК (разрез 4-4)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613F" w14:textId="12F05130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828E" w14:textId="2CB80CED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5,5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70A1" w14:textId="736B00D6" w:rsidR="007E4A91" w:rsidRPr="00156ABF" w:rsidRDefault="007E4A91" w:rsidP="007E4A91">
            <w:pPr>
              <w:suppressAutoHyphens/>
              <w:ind w:left="-141" w:right="57" w:firstLine="196"/>
              <w:rPr>
                <w:i/>
                <w:iCs/>
                <w:sz w:val="16"/>
                <w:szCs w:val="16"/>
              </w:rPr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N</w:t>
            </w:r>
            <w:r w:rsidRPr="00156ABF">
              <w:rPr>
                <w:i/>
                <w:iCs/>
                <w:sz w:val="16"/>
                <w:szCs w:val="16"/>
              </w:rPr>
              <w:t>2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, N3, N4 </w:t>
            </w:r>
            <w:r w:rsidRPr="00156ABF">
              <w:rPr>
                <w:i/>
                <w:iCs/>
                <w:sz w:val="16"/>
                <w:szCs w:val="16"/>
              </w:rPr>
              <w:t xml:space="preserve">и 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 N5</w:t>
            </w:r>
          </w:p>
        </w:tc>
      </w:tr>
      <w:tr w:rsidR="007E4A91" w:rsidRPr="00156ABF" w14:paraId="10214D35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1A565" w14:textId="77777777" w:rsidR="007E4A91" w:rsidRPr="00156ABF" w:rsidRDefault="007E4A91" w:rsidP="007E4A91">
            <w:pPr>
              <w:pStyle w:val="af"/>
              <w:suppressAutoHyphens/>
              <w:spacing w:line="240" w:lineRule="auto"/>
              <w:ind w:left="0" w:right="0" w:firstLine="196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30223" w14:textId="53AECF17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кабель в траншее в трубе ПЭ100 ПНД SDR17 </w:t>
            </w:r>
            <w:r w:rsidRPr="00156ABF">
              <w:rPr>
                <w:rFonts w:ascii="Cambria Math" w:hAnsi="Cambria Math" w:cs="Cambria Math"/>
                <w:szCs w:val="24"/>
              </w:rPr>
              <w:t>∅</w:t>
            </w:r>
            <w:r w:rsidRPr="00156ABF">
              <w:rPr>
                <w:szCs w:val="24"/>
              </w:rPr>
              <w:t>160мм (разрез 5-5)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C883" w14:textId="18821022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3497" w14:textId="0BA52943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4705" w14:textId="02F44566" w:rsidR="007E4A91" w:rsidRPr="00156ABF" w:rsidRDefault="007E4A91" w:rsidP="007E4A91">
            <w:pPr>
              <w:suppressAutoHyphens/>
              <w:ind w:left="-141" w:right="57" w:firstLine="196"/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N</w:t>
            </w:r>
            <w:r w:rsidRPr="00156ABF">
              <w:rPr>
                <w:i/>
                <w:iCs/>
                <w:sz w:val="16"/>
                <w:szCs w:val="16"/>
              </w:rPr>
              <w:t>2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, N3, N4 </w:t>
            </w:r>
            <w:r w:rsidRPr="00156ABF">
              <w:rPr>
                <w:i/>
                <w:iCs/>
                <w:sz w:val="16"/>
                <w:szCs w:val="16"/>
              </w:rPr>
              <w:t xml:space="preserve">и 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 N5</w:t>
            </w:r>
          </w:p>
        </w:tc>
      </w:tr>
      <w:tr w:rsidR="007E4A91" w:rsidRPr="00156ABF" w14:paraId="38349775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CFC16" w14:textId="77777777" w:rsidR="007E4A91" w:rsidRPr="00156ABF" w:rsidRDefault="007E4A91" w:rsidP="007E4A91">
            <w:pPr>
              <w:pStyle w:val="af"/>
              <w:suppressAutoHyphens/>
              <w:spacing w:line="240" w:lineRule="auto"/>
              <w:ind w:left="0" w:right="0" w:firstLine="196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FDEA4" w14:textId="6753757F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кабель в траншее открыто с закрытием ПЗК (разрез 6-6)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FCCA" w14:textId="3078F34C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A899" w14:textId="5BBCAAF8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204,0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DFE8" w14:textId="5D0993BB" w:rsidR="007E4A91" w:rsidRPr="00156ABF" w:rsidRDefault="007E4A91" w:rsidP="007E4A91">
            <w:pPr>
              <w:suppressAutoHyphens/>
              <w:ind w:left="-141" w:right="57" w:firstLine="196"/>
              <w:rPr>
                <w:i/>
                <w:iCs/>
                <w:sz w:val="16"/>
                <w:szCs w:val="16"/>
                <w:lang w:val="en-US"/>
              </w:rPr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N</w:t>
            </w:r>
            <w:r w:rsidRPr="00156ABF">
              <w:rPr>
                <w:i/>
                <w:iCs/>
                <w:sz w:val="16"/>
                <w:szCs w:val="16"/>
              </w:rPr>
              <w:t xml:space="preserve">1, 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>N</w:t>
            </w:r>
            <w:r w:rsidRPr="00156ABF">
              <w:rPr>
                <w:i/>
                <w:iCs/>
                <w:sz w:val="16"/>
                <w:szCs w:val="16"/>
              </w:rPr>
              <w:t>2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, N3, N4 </w:t>
            </w:r>
            <w:r w:rsidRPr="00156ABF">
              <w:rPr>
                <w:i/>
                <w:iCs/>
                <w:sz w:val="16"/>
                <w:szCs w:val="16"/>
              </w:rPr>
              <w:t xml:space="preserve">и 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 N5</w:t>
            </w:r>
          </w:p>
        </w:tc>
      </w:tr>
      <w:tr w:rsidR="007E4A91" w:rsidRPr="00156ABF" w14:paraId="0FC76C4F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B9B2E" w14:textId="77777777" w:rsidR="007E4A91" w:rsidRPr="00156ABF" w:rsidRDefault="007E4A91" w:rsidP="007E4A91">
            <w:pPr>
              <w:pStyle w:val="af"/>
              <w:suppressAutoHyphens/>
              <w:spacing w:line="240" w:lineRule="auto"/>
              <w:ind w:left="0" w:right="0" w:firstLine="196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D2501" w14:textId="205D3C5D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кабель в траншее в трубе ПЭ100 ПНД SDR17 </w:t>
            </w:r>
            <w:r w:rsidRPr="00156ABF">
              <w:rPr>
                <w:rFonts w:ascii="Cambria Math" w:hAnsi="Cambria Math" w:cs="Cambria Math"/>
                <w:szCs w:val="24"/>
              </w:rPr>
              <w:t>∅</w:t>
            </w:r>
            <w:r w:rsidRPr="00156ABF">
              <w:rPr>
                <w:szCs w:val="24"/>
              </w:rPr>
              <w:t>160мм (разрез 7-7)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636B" w14:textId="4B20C9C1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C15C" w14:textId="476A881A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252,0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B6D1" w14:textId="0D47F77F" w:rsidR="007E4A91" w:rsidRPr="00156ABF" w:rsidRDefault="007E4A91" w:rsidP="007E4A91">
            <w:pPr>
              <w:suppressAutoHyphens/>
              <w:ind w:left="-141" w:right="57" w:firstLine="196"/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N</w:t>
            </w:r>
            <w:r w:rsidRPr="00156ABF">
              <w:rPr>
                <w:i/>
                <w:iCs/>
                <w:sz w:val="16"/>
                <w:szCs w:val="16"/>
              </w:rPr>
              <w:t xml:space="preserve">1, 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>N</w:t>
            </w:r>
            <w:r w:rsidRPr="00156ABF">
              <w:rPr>
                <w:i/>
                <w:iCs/>
                <w:sz w:val="16"/>
                <w:szCs w:val="16"/>
              </w:rPr>
              <w:t>2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, N3, N4 </w:t>
            </w:r>
            <w:r w:rsidRPr="00156ABF">
              <w:rPr>
                <w:i/>
                <w:iCs/>
                <w:sz w:val="16"/>
                <w:szCs w:val="16"/>
              </w:rPr>
              <w:t xml:space="preserve">и 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 N5</w:t>
            </w:r>
          </w:p>
        </w:tc>
      </w:tr>
      <w:tr w:rsidR="007E4A91" w:rsidRPr="00156ABF" w14:paraId="500323FF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DA41" w14:textId="77777777" w:rsidR="007E4A91" w:rsidRPr="00156ABF" w:rsidRDefault="007E4A91" w:rsidP="007E4A91">
            <w:pPr>
              <w:pStyle w:val="af"/>
              <w:suppressAutoHyphens/>
              <w:spacing w:line="240" w:lineRule="auto"/>
              <w:ind w:left="0" w:right="0" w:firstLine="196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BDB5C" w14:textId="48C665DE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кабель в траншее в трубе ПЭ100 ПНД SDR17 </w:t>
            </w:r>
            <w:r w:rsidRPr="00156ABF">
              <w:rPr>
                <w:rFonts w:ascii="Cambria Math" w:hAnsi="Cambria Math" w:cs="Cambria Math"/>
                <w:szCs w:val="24"/>
              </w:rPr>
              <w:t>∅</w:t>
            </w:r>
            <w:r w:rsidRPr="00156ABF">
              <w:rPr>
                <w:szCs w:val="24"/>
              </w:rPr>
              <w:t>160мм (разрез 8-8)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3A0E" w14:textId="5382928A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F890" w14:textId="2678F3EC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56,0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7F1B" w14:textId="76E29E1F" w:rsidR="007E4A91" w:rsidRPr="00156ABF" w:rsidRDefault="007E4A91" w:rsidP="007E4A91">
            <w:pPr>
              <w:suppressAutoHyphens/>
              <w:ind w:left="-141" w:right="57" w:firstLine="196"/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N</w:t>
            </w:r>
            <w:r w:rsidRPr="00156ABF">
              <w:rPr>
                <w:i/>
                <w:iCs/>
                <w:sz w:val="16"/>
                <w:szCs w:val="16"/>
              </w:rPr>
              <w:t xml:space="preserve">1, 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>N</w:t>
            </w:r>
            <w:r w:rsidRPr="00156ABF">
              <w:rPr>
                <w:i/>
                <w:iCs/>
                <w:sz w:val="16"/>
                <w:szCs w:val="16"/>
              </w:rPr>
              <w:t>2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, N3, N4 </w:t>
            </w:r>
            <w:r w:rsidRPr="00156ABF">
              <w:rPr>
                <w:i/>
                <w:iCs/>
                <w:sz w:val="16"/>
                <w:szCs w:val="16"/>
              </w:rPr>
              <w:t xml:space="preserve">и 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 N5</w:t>
            </w:r>
          </w:p>
        </w:tc>
      </w:tr>
      <w:tr w:rsidR="007E4A91" w:rsidRPr="00156ABF" w14:paraId="4F8560F3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7562F" w14:textId="77777777" w:rsidR="007E4A91" w:rsidRPr="00156ABF" w:rsidRDefault="007E4A91" w:rsidP="007E4A91">
            <w:pPr>
              <w:pStyle w:val="af"/>
              <w:suppressAutoHyphens/>
              <w:spacing w:line="240" w:lineRule="auto"/>
              <w:ind w:left="0" w:right="0" w:firstLine="196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1F309" w14:textId="73AB4EA4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кабель в траншее открыто с закрытием ПЗК (разрез 9-9)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6F52" w14:textId="1A540192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6877" w14:textId="49321BC9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7,0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889B" w14:textId="0FAA39A2" w:rsidR="007E4A91" w:rsidRPr="00156ABF" w:rsidRDefault="007E4A91" w:rsidP="007E4A91">
            <w:pPr>
              <w:suppressAutoHyphens/>
              <w:ind w:left="-141" w:right="57" w:firstLine="196"/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N</w:t>
            </w:r>
            <w:r w:rsidRPr="00156ABF">
              <w:rPr>
                <w:i/>
                <w:iCs/>
                <w:sz w:val="16"/>
                <w:szCs w:val="16"/>
              </w:rPr>
              <w:t xml:space="preserve">1, 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N3 </w:t>
            </w:r>
            <w:r w:rsidRPr="00156ABF">
              <w:rPr>
                <w:i/>
                <w:iCs/>
                <w:sz w:val="16"/>
                <w:szCs w:val="16"/>
              </w:rPr>
              <w:t xml:space="preserve">и 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 N4</w:t>
            </w:r>
          </w:p>
        </w:tc>
      </w:tr>
      <w:tr w:rsidR="007E4A91" w:rsidRPr="00156ABF" w14:paraId="45B3FC69" w14:textId="77777777" w:rsidTr="00B27118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FFB33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4C891" w14:textId="5BBE4B78" w:rsidR="007E4A91" w:rsidRPr="00156ABF" w:rsidRDefault="007E4A91" w:rsidP="007E4A91">
            <w:pPr>
              <w:suppressAutoHyphens/>
              <w:ind w:left="131" w:right="57" w:firstLine="9"/>
              <w:jc w:val="left"/>
            </w:pPr>
            <w:r w:rsidRPr="00156ABF">
              <w:rPr>
                <w:szCs w:val="24"/>
              </w:rPr>
              <w:t xml:space="preserve">Разработка грунта траншеи в отвал, всего, в </w:t>
            </w:r>
            <w:proofErr w:type="spellStart"/>
            <w:r w:rsidRPr="00156ABF">
              <w:rPr>
                <w:szCs w:val="24"/>
              </w:rPr>
              <w:t>т.ч</w:t>
            </w:r>
            <w:proofErr w:type="spellEnd"/>
            <w:r w:rsidRPr="00156ABF">
              <w:rPr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3D56" w14:textId="2E622A03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0435" w14:textId="2FE52E9C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1237,81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B1150" w14:textId="77777777" w:rsidR="007E4A91" w:rsidRPr="00156ABF" w:rsidRDefault="007E4A91" w:rsidP="007E4A91">
            <w:pPr>
              <w:suppressAutoHyphens/>
              <w:ind w:left="-141" w:right="57" w:firstLine="196"/>
            </w:pPr>
          </w:p>
        </w:tc>
      </w:tr>
      <w:tr w:rsidR="007E4A91" w:rsidRPr="00156ABF" w14:paraId="4C5C1BA9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D060" w14:textId="77777777" w:rsidR="007E4A91" w:rsidRPr="00156ABF" w:rsidRDefault="007E4A91" w:rsidP="007E4A91">
            <w:pPr>
              <w:pStyle w:val="af"/>
              <w:suppressAutoHyphens/>
              <w:spacing w:line="240" w:lineRule="auto"/>
              <w:ind w:left="0" w:right="0" w:firstLine="196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1AC1F" w14:textId="22F4AB8A" w:rsidR="007E4A91" w:rsidRPr="00156ABF" w:rsidRDefault="007E4A91" w:rsidP="007E4A91">
            <w:pPr>
              <w:suppressAutoHyphens/>
              <w:ind w:left="131" w:right="57" w:firstLine="9"/>
              <w:jc w:val="left"/>
            </w:pPr>
            <w:r w:rsidRPr="00156ABF">
              <w:rPr>
                <w:szCs w:val="24"/>
              </w:rPr>
              <w:t>-механизированным способом, 70% сухой грунт II-й кат. (90% от объёма грунта)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F269" w14:textId="1F65942B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751E" w14:textId="7CE360EA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779,82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EAF9" w14:textId="25373562" w:rsidR="007E4A91" w:rsidRPr="00156ABF" w:rsidRDefault="007E4A91" w:rsidP="007E4A91">
            <w:pPr>
              <w:suppressAutoHyphens/>
              <w:ind w:left="145" w:right="57" w:firstLine="196"/>
              <w:rPr>
                <w:i/>
                <w:sz w:val="16"/>
                <w:szCs w:val="16"/>
              </w:rPr>
            </w:pPr>
          </w:p>
        </w:tc>
      </w:tr>
      <w:tr w:rsidR="007E4A91" w:rsidRPr="00156ABF" w14:paraId="31A96618" w14:textId="77777777" w:rsidTr="00E32C91">
        <w:trPr>
          <w:cantSplit/>
          <w:trHeight w:val="60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85437" w14:textId="77777777" w:rsidR="007E4A91" w:rsidRPr="00156ABF" w:rsidRDefault="007E4A91" w:rsidP="007E4A91">
            <w:pPr>
              <w:pStyle w:val="af"/>
              <w:suppressAutoHyphens/>
              <w:spacing w:line="240" w:lineRule="auto"/>
              <w:ind w:left="0" w:right="0" w:firstLine="196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3B705" w14:textId="7D5CCA3B" w:rsidR="007E4A91" w:rsidRPr="00156ABF" w:rsidRDefault="007E4A91" w:rsidP="007E4A91">
            <w:pPr>
              <w:suppressAutoHyphens/>
              <w:ind w:left="57" w:right="57" w:firstLine="9"/>
              <w:jc w:val="left"/>
            </w:pPr>
            <w:r w:rsidRPr="00156ABF">
              <w:rPr>
                <w:szCs w:val="24"/>
              </w:rPr>
              <w:t>-механизированным способом, 30% мокрый грунт II-й кат. (90% от объёма грунта)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0A04" w14:textId="6D046391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1512" w14:textId="72C2A925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334,21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104E" w14:textId="77777777" w:rsidR="007E4A91" w:rsidRPr="00156ABF" w:rsidRDefault="007E4A91" w:rsidP="007E4A91">
            <w:pPr>
              <w:suppressAutoHyphens/>
              <w:ind w:left="-141" w:right="57" w:firstLine="196"/>
            </w:pPr>
          </w:p>
        </w:tc>
      </w:tr>
      <w:tr w:rsidR="007E4A91" w:rsidRPr="00156ABF" w14:paraId="60EE3E75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6489" w14:textId="77777777" w:rsidR="007E4A91" w:rsidRPr="00156ABF" w:rsidRDefault="007E4A91" w:rsidP="007E4A91">
            <w:pPr>
              <w:pStyle w:val="af"/>
              <w:suppressAutoHyphens/>
              <w:spacing w:line="240" w:lineRule="auto"/>
              <w:ind w:left="0" w:right="0" w:firstLine="196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3AFFE" w14:textId="4F10CC02" w:rsidR="007E4A91" w:rsidRPr="00156ABF" w:rsidRDefault="007E4A91" w:rsidP="007E4A91">
            <w:pPr>
              <w:suppressAutoHyphens/>
              <w:ind w:left="131" w:right="57" w:firstLine="9"/>
              <w:jc w:val="left"/>
            </w:pPr>
            <w:r w:rsidRPr="00156ABF">
              <w:rPr>
                <w:szCs w:val="24"/>
              </w:rPr>
              <w:t>- доработка вручную вблизи коммуникаций, 70%, сухой грунт II-й кат. (10% от объёма грунта)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35D0B" w14:textId="526F3FCB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4A8E" w14:textId="71A42C37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86,65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2870" w14:textId="77777777" w:rsidR="007E4A91" w:rsidRPr="00156ABF" w:rsidRDefault="007E4A91" w:rsidP="007E4A91">
            <w:pPr>
              <w:suppressAutoHyphens/>
              <w:ind w:left="-141" w:right="57" w:firstLine="196"/>
            </w:pPr>
          </w:p>
        </w:tc>
      </w:tr>
      <w:tr w:rsidR="007E4A91" w:rsidRPr="00156ABF" w14:paraId="35558884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EEC51" w14:textId="77777777" w:rsidR="007E4A91" w:rsidRPr="00156ABF" w:rsidRDefault="007E4A91" w:rsidP="007E4A91">
            <w:pPr>
              <w:pStyle w:val="af"/>
              <w:suppressAutoHyphens/>
              <w:spacing w:line="240" w:lineRule="auto"/>
              <w:ind w:left="0" w:right="0" w:firstLine="196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CA2C9" w14:textId="42568FC4" w:rsidR="007E4A91" w:rsidRPr="00156ABF" w:rsidRDefault="007E4A91" w:rsidP="007E4A91">
            <w:pPr>
              <w:suppressAutoHyphens/>
              <w:ind w:left="131" w:right="57" w:firstLine="9"/>
              <w:jc w:val="left"/>
            </w:pPr>
            <w:r w:rsidRPr="00156ABF">
              <w:rPr>
                <w:szCs w:val="24"/>
              </w:rPr>
              <w:t>- доработка вручную вблизи коммуникаций, 30%, мокрый грунт II-й кат. (10% от объёма грунта)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DDE2D" w14:textId="0DD638EF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2011" w14:textId="03125C5C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lang w:val="en-US"/>
              </w:rPr>
            </w:pPr>
            <w:r w:rsidRPr="00156ABF">
              <w:rPr>
                <w:szCs w:val="24"/>
              </w:rPr>
              <w:t>37,13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FD19" w14:textId="77777777" w:rsidR="007E4A91" w:rsidRPr="00156ABF" w:rsidRDefault="007E4A91" w:rsidP="007E4A91">
            <w:pPr>
              <w:suppressAutoHyphens/>
              <w:ind w:left="-141" w:right="57" w:firstLine="196"/>
            </w:pPr>
          </w:p>
        </w:tc>
      </w:tr>
      <w:tr w:rsidR="007E4A91" w:rsidRPr="00156ABF" w14:paraId="397D65C2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30107" w14:textId="77777777" w:rsidR="007E4A91" w:rsidRPr="00156ABF" w:rsidRDefault="007E4A91" w:rsidP="007E4A91">
            <w:pPr>
              <w:pStyle w:val="af"/>
              <w:suppressAutoHyphens/>
              <w:spacing w:line="240" w:lineRule="auto"/>
              <w:ind w:left="0" w:right="0" w:firstLine="196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B318C" w14:textId="7C0565B4" w:rsidR="007E4A91" w:rsidRPr="00156ABF" w:rsidRDefault="007E4A91" w:rsidP="007E4A91">
            <w:pPr>
              <w:suppressAutoHyphens/>
              <w:ind w:left="131" w:right="57" w:firstLine="9"/>
              <w:jc w:val="left"/>
            </w:pPr>
            <w:r w:rsidRPr="00156ABF">
              <w:rPr>
                <w:szCs w:val="24"/>
              </w:rPr>
              <w:t>-водоотлив из траншеи (от мокрого грунта 30%)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8B70D" w14:textId="761B92C3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5CD8" w14:textId="018BE1C1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111,40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8C55" w14:textId="77777777" w:rsidR="007E4A91" w:rsidRPr="00156ABF" w:rsidRDefault="007E4A91" w:rsidP="007E4A91">
            <w:pPr>
              <w:suppressAutoHyphens/>
              <w:ind w:left="-141" w:right="57" w:firstLine="196"/>
            </w:pPr>
          </w:p>
        </w:tc>
      </w:tr>
      <w:tr w:rsidR="007E4A91" w:rsidRPr="00156ABF" w14:paraId="6C0C8E6B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20C5F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1690F" w14:textId="05564186" w:rsidR="007E4A91" w:rsidRPr="00156ABF" w:rsidRDefault="007E4A91" w:rsidP="007E4A91">
            <w:pPr>
              <w:suppressAutoHyphens/>
              <w:ind w:left="131" w:right="57" w:firstLine="9"/>
              <w:jc w:val="left"/>
            </w:pPr>
            <w:r w:rsidRPr="00156ABF">
              <w:rPr>
                <w:szCs w:val="24"/>
              </w:rPr>
              <w:t xml:space="preserve">Устройство песчаной постели h=150 под кабель и трубы, в </w:t>
            </w:r>
            <w:proofErr w:type="spellStart"/>
            <w:r w:rsidRPr="00156ABF">
              <w:rPr>
                <w:szCs w:val="24"/>
              </w:rPr>
              <w:t>т.ч</w:t>
            </w:r>
            <w:proofErr w:type="spellEnd"/>
            <w:r w:rsidRPr="00156ABF">
              <w:rPr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4868" w14:textId="3113E4B2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м/м³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7D18" w14:textId="6DDFC1FD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720,5/126,43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EE37" w14:textId="77777777" w:rsidR="007E4A91" w:rsidRPr="00156ABF" w:rsidRDefault="007E4A91" w:rsidP="007E4A91">
            <w:pPr>
              <w:suppressAutoHyphens/>
              <w:ind w:left="-141" w:right="57" w:firstLine="196"/>
            </w:pPr>
          </w:p>
        </w:tc>
      </w:tr>
      <w:tr w:rsidR="007E4A91" w:rsidRPr="00156ABF" w14:paraId="1D9D75C8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07C0D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3D497" w14:textId="645ECBCE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постель под кабель в трубе ПЭ100 ПНД SDR17 </w:t>
            </w:r>
            <w:r w:rsidRPr="00156ABF">
              <w:rPr>
                <w:rFonts w:ascii="Cambria Math" w:hAnsi="Cambria Math" w:cs="Cambria Math"/>
                <w:szCs w:val="24"/>
              </w:rPr>
              <w:t>∅</w:t>
            </w:r>
            <w:r w:rsidRPr="00156ABF">
              <w:rPr>
                <w:szCs w:val="24"/>
              </w:rPr>
              <w:t>160мм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84D7" w14:textId="17D5B6CD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м/м³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F9BA" w14:textId="2C3C6E0F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336,5/66</w:t>
            </w:r>
            <w:r w:rsidRPr="00156ABF">
              <w:rPr>
                <w:szCs w:val="24"/>
                <w:lang w:val="en-US"/>
              </w:rPr>
              <w:t>,</w:t>
            </w:r>
            <w:r w:rsidRPr="00156ABF">
              <w:rPr>
                <w:szCs w:val="24"/>
              </w:rPr>
              <w:t>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5BAA" w14:textId="77777777" w:rsidR="007E4A91" w:rsidRPr="00156ABF" w:rsidRDefault="007E4A91" w:rsidP="007E4A91">
            <w:pPr>
              <w:suppressAutoHyphens/>
              <w:ind w:left="-141" w:right="57" w:firstLine="196"/>
            </w:pPr>
          </w:p>
        </w:tc>
      </w:tr>
      <w:tr w:rsidR="007E4A91" w:rsidRPr="00156ABF" w14:paraId="38628177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56366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31C4B" w14:textId="34A9B973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постель под кабель с закрытием ПЗК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33B9" w14:textId="6E3C4153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м/м³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2F2D" w14:textId="4DE21FBB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  <w:lang w:val="en-US"/>
              </w:rPr>
            </w:pPr>
            <w:r w:rsidRPr="00156ABF">
              <w:rPr>
                <w:szCs w:val="24"/>
              </w:rPr>
              <w:t>384/59,78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AB90" w14:textId="77777777" w:rsidR="007E4A91" w:rsidRPr="00156ABF" w:rsidRDefault="007E4A91" w:rsidP="007E4A91">
            <w:pPr>
              <w:suppressAutoHyphens/>
              <w:ind w:left="-141" w:right="57" w:firstLine="196"/>
            </w:pPr>
          </w:p>
        </w:tc>
      </w:tr>
      <w:tr w:rsidR="007E4A91" w:rsidRPr="00156ABF" w14:paraId="4578C24A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53B69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4F64D" w14:textId="746057D8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Устройство песчаной засыпки в траншеи h=150 под кабель и трубы, в </w:t>
            </w:r>
            <w:proofErr w:type="spellStart"/>
            <w:r w:rsidRPr="00156ABF">
              <w:rPr>
                <w:szCs w:val="24"/>
              </w:rPr>
              <w:t>т.ч</w:t>
            </w:r>
            <w:proofErr w:type="spellEnd"/>
            <w:r w:rsidRPr="00156ABF">
              <w:rPr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AE12" w14:textId="2F16E91D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м/м³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AC46" w14:textId="6C3A22F9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  <w:lang w:val="en-US"/>
              </w:rPr>
            </w:pPr>
            <w:r w:rsidRPr="00156ABF">
              <w:rPr>
                <w:szCs w:val="24"/>
              </w:rPr>
              <w:t>720,5/181,22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DB0F" w14:textId="77777777" w:rsidR="007E4A91" w:rsidRPr="00156ABF" w:rsidRDefault="007E4A91" w:rsidP="007E4A91">
            <w:pPr>
              <w:suppressAutoHyphens/>
              <w:ind w:left="-141" w:right="57" w:firstLine="196"/>
            </w:pPr>
          </w:p>
        </w:tc>
      </w:tr>
      <w:tr w:rsidR="007E4A91" w:rsidRPr="00156ABF" w14:paraId="2730771C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63AE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6D908" w14:textId="3B50045C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засыпка под кабель в трубе ПЭ100 ПНД SDR17 </w:t>
            </w:r>
            <w:r w:rsidRPr="00156ABF">
              <w:rPr>
                <w:rFonts w:ascii="Cambria Math" w:hAnsi="Cambria Math" w:cs="Cambria Math"/>
                <w:szCs w:val="24"/>
              </w:rPr>
              <w:t>∅</w:t>
            </w:r>
            <w:r w:rsidRPr="00156ABF">
              <w:rPr>
                <w:szCs w:val="24"/>
              </w:rPr>
              <w:t>160мм, h=150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0B68" w14:textId="111E12EF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м/м³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663A" w14:textId="10206960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  <w:lang w:val="en-US"/>
              </w:rPr>
            </w:pPr>
            <w:r w:rsidRPr="00156ABF">
              <w:rPr>
                <w:szCs w:val="24"/>
              </w:rPr>
              <w:t>336,5/94,74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A9EC" w14:textId="77777777" w:rsidR="007E4A91" w:rsidRPr="00156ABF" w:rsidRDefault="007E4A91" w:rsidP="007E4A91">
            <w:pPr>
              <w:suppressAutoHyphens/>
              <w:ind w:left="-141" w:right="57" w:firstLine="196"/>
            </w:pPr>
          </w:p>
        </w:tc>
      </w:tr>
      <w:tr w:rsidR="007E4A91" w:rsidRPr="00156ABF" w14:paraId="4C88E39C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3268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FA024" w14:textId="40DD55A7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засыпка под кабель с закрытием ПЗК, h=150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4F2F" w14:textId="062BCDB9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м/м³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8A34" w14:textId="476AD29F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  <w:lang w:val="en-US"/>
              </w:rPr>
            </w:pPr>
            <w:r w:rsidRPr="00156ABF">
              <w:rPr>
                <w:szCs w:val="24"/>
              </w:rPr>
              <w:t>384/86,48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B55A" w14:textId="77777777" w:rsidR="007E4A91" w:rsidRPr="00156ABF" w:rsidRDefault="007E4A91" w:rsidP="007E4A91">
            <w:pPr>
              <w:suppressAutoHyphens/>
              <w:ind w:left="-141" w:right="57" w:firstLine="196"/>
            </w:pPr>
          </w:p>
        </w:tc>
      </w:tr>
      <w:tr w:rsidR="007E4A91" w:rsidRPr="00156ABF" w14:paraId="3AC2AC81" w14:textId="77777777" w:rsidTr="00B27118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EA6A3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B829F" w14:textId="57722C1B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Обратная засыпка траншеи грунтом из отвала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A08D" w14:textId="3C106B77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29C3" w14:textId="5B78C2BA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  <w:lang w:val="en-US"/>
              </w:rPr>
            </w:pPr>
            <w:r w:rsidRPr="00156ABF">
              <w:rPr>
                <w:szCs w:val="24"/>
              </w:rPr>
              <w:t>930,17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02FE" w14:textId="77777777" w:rsidR="007E4A91" w:rsidRPr="00156ABF" w:rsidRDefault="007E4A91" w:rsidP="007E4A91">
            <w:pPr>
              <w:suppressAutoHyphens/>
              <w:ind w:left="-141" w:right="57" w:firstLine="196"/>
            </w:pPr>
          </w:p>
        </w:tc>
      </w:tr>
      <w:tr w:rsidR="007E4A91" w:rsidRPr="00156ABF" w14:paraId="0F9AEA98" w14:textId="77777777" w:rsidTr="0039503C">
        <w:trPr>
          <w:cantSplit/>
          <w:trHeight w:val="65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9476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25613" w14:textId="7B7E2E32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Вывоз грунта не загрязненного опасными веществами на ближайший полигон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DD43" w14:textId="32BF3CD6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  <w:r w:rsidRPr="00156ABF">
              <w:rPr>
                <w:szCs w:val="24"/>
                <w:lang w:val="en-US"/>
              </w:rPr>
              <w:t>/</w:t>
            </w:r>
            <w:r w:rsidRPr="00156ABF">
              <w:rPr>
                <w:szCs w:val="24"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1C53" w14:textId="397FCC40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410,25</w:t>
            </w:r>
            <w:r w:rsidRPr="00156ABF">
              <w:rPr>
                <w:szCs w:val="24"/>
                <w:lang w:val="en-US"/>
              </w:rPr>
              <w:t>/</w:t>
            </w:r>
            <w:r w:rsidRPr="00156ABF">
              <w:rPr>
                <w:szCs w:val="24"/>
              </w:rPr>
              <w:t>656,4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CE52" w14:textId="77777777" w:rsidR="007E4A91" w:rsidRPr="00156ABF" w:rsidRDefault="007E4A91" w:rsidP="007E4A91">
            <w:pPr>
              <w:suppressAutoHyphens/>
              <w:ind w:left="153" w:right="57" w:firstLine="3"/>
              <w:jc w:val="left"/>
              <w:rPr>
                <w:i/>
                <w:iCs/>
                <w:sz w:val="16"/>
                <w:szCs w:val="16"/>
              </w:rPr>
            </w:pPr>
            <w:r w:rsidRPr="00156ABF">
              <w:rPr>
                <w:i/>
                <w:iCs/>
                <w:sz w:val="16"/>
                <w:szCs w:val="16"/>
              </w:rPr>
              <w:t>Траншея</w:t>
            </w:r>
          </w:p>
          <w:p w14:paraId="4BF84C7B" w14:textId="3AFC1880" w:rsidR="007E4A91" w:rsidRPr="00156ABF" w:rsidRDefault="007E4A91" w:rsidP="007E4A91">
            <w:pPr>
              <w:suppressAutoHyphens/>
              <w:ind w:left="153" w:right="57" w:firstLine="3"/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c</w:t>
            </w:r>
            <w:r w:rsidRPr="00156ABF">
              <w:rPr>
                <w:i/>
                <w:iCs/>
                <w:sz w:val="16"/>
                <w:szCs w:val="16"/>
              </w:rPr>
              <w:t xml:space="preserve"> учётом 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>K</w:t>
            </w:r>
            <w:r w:rsidRPr="00156ABF">
              <w:rPr>
                <w:i/>
                <w:iCs/>
                <w:sz w:val="16"/>
                <w:szCs w:val="16"/>
              </w:rPr>
              <w:t xml:space="preserve">плот=1,6, </w:t>
            </w:r>
            <w:proofErr w:type="spellStart"/>
            <w:r w:rsidRPr="00156ABF">
              <w:rPr>
                <w:i/>
                <w:iCs/>
                <w:sz w:val="16"/>
                <w:szCs w:val="16"/>
              </w:rPr>
              <w:t>Кразр</w:t>
            </w:r>
            <w:proofErr w:type="spellEnd"/>
            <w:r w:rsidRPr="00156ABF">
              <w:rPr>
                <w:i/>
                <w:iCs/>
                <w:sz w:val="16"/>
                <w:szCs w:val="16"/>
              </w:rPr>
              <w:t xml:space="preserve">=1,27 и </w:t>
            </w:r>
            <w:proofErr w:type="spellStart"/>
            <w:r w:rsidRPr="00156ABF">
              <w:rPr>
                <w:i/>
                <w:iCs/>
                <w:sz w:val="16"/>
                <w:szCs w:val="16"/>
              </w:rPr>
              <w:t>Кост.разр</w:t>
            </w:r>
            <w:proofErr w:type="spellEnd"/>
            <w:r w:rsidRPr="00156ABF">
              <w:rPr>
                <w:i/>
                <w:iCs/>
                <w:sz w:val="16"/>
                <w:szCs w:val="16"/>
              </w:rPr>
              <w:t>=1,05.</w:t>
            </w:r>
          </w:p>
        </w:tc>
      </w:tr>
      <w:tr w:rsidR="007E4A91" w:rsidRPr="00156ABF" w14:paraId="04EEF14E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1AE01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D3C20" w14:textId="43C6C917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Прокладка труб ПЭ100 ПНД SDR17 </w:t>
            </w:r>
            <w:r w:rsidRPr="00156ABF">
              <w:rPr>
                <w:rFonts w:ascii="Cambria Math" w:hAnsi="Cambria Math" w:cs="Cambria Math"/>
                <w:szCs w:val="24"/>
              </w:rPr>
              <w:t>∅</w:t>
            </w:r>
            <w:r w:rsidRPr="00156ABF">
              <w:rPr>
                <w:szCs w:val="24"/>
              </w:rPr>
              <w:t>160мм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85058" w14:textId="25BF7671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п.м.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F2D10" w14:textId="05319078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2169,5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AAA2" w14:textId="6A78F59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iCs/>
                <w:sz w:val="16"/>
                <w:szCs w:val="16"/>
              </w:rPr>
            </w:pPr>
          </w:p>
        </w:tc>
      </w:tr>
      <w:tr w:rsidR="007E4A91" w:rsidRPr="00156ABF" w14:paraId="48EB22FE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8B20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FF257" w14:textId="5F3693F4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Покрытие кабеля плиткой ПЗК 240х480х16 вдоль трассы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B16D" w14:textId="4BD6E749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5074" w14:textId="3013FB72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3003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5246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1581A7F5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FC7DD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3417A" w14:textId="63060631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Уплотнение кабеля в трубе, УКПТ (d175/50)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CE26" w14:textId="1D3D4481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3FB4" w14:textId="70C2AF96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A333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7C1CB6B7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93209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15670" w14:textId="5B19FE03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Устройство горизонтального направленного бурения (</w:t>
            </w:r>
            <w:r w:rsidRPr="00156ABF">
              <w:rPr>
                <w:b/>
                <w:szCs w:val="24"/>
                <w:u w:val="single"/>
              </w:rPr>
              <w:t>ГНБ №1</w:t>
            </w:r>
            <w:r w:rsidRPr="00156ABF">
              <w:rPr>
                <w:szCs w:val="24"/>
                <w:u w:val="singl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F85B" w14:textId="5AB371AF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ед./м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8397" w14:textId="1A8911AD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1/44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0B19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27E74559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7540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1124E" w14:textId="02CE8593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рытье приемного </w:t>
            </w:r>
            <w:proofErr w:type="spellStart"/>
            <w:r w:rsidRPr="00156ABF">
              <w:rPr>
                <w:szCs w:val="24"/>
              </w:rPr>
              <w:t>котловано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367E" w14:textId="6298B09E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шт./м³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58CA" w14:textId="55271F14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1/8,00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0F22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5CA5B863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C316F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161D0" w14:textId="5B5EC0FB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рытье котлована под откачку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5762" w14:textId="5D1E4050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16E1" w14:textId="57B90D71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0,08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8C21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20B0F7FA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F851B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24029" w14:textId="56C27907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рытье котлована под пайку труб ПНД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45F8E" w14:textId="7DA9D7EF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8B66" w14:textId="61EFABAD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0,21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A677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4B915480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5F601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B6972" w14:textId="2EA01FDA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водоотлив из котлованов, мокрого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EF2A" w14:textId="4FF2AB43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F34E" w14:textId="688FE5E5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4,8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B107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1AE4B412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38F30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8F25E" w14:textId="5B3A6AED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монтаж комплекса установки ГНБ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B007" w14:textId="6B24DDE9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proofErr w:type="spellStart"/>
            <w:r w:rsidRPr="00156ABF">
              <w:rPr>
                <w:szCs w:val="24"/>
              </w:rPr>
              <w:t>устан</w:t>
            </w:r>
            <w:proofErr w:type="spellEnd"/>
            <w:r w:rsidRPr="00156ABF">
              <w:rPr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BD900" w14:textId="7FDD23CA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DABF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375064AD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CADCC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46565" w14:textId="51BF6556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пилотное бурение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97F3" w14:textId="369F85B0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3152" w14:textId="645D738E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144B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417EC11C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31C1D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A4128" w14:textId="5EB82A1C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расширение скважины D=400мм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24CFB" w14:textId="704FE4E3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34E3" w14:textId="1B52086B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E479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6326D4C3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33021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A3D79" w14:textId="398824F9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протягивание трубопровода в скважину (труба D=160мм)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42D7" w14:textId="36FF36BB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23ED" w14:textId="7946E126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88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EB47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5C8646EA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CD27B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39E82" w14:textId="6A26CB96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демонтаж комплекса установки ГНБ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DBA8" w14:textId="6D5D2E9A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proofErr w:type="spellStart"/>
            <w:r w:rsidRPr="00156ABF">
              <w:rPr>
                <w:szCs w:val="24"/>
              </w:rPr>
              <w:t>устан</w:t>
            </w:r>
            <w:proofErr w:type="spellEnd"/>
            <w:r w:rsidRPr="00156ABF">
              <w:rPr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B4BE" w14:textId="3A30B280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A867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4D110260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B747F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0FEC9" w14:textId="4CB80BF7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засыпка рабочего и приемного котлованов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25E8" w14:textId="4BAFCDCF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1AA9" w14:textId="55AA8820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9,32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9605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34F9ABC9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FE6F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1AED6" w14:textId="277F090C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вывоз шлама не загрязненного опасными веществами на ближайший полигон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F84B" w14:textId="4F8AE282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4A10" w14:textId="1B85F511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22,10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021C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464A187A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02006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9767F" w14:textId="6CF8BCFE" w:rsidR="007E4A91" w:rsidRPr="00156ABF" w:rsidRDefault="007E4A91" w:rsidP="007E4A91">
            <w:pPr>
              <w:suppressAutoHyphens/>
              <w:ind w:left="131" w:right="126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затягивание кабеля АПвПу2г-10 1х240/70 в трубу ПЭ100 SDR17 </w:t>
            </w:r>
            <w:r w:rsidRPr="00156ABF">
              <w:rPr>
                <w:rFonts w:ascii="Cambria Math" w:hAnsi="Cambria Math" w:cs="Cambria Math"/>
                <w:szCs w:val="24"/>
              </w:rPr>
              <w:t>∅</w:t>
            </w:r>
            <w:r w:rsidRPr="00156ABF">
              <w:rPr>
                <w:szCs w:val="24"/>
              </w:rPr>
              <w:t>160мм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CAB0" w14:textId="2C185414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B8FF" w14:textId="66CDC575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0087" w14:textId="0ECBF146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N</w:t>
            </w:r>
            <w:r w:rsidRPr="00156ABF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7E4A91" w:rsidRPr="00156ABF" w14:paraId="60C2DA12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E0EC0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8B464" w14:textId="3FA73D07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Устройство горизонтального направленного бурения (</w:t>
            </w:r>
            <w:r w:rsidRPr="00156ABF">
              <w:rPr>
                <w:b/>
                <w:szCs w:val="24"/>
                <w:u w:val="single"/>
              </w:rPr>
              <w:t>ГНБ №2</w:t>
            </w:r>
            <w:r w:rsidRPr="00156ABF">
              <w:rPr>
                <w:szCs w:val="24"/>
                <w:u w:val="singl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3598" w14:textId="5E330E56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ед./м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FD2F" w14:textId="529B3E4B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1/71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BC4D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56DCCDA7" w14:textId="77777777" w:rsidTr="001A3CE8">
        <w:trPr>
          <w:cantSplit/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C75F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15164" w14:textId="62D1B109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рытье рабочего и приемного котлованов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46EA" w14:textId="21818F19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шт./м³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53D3" w14:textId="025B69FC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2/16,00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B72B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5704A8E0" w14:textId="77777777" w:rsidTr="001A3CE8">
        <w:trPr>
          <w:cantSplit/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A621F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33307" w14:textId="07FD88FF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рытье котлована под откачку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5F72" w14:textId="247D44B4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7253" w14:textId="74C18259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0,16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D928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65A31D41" w14:textId="77777777" w:rsidTr="001A3CE8">
        <w:trPr>
          <w:cantSplit/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F6EF1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FFE05" w14:textId="3EB2808A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рытье котлована под пайку труб ПНД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0A4A" w14:textId="60F9F517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981E" w14:textId="703C4DB7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0,42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C8B91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6CB8C437" w14:textId="77777777" w:rsidTr="001A3CE8">
        <w:trPr>
          <w:cantSplit/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62FD0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5194D" w14:textId="547E67EE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водоотлив из котлованов, мокрого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778A" w14:textId="1065F872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B76F" w14:textId="4B054D34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9,6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F00C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0E35ECE6" w14:textId="77777777" w:rsidTr="001A3CE8">
        <w:trPr>
          <w:cantSplit/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C533E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21C4F" w14:textId="108ABFFF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монтаж комплекса установки ГНБ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D1AD" w14:textId="35F448D8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proofErr w:type="spellStart"/>
            <w:r w:rsidRPr="00156ABF">
              <w:rPr>
                <w:szCs w:val="24"/>
              </w:rPr>
              <w:t>устан</w:t>
            </w:r>
            <w:proofErr w:type="spellEnd"/>
            <w:r w:rsidRPr="00156ABF">
              <w:rPr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9E8F" w14:textId="779B4A93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9D14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56E5661B" w14:textId="77777777" w:rsidTr="001A3CE8">
        <w:trPr>
          <w:cantSplit/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DE4EF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47334" w14:textId="1B88EDE1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пилотное бурение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4538" w14:textId="6F1A899B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3913" w14:textId="60F8AB5D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A95E5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265B2AC8" w14:textId="77777777" w:rsidTr="001A3CE8">
        <w:trPr>
          <w:cantSplit/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AF393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F191C" w14:textId="6119BF55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расширение скважины D=400мм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FE52" w14:textId="33CE1704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5DA4" w14:textId="3C3701FF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2BDA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21F96B07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4F34E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6B71A" w14:textId="69BE3197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протягивание трубопровода в скважину (труба D=160мм)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2A07" w14:textId="40815B7A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1041" w14:textId="6CBB1653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472EC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66241F5B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BB438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DCFE4" w14:textId="1DAF74C5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демонтаж комплекса установки ГНБ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27EF" w14:textId="6F1F679B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proofErr w:type="spellStart"/>
            <w:r w:rsidRPr="00156ABF">
              <w:rPr>
                <w:szCs w:val="24"/>
              </w:rPr>
              <w:t>устан</w:t>
            </w:r>
            <w:proofErr w:type="spellEnd"/>
            <w:r w:rsidRPr="00156ABF">
              <w:rPr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C7F4" w14:textId="22D68E6F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A418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6ACB4F55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3E2D1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12FF5" w14:textId="1C230C2C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засыпка рабочего и приемного котлованов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C782" w14:textId="0796B148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A996" w14:textId="6994F4D2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15,04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8D6C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57349ECF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F6DB0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FAB84" w14:textId="31D25633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вывоз шлама не загрязненного опасными веществами на ближайший полигон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B1BB" w14:textId="6D41BB77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376A" w14:textId="14732603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35,67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A73D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6341743D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D4843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9FCBF" w14:textId="16D9CEA7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затягивание кабеля АПвПу2г-10 1х240/70 в трубу ПЭ100 SDR17 </w:t>
            </w:r>
            <w:r w:rsidRPr="00156ABF">
              <w:rPr>
                <w:rFonts w:ascii="Cambria Math" w:hAnsi="Cambria Math" w:cs="Cambria Math"/>
                <w:szCs w:val="24"/>
              </w:rPr>
              <w:t>∅</w:t>
            </w:r>
            <w:r w:rsidRPr="00156ABF">
              <w:rPr>
                <w:szCs w:val="24"/>
              </w:rPr>
              <w:t>160мм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ED06" w14:textId="558B56BE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DD84" w14:textId="75F3CF77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213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DEBB" w14:textId="513DDD8E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N</w:t>
            </w:r>
            <w:r w:rsidRPr="00156ABF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7E4A91" w:rsidRPr="00156ABF" w14:paraId="60D3344F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52CDD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6F8EC" w14:textId="45A9BC15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Устройство горизонтального направленного бурения (</w:t>
            </w:r>
            <w:r w:rsidRPr="00156ABF">
              <w:rPr>
                <w:b/>
                <w:szCs w:val="24"/>
                <w:u w:val="single"/>
              </w:rPr>
              <w:t>ГНБ №3</w:t>
            </w:r>
            <w:r w:rsidRPr="00156ABF">
              <w:rPr>
                <w:szCs w:val="24"/>
                <w:u w:val="singl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3904" w14:textId="67F9CDBC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ед./м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5301" w14:textId="2665AA24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1/51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0D46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7A499C25" w14:textId="77777777" w:rsidTr="004B4CBE">
        <w:trPr>
          <w:cantSplit/>
          <w:trHeight w:val="56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8FCAE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24F65" w14:textId="4168A9EE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рытье приемного </w:t>
            </w:r>
            <w:proofErr w:type="spellStart"/>
            <w:r w:rsidRPr="00156ABF">
              <w:rPr>
                <w:szCs w:val="24"/>
              </w:rPr>
              <w:t>котловано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814C" w14:textId="32977517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шт./м³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35E0" w14:textId="57CAC206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1/</w:t>
            </w:r>
            <w:r w:rsidRPr="00156ABF">
              <w:rPr>
                <w:szCs w:val="24"/>
                <w:lang w:val="en-US"/>
              </w:rPr>
              <w:t>8</w:t>
            </w:r>
            <w:r w:rsidRPr="00156ABF">
              <w:rPr>
                <w:szCs w:val="24"/>
              </w:rPr>
              <w:t>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4901F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75856195" w14:textId="77777777" w:rsidTr="004B4CBE">
        <w:trPr>
          <w:cantSplit/>
          <w:trHeight w:val="56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8420E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B14C9" w14:textId="2F157A0A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рытье котлована под откачку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4D0C" w14:textId="65F78FBF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D79BC" w14:textId="754AEC3F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0,08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F9DD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35A91896" w14:textId="77777777" w:rsidTr="004B4CBE">
        <w:trPr>
          <w:cantSplit/>
          <w:trHeight w:val="56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D8A37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C27D6" w14:textId="29647856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рытье котлована под пайку труб ПНД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1E00" w14:textId="0E6931F1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B6FF" w14:textId="7DAC6B09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  <w:lang w:val="en-US"/>
              </w:rPr>
            </w:pPr>
            <w:r w:rsidRPr="00156ABF">
              <w:rPr>
                <w:szCs w:val="24"/>
              </w:rPr>
              <w:t>0,</w:t>
            </w:r>
            <w:r w:rsidRPr="00156ABF">
              <w:rPr>
                <w:szCs w:val="24"/>
                <w:lang w:val="en-US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13C09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09B5E680" w14:textId="77777777" w:rsidTr="004B4CBE">
        <w:trPr>
          <w:cantSplit/>
          <w:trHeight w:val="56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0FAE0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528B0" w14:textId="4703DCA4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водоотлив из котлованов, мокрого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9C16" w14:textId="7A345DE9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E204" w14:textId="581475DE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  <w:lang w:val="en-US"/>
              </w:rPr>
            </w:pPr>
            <w:r w:rsidRPr="00156ABF">
              <w:rPr>
                <w:szCs w:val="24"/>
                <w:lang w:val="en-US"/>
              </w:rPr>
              <w:t>4</w:t>
            </w:r>
            <w:r w:rsidRPr="00156ABF">
              <w:rPr>
                <w:szCs w:val="24"/>
              </w:rPr>
              <w:t>,</w:t>
            </w:r>
            <w:r w:rsidRPr="00156ABF">
              <w:rPr>
                <w:szCs w:val="24"/>
                <w:lang w:val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8E1E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31D757B7" w14:textId="77777777" w:rsidTr="004B4CBE">
        <w:trPr>
          <w:cantSplit/>
          <w:trHeight w:val="56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8688F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0084C" w14:textId="1548927A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монтаж комплекса установки ГНБ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16FC" w14:textId="1C281E9A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proofErr w:type="spellStart"/>
            <w:r w:rsidRPr="00156ABF">
              <w:rPr>
                <w:szCs w:val="24"/>
              </w:rPr>
              <w:t>устан</w:t>
            </w:r>
            <w:proofErr w:type="spellEnd"/>
            <w:r w:rsidRPr="00156ABF">
              <w:rPr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B768" w14:textId="4A2AA9F9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0645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0DBA9DF3" w14:textId="77777777" w:rsidTr="004B4CBE">
        <w:trPr>
          <w:cantSplit/>
          <w:trHeight w:val="56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CC85F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FA386" w14:textId="61C79FDA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пилотное бурение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42AA" w14:textId="424C6BB3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5EAF" w14:textId="0670A69A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81AD7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472BF02E" w14:textId="77777777" w:rsidTr="004B4CBE">
        <w:trPr>
          <w:cantSplit/>
          <w:trHeight w:val="56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A1FDC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517AE" w14:textId="2B8BA4E6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расширение скважины D=400мм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6978" w14:textId="2741CC4B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F2CB" w14:textId="3A19CB26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1330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53E1AD0E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9E315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99CAF" w14:textId="2023A8CE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протягивание трубопровода в скважину (труба D=160мм)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A963" w14:textId="130FAAA6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AFD34" w14:textId="1F877299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7D3F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0C4FFEAB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3C1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62BA5" w14:textId="6BA7F1D9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демонтаж комплекса установки ГНБ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2C31" w14:textId="24F60B5E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proofErr w:type="spellStart"/>
            <w:r w:rsidRPr="00156ABF">
              <w:rPr>
                <w:szCs w:val="24"/>
              </w:rPr>
              <w:t>устан</w:t>
            </w:r>
            <w:proofErr w:type="spellEnd"/>
            <w:r w:rsidRPr="00156ABF">
              <w:rPr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FFB5" w14:textId="0E1EE09B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AAD87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007FA8F9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ABE0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3B4B2" w14:textId="08EEDF30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засыпка приемного котлована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0879" w14:textId="4D828F83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F4CF" w14:textId="617EDC60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10,81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5D93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190E34B3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20065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5F569" w14:textId="373BAF67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вывоз шлама не загрязненного опасными веществами на ближайший полигон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B6D5" w14:textId="07C4D332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BC42" w14:textId="6470C359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25,62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F044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5BAC23C5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88241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9DF8A" w14:textId="0EE12671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затягивание кабеля АПвПу2г-10 1х240/70 в трубу ПЭ100 SDR17 </w:t>
            </w:r>
            <w:r w:rsidRPr="00156ABF">
              <w:rPr>
                <w:rFonts w:ascii="Cambria Math" w:hAnsi="Cambria Math" w:cs="Cambria Math"/>
                <w:szCs w:val="24"/>
              </w:rPr>
              <w:t>∅</w:t>
            </w:r>
            <w:r w:rsidRPr="00156ABF">
              <w:rPr>
                <w:szCs w:val="24"/>
              </w:rPr>
              <w:t>160мм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8880" w14:textId="5C6D305A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6865" w14:textId="2A04A981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D8FD" w14:textId="5EE2B66D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N</w:t>
            </w:r>
            <w:r w:rsidRPr="00156ABF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7E4A91" w:rsidRPr="00156ABF" w14:paraId="5D3CDFEB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F92C6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E746B" w14:textId="4E26B6FF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Устройство горизонтального направленного бурения (</w:t>
            </w:r>
            <w:r w:rsidRPr="00156ABF">
              <w:rPr>
                <w:b/>
                <w:szCs w:val="24"/>
                <w:u w:val="single"/>
              </w:rPr>
              <w:t>ГНБ №4</w:t>
            </w:r>
            <w:r w:rsidRPr="00156ABF">
              <w:rPr>
                <w:szCs w:val="24"/>
                <w:u w:val="singl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1971" w14:textId="5A5958AE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ед./м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E574" w14:textId="0C7B0D61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1/14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8986F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3AB16B18" w14:textId="77777777" w:rsidTr="00A73093">
        <w:trPr>
          <w:cantSplit/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7357B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B73DF" w14:textId="4D9E93F9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рытье рабочего и приемного котлованов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8F0BB" w14:textId="579F89E1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шт./м³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EAAF" w14:textId="32462F03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2/16,00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109F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55320635" w14:textId="77777777" w:rsidTr="00A73093">
        <w:trPr>
          <w:cantSplit/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64E90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0B1CB" w14:textId="2EDBCA5F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рытье котлована под откачку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9D87" w14:textId="40EF6E03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0347" w14:textId="43D37195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0,08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C6B0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1B69A5B0" w14:textId="77777777" w:rsidTr="00A73093">
        <w:trPr>
          <w:cantSplit/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508E6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3641A" w14:textId="38E568A1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рытье котлована под пайку труб ПНД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1FBA" w14:textId="53EBA960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D3B9" w14:textId="3484C098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0,21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400A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2BE8AE51" w14:textId="77777777" w:rsidTr="00A73093">
        <w:trPr>
          <w:cantSplit/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6138D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8CE0E" w14:textId="777C673C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водоотлив из котлованов, мокрого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D404" w14:textId="7A9153B7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6AA0" w14:textId="293B6E5A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4,8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E7FC6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056A61E6" w14:textId="77777777" w:rsidTr="00A73093">
        <w:trPr>
          <w:cantSplit/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415BF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2FC55" w14:textId="6D6A64DE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монтаж комплекса установки ГНБ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0858" w14:textId="25AC98C7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proofErr w:type="spellStart"/>
            <w:r w:rsidRPr="00156ABF">
              <w:rPr>
                <w:szCs w:val="24"/>
              </w:rPr>
              <w:t>устан</w:t>
            </w:r>
            <w:proofErr w:type="spellEnd"/>
            <w:r w:rsidRPr="00156ABF">
              <w:rPr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EC09" w14:textId="762AE0C3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0DD5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0E8E3935" w14:textId="77777777" w:rsidTr="00A73093">
        <w:trPr>
          <w:cantSplit/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1685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BDE70" w14:textId="3596D7E4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пилотное бурение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144D" w14:textId="76E50B6F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AEDC" w14:textId="6FB0C7CF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14,00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F314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296731A5" w14:textId="77777777" w:rsidTr="00A73093">
        <w:trPr>
          <w:cantSplit/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5724F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F022F" w14:textId="2DE42433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расширение скважины D=600мм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BBD7" w14:textId="4CD8DB31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E25F" w14:textId="6C987DD4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14,00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4A5A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67DB1F9D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83D56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60780" w14:textId="481B550A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протягивание трубопровода в скважину (труба D=160мм)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8BB3" w14:textId="5B9A3274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E0F78" w14:textId="1A75EEC2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98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4656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71BD75A9" w14:textId="77777777" w:rsidTr="004B4CBE">
        <w:trPr>
          <w:cantSplit/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8CA16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D9817" w14:textId="04F08895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демонтаж комплекса установки ГНБ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8BFD" w14:textId="1AB46245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proofErr w:type="spellStart"/>
            <w:r w:rsidRPr="00156ABF">
              <w:rPr>
                <w:szCs w:val="24"/>
              </w:rPr>
              <w:t>устан</w:t>
            </w:r>
            <w:proofErr w:type="spellEnd"/>
            <w:r w:rsidRPr="00156ABF">
              <w:rPr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3664" w14:textId="10942E52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E46C3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1C0159C6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7D7E6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23DA4" w14:textId="2294FC0A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засыпка рабочего и приемного котлованов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3810F" w14:textId="4895BD89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1D67" w14:textId="631F79A6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15,64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C31F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06FCF8C3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DCEC7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29DEF" w14:textId="779C9627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вывоз шлама не загрязненного опасными веществами на ближайший полигон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9432" w14:textId="4D3942E3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08C0" w14:textId="68823794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14,89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6546" w14:textId="77777777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</w:p>
        </w:tc>
      </w:tr>
      <w:tr w:rsidR="007E4A91" w:rsidRPr="00156ABF" w14:paraId="303E0134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6CE6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0A42D" w14:textId="0E2A3C86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затягивание кабеля АПвПу2г-10 1х240/70 в трубу ПЭ100 SDR17 </w:t>
            </w:r>
            <w:r w:rsidRPr="00156ABF">
              <w:rPr>
                <w:rFonts w:ascii="Cambria Math" w:hAnsi="Cambria Math" w:cs="Cambria Math"/>
                <w:szCs w:val="24"/>
              </w:rPr>
              <w:t>∅</w:t>
            </w:r>
            <w:r w:rsidRPr="00156ABF">
              <w:rPr>
                <w:szCs w:val="24"/>
              </w:rPr>
              <w:t>160мм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060C" w14:textId="5CD818A0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E0F0" w14:textId="50AB4762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244A" w14:textId="529B1913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sz w:val="16"/>
                <w:szCs w:val="16"/>
              </w:rPr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N</w:t>
            </w:r>
            <w:r w:rsidRPr="00156ABF">
              <w:rPr>
                <w:i/>
                <w:iCs/>
                <w:sz w:val="16"/>
                <w:szCs w:val="16"/>
              </w:rPr>
              <w:t>1,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 N</w:t>
            </w:r>
            <w:r w:rsidRPr="00156ABF">
              <w:rPr>
                <w:i/>
                <w:iCs/>
                <w:sz w:val="16"/>
                <w:szCs w:val="16"/>
              </w:rPr>
              <w:t>3 и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 N</w:t>
            </w:r>
            <w:r w:rsidRPr="00156ABF">
              <w:rPr>
                <w:i/>
                <w:iCs/>
                <w:sz w:val="16"/>
                <w:szCs w:val="16"/>
              </w:rPr>
              <w:t xml:space="preserve">4 </w:t>
            </w:r>
          </w:p>
        </w:tc>
      </w:tr>
      <w:tr w:rsidR="007E4A91" w:rsidRPr="00156ABF" w14:paraId="22B51B6F" w14:textId="77777777" w:rsidTr="000F23EE">
        <w:trPr>
          <w:cantSplit/>
          <w:trHeight w:val="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18B40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7F1A6" w14:textId="37182706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затягивание кабеля АПвПу2г-10 1х185/70 в трубу ПЭ100 SDR17 </w:t>
            </w:r>
            <w:r w:rsidRPr="00156ABF">
              <w:rPr>
                <w:rFonts w:ascii="Cambria Math" w:hAnsi="Cambria Math" w:cs="Cambria Math"/>
                <w:szCs w:val="24"/>
              </w:rPr>
              <w:t>∅</w:t>
            </w:r>
            <w:r w:rsidRPr="00156ABF">
              <w:rPr>
                <w:szCs w:val="24"/>
              </w:rPr>
              <w:t>160мм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195D" w14:textId="203E311C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D722" w14:textId="6E92C4CB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84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FEBA" w14:textId="259D3242" w:rsidR="007E4A91" w:rsidRPr="00156ABF" w:rsidRDefault="007E4A91" w:rsidP="007E4A91">
            <w:pPr>
              <w:suppressAutoHyphens/>
              <w:ind w:left="145" w:right="57" w:firstLine="11"/>
              <w:jc w:val="left"/>
              <w:rPr>
                <w:i/>
                <w:iCs/>
                <w:sz w:val="16"/>
                <w:szCs w:val="16"/>
                <w:lang w:val="en-US"/>
              </w:rPr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N2</w:t>
            </w:r>
            <w:r w:rsidRPr="00156ABF">
              <w:rPr>
                <w:i/>
                <w:iCs/>
                <w:sz w:val="16"/>
                <w:szCs w:val="16"/>
              </w:rPr>
              <w:t xml:space="preserve"> и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 N</w:t>
            </w:r>
            <w:r w:rsidRPr="00156ABF">
              <w:rPr>
                <w:i/>
                <w:iCs/>
                <w:sz w:val="16"/>
                <w:szCs w:val="16"/>
              </w:rPr>
              <w:t>5</w:t>
            </w:r>
          </w:p>
        </w:tc>
      </w:tr>
      <w:tr w:rsidR="007E4A91" w:rsidRPr="00156ABF" w14:paraId="7C6EA174" w14:textId="77777777" w:rsidTr="009A09A2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65172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F4CBF" w14:textId="4B0360FF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Устройство горизонтального направленного бурения (</w:t>
            </w:r>
            <w:r w:rsidRPr="00156ABF">
              <w:rPr>
                <w:b/>
                <w:szCs w:val="24"/>
                <w:u w:val="single"/>
              </w:rPr>
              <w:t>ГНБ №5</w:t>
            </w:r>
            <w:r w:rsidRPr="00156ABF">
              <w:rPr>
                <w:szCs w:val="24"/>
                <w:u w:val="singl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F60F" w14:textId="67A8958D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ед./м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598A" w14:textId="4080F6D8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1/20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F6E5" w14:textId="77777777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4C167029" w14:textId="77777777" w:rsidTr="009A09A2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4DF6B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BE482" w14:textId="09741C0B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рытье рабочего и приемного котлованов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4ADC" w14:textId="46648E17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шт./м³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A8AD" w14:textId="398DAAD7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1/8,00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A4A8" w14:textId="77777777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15847FFC" w14:textId="77777777" w:rsidTr="009A09A2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9B867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4034A" w14:textId="4D343F4E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рытье котлована под откачку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E661" w14:textId="686D6648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EF6E" w14:textId="47F9B4EB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0,08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20C9" w14:textId="77777777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1D5B8274" w14:textId="77777777" w:rsidTr="009A09A2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EAC88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DA9E8" w14:textId="519E7044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рытье котлована под пайку труб ПНД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1494" w14:textId="4645B2D3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4FCE" w14:textId="7AEA257C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0,21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43BE" w14:textId="77777777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7AF85D94" w14:textId="77777777" w:rsidTr="009A09A2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858FB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A81E9" w14:textId="03AD0847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водоотлив из котлованов, мокрого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6A44" w14:textId="20233395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6308" w14:textId="0FC4FB81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4,8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9D1" w14:textId="77777777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09E8E315" w14:textId="77777777" w:rsidTr="009A09A2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73BE9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247DC" w14:textId="71C9A41A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монтаж комплекса установки ГНБ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CA8B" w14:textId="5FA98051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proofErr w:type="spellStart"/>
            <w:r w:rsidRPr="00156ABF">
              <w:rPr>
                <w:szCs w:val="24"/>
              </w:rPr>
              <w:t>устан</w:t>
            </w:r>
            <w:proofErr w:type="spellEnd"/>
            <w:r w:rsidRPr="00156ABF">
              <w:rPr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07A4" w14:textId="04AC8702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13EB" w14:textId="77777777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547179F6" w14:textId="77777777" w:rsidTr="009A09A2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C65C2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8A81B" w14:textId="69C41A8F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пилотное бурение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EB7B" w14:textId="233BE10E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6EBA" w14:textId="04ADBD55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20,00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B361" w14:textId="77777777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2497A65E" w14:textId="77777777" w:rsidTr="009A09A2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B01FC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7E6E7" w14:textId="5FBA4D2E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расширение скважины D=600мм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1B43" w14:textId="092FD6CC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CB02F" w14:textId="1D916AFD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20,00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C28F" w14:textId="77777777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16ED303A" w14:textId="77777777" w:rsidTr="009A09A2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62363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8727D" w14:textId="1AB43FFD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протягивание трубопровода в скважину (труба D=160мм)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D2A56" w14:textId="10079DE9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E1B6" w14:textId="7025236A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CCFF" w14:textId="77777777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7A8F07E1" w14:textId="77777777" w:rsidTr="009A09A2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FCF87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93933" w14:textId="66BD6A86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демонтаж комплекса установки ГНБ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1420" w14:textId="0BAC856D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proofErr w:type="spellStart"/>
            <w:r w:rsidRPr="00156ABF">
              <w:rPr>
                <w:szCs w:val="24"/>
              </w:rPr>
              <w:t>устан</w:t>
            </w:r>
            <w:proofErr w:type="spellEnd"/>
            <w:r w:rsidRPr="00156ABF">
              <w:rPr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C4C0" w14:textId="74876BE7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CB46" w14:textId="77777777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0DFBA9DA" w14:textId="77777777" w:rsidTr="009A09A2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E3F91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98F30" w14:textId="440CE5B5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- засыпка приемного котлована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2BC3" w14:textId="5A3DBEC5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8D1E" w14:textId="4D11B165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7,82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70FE" w14:textId="77777777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1AB34584" w14:textId="77777777" w:rsidTr="009A09A2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FC10D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DD3B0" w14:textId="757AB707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вывоз шлама не загрязненного опасными веществами на ближайший полигон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B0BF" w14:textId="7FCC8053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76DD" w14:textId="0AEC7CA7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21,27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D035" w14:textId="77777777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7D7D20F9" w14:textId="77777777" w:rsidTr="009A09A2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9EA2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8AA36" w14:textId="603162BE" w:rsidR="007E4A91" w:rsidRPr="00156ABF" w:rsidRDefault="007E4A91" w:rsidP="007E4A91">
            <w:pPr>
              <w:suppressAutoHyphens/>
              <w:ind w:left="131" w:right="-19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затягивание кабеля АПвПу2г-10 1х240/70 в трубу ПЭ100 SDR17 </w:t>
            </w:r>
            <w:r w:rsidRPr="00156ABF">
              <w:rPr>
                <w:rFonts w:ascii="Cambria Math" w:hAnsi="Cambria Math" w:cs="Cambria Math"/>
                <w:szCs w:val="24"/>
              </w:rPr>
              <w:t>∅</w:t>
            </w:r>
            <w:r w:rsidRPr="00156ABF">
              <w:rPr>
                <w:szCs w:val="24"/>
              </w:rPr>
              <w:t>160мм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88AB" w14:textId="2F25F621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0B05" w14:textId="73C3B37E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A53E" w14:textId="27F8554C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N</w:t>
            </w:r>
            <w:r w:rsidRPr="00156ABF">
              <w:rPr>
                <w:i/>
                <w:iCs/>
                <w:sz w:val="16"/>
                <w:szCs w:val="16"/>
              </w:rPr>
              <w:t>1,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 N</w:t>
            </w:r>
            <w:r w:rsidRPr="00156ABF">
              <w:rPr>
                <w:i/>
                <w:iCs/>
                <w:sz w:val="16"/>
                <w:szCs w:val="16"/>
              </w:rPr>
              <w:t>3 и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 N</w:t>
            </w:r>
            <w:r w:rsidRPr="00156ABF">
              <w:rPr>
                <w:i/>
                <w:iCs/>
                <w:sz w:val="16"/>
                <w:szCs w:val="16"/>
              </w:rPr>
              <w:t xml:space="preserve">4 </w:t>
            </w:r>
          </w:p>
        </w:tc>
      </w:tr>
      <w:tr w:rsidR="007E4A91" w:rsidRPr="00156ABF" w14:paraId="4FEABD95" w14:textId="77777777" w:rsidTr="009A09A2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6EE69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51906" w14:textId="252630C8" w:rsidR="007E4A91" w:rsidRPr="00156ABF" w:rsidRDefault="007E4A91" w:rsidP="007E4A91">
            <w:pPr>
              <w:suppressAutoHyphens/>
              <w:ind w:left="131" w:right="-19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затягивание кабеля АПвПу2г-10 1х185/70 в трубу ПЭ100 SDR17 </w:t>
            </w:r>
            <w:r w:rsidRPr="00156ABF">
              <w:rPr>
                <w:rFonts w:ascii="Cambria Math" w:hAnsi="Cambria Math" w:cs="Cambria Math"/>
                <w:szCs w:val="24"/>
              </w:rPr>
              <w:t>∅</w:t>
            </w:r>
            <w:r w:rsidRPr="00156ABF">
              <w:rPr>
                <w:szCs w:val="24"/>
              </w:rPr>
              <w:t>160мм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BDB6" w14:textId="2B71A498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FAB5" w14:textId="104C411C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DAE0" w14:textId="1E205E8A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N2</w:t>
            </w:r>
            <w:r w:rsidRPr="00156ABF">
              <w:rPr>
                <w:i/>
                <w:iCs/>
                <w:sz w:val="16"/>
                <w:szCs w:val="16"/>
              </w:rPr>
              <w:t xml:space="preserve"> и</w:t>
            </w:r>
            <w:r w:rsidRPr="00156ABF">
              <w:rPr>
                <w:i/>
                <w:iCs/>
                <w:sz w:val="16"/>
                <w:szCs w:val="16"/>
                <w:lang w:val="en-US"/>
              </w:rPr>
              <w:t xml:space="preserve"> N</w:t>
            </w:r>
            <w:r w:rsidRPr="00156ABF">
              <w:rPr>
                <w:i/>
                <w:iCs/>
                <w:sz w:val="16"/>
                <w:szCs w:val="16"/>
              </w:rPr>
              <w:t>5</w:t>
            </w:r>
          </w:p>
        </w:tc>
      </w:tr>
      <w:tr w:rsidR="007E4A91" w:rsidRPr="00156ABF" w14:paraId="0B191721" w14:textId="77777777" w:rsidTr="009A09A2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CE4A2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BC869" w14:textId="7ED1C36D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Прокладка кабеля АПвПу2г 1х240/70 открытым способом,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2868" w14:textId="3CD83DAF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E377" w14:textId="706B57B4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1563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2339" w14:textId="5436E44A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</w:rPr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N</w:t>
            </w:r>
            <w:r w:rsidRPr="00156ABF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7E4A91" w:rsidRPr="00156ABF" w14:paraId="41BDF9D2" w14:textId="77777777" w:rsidTr="009A09A2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49B5B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89DD2" w14:textId="3AE5724D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кабель в траншее с затягиванием в трубу ПНД SDR17 </w:t>
            </w:r>
            <w:r w:rsidRPr="00156ABF">
              <w:rPr>
                <w:rFonts w:ascii="Cambria Math" w:hAnsi="Cambria Math" w:cs="Cambria Math"/>
                <w:szCs w:val="24"/>
              </w:rPr>
              <w:t>∅</w:t>
            </w:r>
            <w:r w:rsidRPr="00156ABF">
              <w:rPr>
                <w:szCs w:val="24"/>
              </w:rPr>
              <w:t>160мм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37C3" w14:textId="441B89F3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1B34" w14:textId="486C72A9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t>924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B7680" w14:textId="40224D7C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</w:rPr>
            </w:pPr>
          </w:p>
        </w:tc>
      </w:tr>
      <w:tr w:rsidR="007E4A91" w:rsidRPr="00156ABF" w14:paraId="62CB5EE6" w14:textId="77777777" w:rsidTr="009A09A2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5C7A7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92DC2" w14:textId="7457BB5D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t xml:space="preserve">- </w:t>
            </w:r>
            <w:r w:rsidRPr="00156ABF">
              <w:rPr>
                <w:szCs w:val="24"/>
              </w:rPr>
              <w:t>кабель в траншее с закрытием ПЗК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2805" w14:textId="14837763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18AB" w14:textId="50FF570D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t>627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0B39" w14:textId="7F03682F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</w:rPr>
            </w:pPr>
          </w:p>
        </w:tc>
      </w:tr>
      <w:tr w:rsidR="007E4A91" w:rsidRPr="00156ABF" w14:paraId="0B49D737" w14:textId="77777777" w:rsidTr="009A09A2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8B8D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A6C93" w14:textId="5374D03B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t xml:space="preserve">- </w:t>
            </w:r>
            <w:r w:rsidRPr="00156ABF">
              <w:rPr>
                <w:szCs w:val="24"/>
              </w:rPr>
              <w:t>устройство запаса на  компенсатор  для муфт (А5-92)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20C3" w14:textId="21FE2424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9BF1E" w14:textId="38781EA6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B97D" w14:textId="40C0C09F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1AEE184E" w14:textId="77777777" w:rsidTr="009A09A2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59BC9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64E60" w14:textId="116088CB" w:rsidR="007E4A91" w:rsidRPr="00156ABF" w:rsidRDefault="007E4A91" w:rsidP="007E4A91">
            <w:pPr>
              <w:suppressAutoHyphens/>
              <w:ind w:left="57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Прокладка кабеля АПвПу2г 1х185/70 открытым способом,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A957" w14:textId="4216612C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612B" w14:textId="2D38D70A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  <w:lang w:val="en-US"/>
              </w:rPr>
            </w:pPr>
            <w:r w:rsidRPr="00156ABF">
              <w:rPr>
                <w:szCs w:val="24"/>
                <w:lang w:val="en-US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A468" w14:textId="27830A27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N2</w:t>
            </w:r>
          </w:p>
        </w:tc>
      </w:tr>
      <w:tr w:rsidR="007E4A91" w:rsidRPr="00156ABF" w14:paraId="0FC00B24" w14:textId="77777777" w:rsidTr="009A09A2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4FF8B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  <w:lang w:val="en-US"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C4FFD" w14:textId="5C024864" w:rsidR="007E4A91" w:rsidRPr="00156ABF" w:rsidRDefault="007E4A91" w:rsidP="007E4A91">
            <w:pPr>
              <w:suppressAutoHyphens/>
              <w:ind w:left="57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кабель в траншее с затягиванием в трубу ПНД SDR17 </w:t>
            </w:r>
            <w:r w:rsidRPr="00156ABF">
              <w:rPr>
                <w:rFonts w:ascii="Cambria Math" w:hAnsi="Cambria Math" w:cs="Cambria Math"/>
                <w:szCs w:val="24"/>
              </w:rPr>
              <w:t>∅</w:t>
            </w:r>
            <w:r w:rsidRPr="00156ABF">
              <w:rPr>
                <w:szCs w:val="24"/>
              </w:rPr>
              <w:t>160мм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643D" w14:textId="3ACF8A54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755D" w14:textId="2BF14611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  <w:lang w:val="en-US"/>
              </w:rPr>
            </w:pPr>
            <w:r w:rsidRPr="00156ABF">
              <w:rPr>
                <w:lang w:val="en-US"/>
              </w:rPr>
              <w:t>979</w:t>
            </w:r>
            <w:r w:rsidRPr="00156ABF">
              <w:t>,</w:t>
            </w:r>
            <w:r w:rsidRPr="00156ABF">
              <w:rPr>
                <w:lang w:val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5EB4" w14:textId="30B032D9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77FCBD66" w14:textId="77777777" w:rsidTr="009A09A2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18BE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CF189" w14:textId="1C87A44B" w:rsidR="007E4A91" w:rsidRPr="00156ABF" w:rsidRDefault="007E4A91" w:rsidP="007E4A91">
            <w:pPr>
              <w:suppressAutoHyphens/>
              <w:ind w:left="57" w:right="57" w:firstLine="9"/>
              <w:jc w:val="left"/>
              <w:rPr>
                <w:szCs w:val="24"/>
              </w:rPr>
            </w:pPr>
            <w:r w:rsidRPr="00156ABF">
              <w:t xml:space="preserve">- </w:t>
            </w:r>
            <w:r w:rsidRPr="00156ABF">
              <w:rPr>
                <w:szCs w:val="24"/>
              </w:rPr>
              <w:t>кабель в траншее с закрытием ПЗК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DAB" w14:textId="67FA3446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6E5A" w14:textId="03E4F42D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t>1033,5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3561" w14:textId="729B86CC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27A01CAF" w14:textId="77777777" w:rsidTr="009A09A2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AF94D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AD390" w14:textId="66638B46" w:rsidR="007E4A91" w:rsidRPr="00156ABF" w:rsidRDefault="007E4A91" w:rsidP="007E4A91">
            <w:pPr>
              <w:suppressAutoHyphens/>
              <w:ind w:left="57" w:right="57" w:firstLine="9"/>
              <w:jc w:val="left"/>
              <w:rPr>
                <w:szCs w:val="24"/>
              </w:rPr>
            </w:pPr>
            <w:r w:rsidRPr="00156ABF">
              <w:t xml:space="preserve">- </w:t>
            </w:r>
            <w:r w:rsidRPr="00156ABF">
              <w:rPr>
                <w:szCs w:val="24"/>
              </w:rPr>
              <w:t>устройство запаса на  компенсатор  для муфт (А5-92)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3E4B" w14:textId="05DD4635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63D7" w14:textId="40F91331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0978" w14:textId="538F2363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18962581" w14:textId="77777777" w:rsidTr="009A09A2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9221E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EA9BE" w14:textId="60986B11" w:rsidR="007E4A91" w:rsidRPr="00156ABF" w:rsidRDefault="007E4A91" w:rsidP="007E4A91">
            <w:pPr>
              <w:suppressAutoHyphens/>
              <w:ind w:left="57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Прокладка кабеля АПвПу2г 1х240/70 открытым способом,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DDDB" w14:textId="52505A85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C98B" w14:textId="24776A7D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1638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88B3" w14:textId="3AEDB209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N</w:t>
            </w:r>
            <w:r w:rsidRPr="00156ABF">
              <w:rPr>
                <w:i/>
                <w:iCs/>
                <w:sz w:val="16"/>
                <w:szCs w:val="16"/>
              </w:rPr>
              <w:t>3</w:t>
            </w:r>
          </w:p>
        </w:tc>
      </w:tr>
      <w:tr w:rsidR="007E4A91" w:rsidRPr="00156ABF" w14:paraId="77E156DB" w14:textId="77777777" w:rsidTr="009A09A2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C74D4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AA3E8" w14:textId="6C839EDF" w:rsidR="007E4A91" w:rsidRPr="00156ABF" w:rsidRDefault="007E4A91" w:rsidP="007E4A91">
            <w:pPr>
              <w:suppressAutoHyphens/>
              <w:ind w:left="57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кабель в траншее с затягиванием в трубу ПНД SDR17 </w:t>
            </w:r>
            <w:r w:rsidRPr="00156ABF">
              <w:rPr>
                <w:rFonts w:ascii="Cambria Math" w:hAnsi="Cambria Math" w:cs="Cambria Math"/>
                <w:szCs w:val="24"/>
              </w:rPr>
              <w:t>∅</w:t>
            </w:r>
            <w:r w:rsidRPr="00156ABF">
              <w:rPr>
                <w:szCs w:val="24"/>
              </w:rPr>
              <w:t>160мм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F2A4" w14:textId="1072B5F2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650E" w14:textId="7BF3FD65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t>964,5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9E15" w14:textId="647ED514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2071EA37" w14:textId="77777777" w:rsidTr="009A09A2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DF77D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C277C" w14:textId="1DF7A9C3" w:rsidR="007E4A91" w:rsidRPr="00156ABF" w:rsidRDefault="007E4A91" w:rsidP="007E4A91">
            <w:pPr>
              <w:suppressAutoHyphens/>
              <w:ind w:left="57" w:right="57" w:firstLine="9"/>
              <w:jc w:val="left"/>
              <w:rPr>
                <w:szCs w:val="24"/>
              </w:rPr>
            </w:pPr>
            <w:r w:rsidRPr="00156ABF">
              <w:t xml:space="preserve">- </w:t>
            </w:r>
            <w:r w:rsidRPr="00156ABF">
              <w:rPr>
                <w:szCs w:val="24"/>
              </w:rPr>
              <w:t>кабель в траншее с закрытием ПЗК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BF47" w14:textId="4138537D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CA9B" w14:textId="7291A646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t>661,5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5E8C" w14:textId="70C1433F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</w:rPr>
            </w:pPr>
          </w:p>
        </w:tc>
      </w:tr>
      <w:tr w:rsidR="007E4A91" w:rsidRPr="00156ABF" w14:paraId="0FCFD1C0" w14:textId="77777777" w:rsidTr="009A09A2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31327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28A79" w14:textId="4D363010" w:rsidR="007E4A91" w:rsidRPr="00156ABF" w:rsidRDefault="007E4A91" w:rsidP="007E4A91">
            <w:pPr>
              <w:suppressAutoHyphens/>
              <w:ind w:left="57" w:right="57" w:firstLine="9"/>
              <w:jc w:val="left"/>
              <w:rPr>
                <w:szCs w:val="24"/>
              </w:rPr>
            </w:pPr>
            <w:r w:rsidRPr="00156ABF">
              <w:t xml:space="preserve">- </w:t>
            </w:r>
            <w:r w:rsidRPr="00156ABF">
              <w:rPr>
                <w:szCs w:val="24"/>
              </w:rPr>
              <w:t>устройство запаса на  компенсатор  для муфт (А5-92)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0C7D" w14:textId="32DEAE87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EAA8" w14:textId="14962D21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014E" w14:textId="413DB6B5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</w:rPr>
            </w:pPr>
          </w:p>
        </w:tc>
      </w:tr>
      <w:tr w:rsidR="007E4A91" w:rsidRPr="00156ABF" w14:paraId="5C9337E3" w14:textId="77777777" w:rsidTr="009A09A2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8215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92D54" w14:textId="49983E05" w:rsidR="007E4A91" w:rsidRPr="00156ABF" w:rsidRDefault="007E4A91" w:rsidP="007E4A91">
            <w:pPr>
              <w:suppressAutoHyphens/>
              <w:ind w:left="57" w:right="57" w:firstLine="9"/>
              <w:jc w:val="left"/>
            </w:pPr>
            <w:r w:rsidRPr="00156ABF">
              <w:rPr>
                <w:szCs w:val="24"/>
              </w:rPr>
              <w:t>Прокладка кабеля АПвПу2г 1х240/70 открытым способом,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D737" w14:textId="709028DE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41CF" w14:textId="4EBAE730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1638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5A18" w14:textId="12453323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N</w:t>
            </w:r>
            <w:r w:rsidRPr="00156ABF">
              <w:rPr>
                <w:i/>
                <w:iCs/>
                <w:sz w:val="16"/>
                <w:szCs w:val="16"/>
              </w:rPr>
              <w:t>4</w:t>
            </w:r>
          </w:p>
        </w:tc>
      </w:tr>
      <w:tr w:rsidR="007E4A91" w:rsidRPr="00156ABF" w14:paraId="0980B4F8" w14:textId="77777777" w:rsidTr="009A09A2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3F255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46BD0" w14:textId="2EDE82B2" w:rsidR="007E4A91" w:rsidRPr="00156ABF" w:rsidRDefault="007E4A91" w:rsidP="007E4A91">
            <w:pPr>
              <w:suppressAutoHyphens/>
              <w:ind w:left="57" w:right="57" w:firstLine="9"/>
              <w:jc w:val="left"/>
            </w:pPr>
            <w:r w:rsidRPr="00156ABF">
              <w:rPr>
                <w:szCs w:val="24"/>
              </w:rPr>
              <w:t xml:space="preserve">- кабель в траншее с затягиванием в трубу ПНД SDR17 </w:t>
            </w:r>
            <w:r w:rsidRPr="00156ABF">
              <w:rPr>
                <w:rFonts w:ascii="Cambria Math" w:hAnsi="Cambria Math" w:cs="Cambria Math"/>
                <w:szCs w:val="24"/>
              </w:rPr>
              <w:t>∅</w:t>
            </w:r>
            <w:r w:rsidRPr="00156ABF">
              <w:rPr>
                <w:szCs w:val="24"/>
              </w:rPr>
              <w:t>160мм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E899" w14:textId="2948A322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0DD9" w14:textId="0BECA203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t>964,5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169F" w14:textId="3F00966D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1CF4BD98" w14:textId="77777777" w:rsidTr="009A09A2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B5474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3AF1F" w14:textId="43AE74E4" w:rsidR="007E4A91" w:rsidRPr="00156ABF" w:rsidRDefault="007E4A91" w:rsidP="007E4A91">
            <w:pPr>
              <w:suppressAutoHyphens/>
              <w:ind w:left="57" w:right="57" w:firstLine="9"/>
              <w:jc w:val="left"/>
            </w:pPr>
            <w:r w:rsidRPr="00156ABF">
              <w:t xml:space="preserve">- </w:t>
            </w:r>
            <w:r w:rsidRPr="00156ABF">
              <w:rPr>
                <w:szCs w:val="24"/>
              </w:rPr>
              <w:t>кабель в траншее с закрытием ПЗК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0EF4" w14:textId="16C71D6E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868D" w14:textId="21EAA893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t>661,5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95E1" w14:textId="1497B289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349F0F68" w14:textId="77777777" w:rsidTr="009A09A2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A366C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6D502" w14:textId="7A10A099" w:rsidR="007E4A91" w:rsidRPr="00156ABF" w:rsidRDefault="007E4A91" w:rsidP="007E4A91">
            <w:pPr>
              <w:suppressAutoHyphens/>
              <w:ind w:left="57" w:right="57" w:firstLine="9"/>
              <w:jc w:val="left"/>
            </w:pPr>
            <w:r w:rsidRPr="00156ABF">
              <w:t xml:space="preserve">- </w:t>
            </w:r>
            <w:r w:rsidRPr="00156ABF">
              <w:rPr>
                <w:szCs w:val="24"/>
              </w:rPr>
              <w:t>устройство запаса на  компенсатор  для муфт (А5-92)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664D" w14:textId="6AEDFDD3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50C6" w14:textId="238B53EE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6344" w14:textId="1AA8EA91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0F191224" w14:textId="77777777" w:rsidTr="009A09A2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5880A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0C43F" w14:textId="25EC2FAF" w:rsidR="007E4A91" w:rsidRPr="00156ABF" w:rsidRDefault="007E4A91" w:rsidP="007E4A91">
            <w:pPr>
              <w:suppressAutoHyphens/>
              <w:ind w:left="57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Прокладка кабеля АПвПу2г 1х185/70 открытым способом,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56BD8" w14:textId="70EE201E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17D5" w14:textId="6B96CBDB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2277" w14:textId="24A19795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  <w:r w:rsidRPr="00156ABF">
              <w:rPr>
                <w:i/>
                <w:iCs/>
                <w:sz w:val="16"/>
                <w:szCs w:val="16"/>
                <w:lang w:val="en-US"/>
              </w:rPr>
              <w:t>N5</w:t>
            </w:r>
          </w:p>
        </w:tc>
      </w:tr>
      <w:tr w:rsidR="007E4A91" w:rsidRPr="00156ABF" w14:paraId="37CC5DB2" w14:textId="77777777" w:rsidTr="009A09A2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9990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502C6" w14:textId="25303A75" w:rsidR="007E4A91" w:rsidRPr="00156ABF" w:rsidRDefault="007E4A91" w:rsidP="007E4A91">
            <w:pPr>
              <w:suppressAutoHyphens/>
              <w:ind w:left="57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 xml:space="preserve">- кабель в траншее с затягиванием в трубу ПНД SDR17 </w:t>
            </w:r>
            <w:r w:rsidRPr="00156ABF">
              <w:rPr>
                <w:rFonts w:ascii="Cambria Math" w:hAnsi="Cambria Math" w:cs="Cambria Math"/>
                <w:szCs w:val="24"/>
              </w:rPr>
              <w:t>∅</w:t>
            </w:r>
            <w:r w:rsidRPr="00156ABF">
              <w:rPr>
                <w:szCs w:val="24"/>
              </w:rPr>
              <w:t>160мм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617D" w14:textId="463F59E5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C00C" w14:textId="1E993548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t>979,5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43259" w14:textId="3E91F63F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29B6DDCE" w14:textId="77777777" w:rsidTr="009A09A2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33594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B4648" w14:textId="409CA9BE" w:rsidR="007E4A91" w:rsidRPr="00156ABF" w:rsidRDefault="007E4A91" w:rsidP="007E4A91">
            <w:pPr>
              <w:suppressAutoHyphens/>
              <w:ind w:left="57" w:right="57" w:firstLine="9"/>
              <w:jc w:val="left"/>
              <w:rPr>
                <w:szCs w:val="24"/>
              </w:rPr>
            </w:pPr>
            <w:r w:rsidRPr="00156ABF">
              <w:t xml:space="preserve">- </w:t>
            </w:r>
            <w:r w:rsidRPr="00156ABF">
              <w:rPr>
                <w:szCs w:val="24"/>
              </w:rPr>
              <w:t>кабель в траншее с закрытием ПЗК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17FE" w14:textId="5528B949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2AF7" w14:textId="190E9549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t>1033,5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0857" w14:textId="00A0927A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190F6C39" w14:textId="77777777" w:rsidTr="009A09A2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7E666" w14:textId="77777777" w:rsidR="007E4A91" w:rsidRPr="00156ABF" w:rsidRDefault="007E4A91" w:rsidP="007E4A91">
            <w:pPr>
              <w:suppressAutoHyphens/>
              <w:ind w:left="360" w:right="0" w:firstLine="0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ECA99" w14:textId="756E6EC4" w:rsidR="007E4A91" w:rsidRPr="00156ABF" w:rsidRDefault="007E4A91" w:rsidP="007E4A91">
            <w:pPr>
              <w:suppressAutoHyphens/>
              <w:ind w:left="57" w:right="57" w:firstLine="9"/>
              <w:jc w:val="left"/>
              <w:rPr>
                <w:szCs w:val="24"/>
              </w:rPr>
            </w:pPr>
            <w:r w:rsidRPr="00156ABF">
              <w:t xml:space="preserve">- </w:t>
            </w:r>
            <w:r w:rsidRPr="00156ABF">
              <w:rPr>
                <w:szCs w:val="24"/>
              </w:rPr>
              <w:t>устройство запаса на  компенсатор  для муфт (А5-92)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0682" w14:textId="289C5136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622B" w14:textId="05E8215B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0D9F" w14:textId="2B1FFFA7" w:rsidR="007E4A91" w:rsidRPr="00156ABF" w:rsidRDefault="007E4A91" w:rsidP="007E4A91">
            <w:pPr>
              <w:suppressAutoHyphens/>
              <w:ind w:left="145" w:right="57" w:firstLine="196"/>
              <w:rPr>
                <w:i/>
                <w:iCs/>
                <w:sz w:val="16"/>
                <w:szCs w:val="16"/>
                <w:lang w:val="en-US"/>
              </w:rPr>
            </w:pPr>
          </w:p>
        </w:tc>
      </w:tr>
      <w:tr w:rsidR="007E4A91" w:rsidRPr="00156ABF" w14:paraId="059D6F07" w14:textId="77777777" w:rsidTr="00B27118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7D554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F9F39" w14:textId="0EA557C0" w:rsidR="007E4A91" w:rsidRPr="00156ABF" w:rsidRDefault="007E4A91" w:rsidP="007E4A91">
            <w:pPr>
              <w:suppressAutoHyphens/>
              <w:ind w:left="57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Установка муфты кабельной соединительной на 1х жильном кабеле с изоляцией из сшитого полиэтилена и экраном из медных проволок* на напряжение 10 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5840" w14:textId="4FE500B0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638B" w14:textId="766B870E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B299" w14:textId="77777777" w:rsidR="007E4A91" w:rsidRPr="00156ABF" w:rsidRDefault="007E4A91" w:rsidP="007E4A91">
            <w:pPr>
              <w:suppressAutoHyphens/>
              <w:ind w:left="145" w:right="57" w:firstLine="196"/>
            </w:pPr>
          </w:p>
        </w:tc>
      </w:tr>
      <w:tr w:rsidR="007E4A91" w:rsidRPr="00156ABF" w14:paraId="45335479" w14:textId="77777777" w:rsidTr="00B27118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11B49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07B3D" w14:textId="5D577FD8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Заглушка резервных труб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A415" w14:textId="00D05A90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9A0F" w14:textId="793E7B67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28E3" w14:textId="77777777" w:rsidR="007E4A91" w:rsidRPr="00156ABF" w:rsidRDefault="007E4A91" w:rsidP="007E4A91">
            <w:pPr>
              <w:suppressAutoHyphens/>
              <w:ind w:left="145" w:right="57" w:firstLine="196"/>
            </w:pPr>
          </w:p>
        </w:tc>
      </w:tr>
      <w:tr w:rsidR="007E4A91" w:rsidRPr="00156ABF" w14:paraId="6EBF94E1" w14:textId="77777777" w:rsidTr="00B27118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C6EC9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30423" w14:textId="29066DFF" w:rsidR="007E4A91" w:rsidRPr="00156ABF" w:rsidRDefault="007E4A91" w:rsidP="007E4A91">
            <w:pPr>
              <w:suppressAutoHyphens/>
              <w:ind w:left="131" w:right="57" w:firstLine="9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Протяжка кабельная в резервных трубы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9ADE" w14:textId="76B6A594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FCB4" w14:textId="7F10A985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t>240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A7F3A" w14:textId="77777777" w:rsidR="007E4A91" w:rsidRPr="00156ABF" w:rsidRDefault="007E4A91" w:rsidP="007E4A91">
            <w:pPr>
              <w:suppressAutoHyphens/>
              <w:ind w:left="145" w:right="57" w:firstLine="196"/>
            </w:pPr>
          </w:p>
        </w:tc>
      </w:tr>
      <w:tr w:rsidR="007E4A91" w:rsidRPr="00156ABF" w14:paraId="68E4BA8D" w14:textId="77777777" w:rsidTr="00B27118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4E61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BD4CD" w14:textId="455BBB7A" w:rsidR="007E4A91" w:rsidRPr="00156ABF" w:rsidRDefault="007E4A91" w:rsidP="007E4A91">
            <w:pPr>
              <w:suppressAutoHyphens/>
              <w:ind w:left="131" w:right="57" w:firstLine="9"/>
              <w:jc w:val="left"/>
            </w:pPr>
            <w:r w:rsidRPr="00156ABF">
              <w:rPr>
                <w:szCs w:val="24"/>
              </w:rPr>
              <w:t>Контрольно-исполнительная съёмка кабельной линии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9616" w14:textId="6B3413EE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AD20" w14:textId="3194FFA9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720,5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6404" w14:textId="77777777" w:rsidR="007E4A91" w:rsidRPr="00156ABF" w:rsidRDefault="007E4A91" w:rsidP="007E4A91">
            <w:pPr>
              <w:suppressAutoHyphens/>
              <w:ind w:left="145" w:right="57" w:firstLine="196"/>
            </w:pPr>
          </w:p>
        </w:tc>
      </w:tr>
      <w:tr w:rsidR="007E4A91" w:rsidRPr="00156ABF" w14:paraId="1A9D0BE6" w14:textId="77777777" w:rsidTr="00B27118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3E1B5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6CB1F" w14:textId="41D587F4" w:rsidR="007E4A91" w:rsidRPr="00156ABF" w:rsidRDefault="007E4A91" w:rsidP="007E4A91">
            <w:pPr>
              <w:suppressAutoHyphens/>
              <w:ind w:left="143" w:right="57" w:firstLine="6"/>
              <w:jc w:val="left"/>
            </w:pPr>
            <w:r w:rsidRPr="00156ABF">
              <w:rPr>
                <w:szCs w:val="24"/>
              </w:rPr>
              <w:t>Лабораторные испытания кабеля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B5375" w14:textId="625FA77D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7842" w14:textId="41E1FD85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6421" w14:textId="77777777" w:rsidR="007E4A91" w:rsidRPr="00156ABF" w:rsidRDefault="007E4A91" w:rsidP="007E4A91">
            <w:pPr>
              <w:suppressAutoHyphens/>
              <w:ind w:left="145" w:right="57" w:firstLine="196"/>
            </w:pPr>
          </w:p>
        </w:tc>
      </w:tr>
      <w:tr w:rsidR="007E4A91" w:rsidRPr="00156ABF" w14:paraId="049BBADE" w14:textId="77777777" w:rsidTr="00B27118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E3C17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4076A" w14:textId="0D56512B" w:rsidR="007E4A91" w:rsidRPr="00156ABF" w:rsidRDefault="007E4A91" w:rsidP="007E4A91">
            <w:pPr>
              <w:suppressAutoHyphens/>
              <w:ind w:left="131" w:right="57" w:firstLine="6"/>
              <w:jc w:val="left"/>
            </w:pPr>
            <w:r w:rsidRPr="00156ABF">
              <w:rPr>
                <w:szCs w:val="24"/>
              </w:rPr>
              <w:t>Пусконаладочные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24CE" w14:textId="69D09DDB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9CE9F" w14:textId="010B193A" w:rsidR="007E4A91" w:rsidRPr="00156ABF" w:rsidRDefault="007E4A91" w:rsidP="007E4A91">
            <w:pPr>
              <w:suppressAutoHyphens/>
              <w:ind w:left="-141" w:right="57" w:firstLine="196"/>
              <w:jc w:val="center"/>
            </w:pPr>
            <w:r w:rsidRPr="00156ABF">
              <w:rPr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9729" w14:textId="77777777" w:rsidR="007E4A91" w:rsidRPr="00156ABF" w:rsidRDefault="007E4A91" w:rsidP="007E4A91">
            <w:pPr>
              <w:suppressAutoHyphens/>
              <w:ind w:left="145" w:right="57" w:firstLine="196"/>
            </w:pPr>
          </w:p>
        </w:tc>
      </w:tr>
      <w:tr w:rsidR="007E4A91" w:rsidRPr="00156ABF" w14:paraId="713B33DA" w14:textId="77777777" w:rsidTr="00B27118">
        <w:trPr>
          <w:cantSplit/>
          <w:trHeight w:val="4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30293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6A44E" w14:textId="71750419" w:rsidR="007E4A91" w:rsidRPr="00156ABF" w:rsidRDefault="007E4A91" w:rsidP="007E4A91">
            <w:pPr>
              <w:suppressAutoHyphens/>
              <w:ind w:left="131" w:right="57" w:firstLine="6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Восстановление покрытия газона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3B8C" w14:textId="44907109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  <w:r w:rsidRPr="00156ABF">
              <w:rPr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4366" w14:textId="003C3A60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1166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7C37" w14:textId="77777777" w:rsidR="007E4A91" w:rsidRPr="00156ABF" w:rsidRDefault="007E4A91" w:rsidP="007E4A91">
            <w:pPr>
              <w:suppressAutoHyphens/>
              <w:ind w:left="145" w:right="57" w:firstLine="196"/>
            </w:pPr>
          </w:p>
        </w:tc>
      </w:tr>
      <w:tr w:rsidR="007E4A91" w:rsidRPr="00156ABF" w14:paraId="1F26C8CF" w14:textId="77777777" w:rsidTr="00C924EA">
        <w:trPr>
          <w:cantSplit/>
          <w:trHeight w:val="64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1254A" w14:textId="77777777" w:rsidR="007E4A91" w:rsidRPr="00156ABF" w:rsidRDefault="007E4A91" w:rsidP="007E4A91">
            <w:pPr>
              <w:pStyle w:val="af"/>
              <w:numPr>
                <w:ilvl w:val="0"/>
                <w:numId w:val="37"/>
              </w:numPr>
              <w:suppressAutoHyphens/>
              <w:spacing w:line="240" w:lineRule="auto"/>
              <w:ind w:left="-141" w:right="0" w:firstLine="196"/>
              <w:jc w:val="center"/>
              <w:rPr>
                <w:bCs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CE29E" w14:textId="77777777" w:rsidR="007E4A91" w:rsidRPr="00156ABF" w:rsidRDefault="007E4A91" w:rsidP="007E4A91">
            <w:pPr>
              <w:suppressAutoHyphens/>
              <w:ind w:left="131" w:right="57" w:firstLine="6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Засевание восстановленного газона</w:t>
            </w:r>
          </w:p>
          <w:p w14:paraId="69403B5B" w14:textId="00EE9301" w:rsidR="007E4A91" w:rsidRPr="00156ABF" w:rsidRDefault="007E4A91" w:rsidP="007E4A91">
            <w:pPr>
              <w:suppressAutoHyphens/>
              <w:ind w:left="131" w:right="57" w:firstLine="6"/>
              <w:jc w:val="left"/>
              <w:rPr>
                <w:szCs w:val="24"/>
              </w:rPr>
            </w:pPr>
            <w:r w:rsidRPr="00156ABF">
              <w:rPr>
                <w:szCs w:val="24"/>
              </w:rPr>
              <w:t>семенами травы газонной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0A18" w14:textId="11B44DC9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м</w:t>
            </w:r>
            <w:r w:rsidRPr="00156ABF">
              <w:rPr>
                <w:szCs w:val="24"/>
                <w:vertAlign w:val="superscript"/>
              </w:rPr>
              <w:t>2</w:t>
            </w:r>
            <w:r w:rsidRPr="00156ABF">
              <w:rPr>
                <w:szCs w:val="24"/>
              </w:rPr>
              <w:t>/кг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141B" w14:textId="69115DDC" w:rsidR="007E4A91" w:rsidRPr="00156ABF" w:rsidRDefault="007E4A91" w:rsidP="007E4A91">
            <w:pPr>
              <w:suppressAutoHyphens/>
              <w:ind w:left="-141" w:right="57" w:firstLine="196"/>
              <w:jc w:val="center"/>
              <w:rPr>
                <w:szCs w:val="24"/>
              </w:rPr>
            </w:pPr>
            <w:r w:rsidRPr="00156ABF">
              <w:rPr>
                <w:szCs w:val="24"/>
              </w:rPr>
              <w:t>1166/47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24465" w14:textId="77777777" w:rsidR="007E4A91" w:rsidRPr="00156ABF" w:rsidRDefault="007E4A91" w:rsidP="007E4A91">
            <w:pPr>
              <w:suppressAutoHyphens/>
              <w:ind w:left="145" w:right="57" w:firstLine="196"/>
            </w:pPr>
          </w:p>
        </w:tc>
      </w:tr>
    </w:tbl>
    <w:p w14:paraId="5AB0C69E" w14:textId="77777777" w:rsidR="00620C66" w:rsidRPr="00156ABF" w:rsidRDefault="00620C66" w:rsidP="006F1969">
      <w:pPr>
        <w:ind w:left="360" w:firstLine="196"/>
        <w:rPr>
          <w:u w:val="single"/>
        </w:rPr>
      </w:pPr>
    </w:p>
    <w:p w14:paraId="78334ED3" w14:textId="7F9D902B" w:rsidR="00B27118" w:rsidRPr="00156ABF" w:rsidRDefault="00B27118" w:rsidP="006F1969">
      <w:pPr>
        <w:ind w:left="360" w:firstLine="196"/>
      </w:pPr>
      <w:r w:rsidRPr="00156ABF">
        <w:rPr>
          <w:u w:val="single"/>
        </w:rPr>
        <w:t>Примечание:</w:t>
      </w:r>
    </w:p>
    <w:p w14:paraId="21DFF131" w14:textId="7802E111" w:rsidR="008746DC" w:rsidRPr="00156ABF" w:rsidRDefault="00B27118" w:rsidP="0020204C">
      <w:pPr>
        <w:pStyle w:val="af"/>
        <w:numPr>
          <w:ilvl w:val="0"/>
          <w:numId w:val="44"/>
        </w:numPr>
        <w:spacing w:line="254" w:lineRule="auto"/>
        <w:ind w:firstLine="196"/>
      </w:pPr>
      <w:r w:rsidRPr="00156ABF">
        <w:rPr>
          <w:b/>
        </w:rPr>
        <w:t>Работы производятся в стеснённых условиях.</w:t>
      </w:r>
    </w:p>
    <w:sectPr w:rsidR="008746DC" w:rsidRPr="00156ABF" w:rsidSect="00161C43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282" w:bottom="284" w:left="1134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B9BB5" w14:textId="77777777" w:rsidR="00E41B79" w:rsidRDefault="00E41B79" w:rsidP="00DF46F3">
      <w:r>
        <w:separator/>
      </w:r>
    </w:p>
  </w:endnote>
  <w:endnote w:type="continuationSeparator" w:id="0">
    <w:p w14:paraId="23B8F4BC" w14:textId="77777777" w:rsidR="00E41B79" w:rsidRDefault="00E41B79" w:rsidP="00DF4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88" w:type="dxa"/>
      <w:tblBorders>
        <w:top w:val="single" w:sz="12" w:space="0" w:color="auto"/>
        <w:insideH w:val="single" w:sz="4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567"/>
      <w:gridCol w:w="567"/>
      <w:gridCol w:w="567"/>
      <w:gridCol w:w="850"/>
      <w:gridCol w:w="567"/>
      <w:gridCol w:w="6236"/>
      <w:gridCol w:w="567"/>
    </w:tblGrid>
    <w:tr w:rsidR="00E41B79" w:rsidRPr="00F969D4" w14:paraId="16157ADC" w14:textId="77777777" w:rsidTr="00EA0319">
      <w:trPr>
        <w:trHeight w:hRule="exact" w:val="284"/>
      </w:trPr>
      <w:tc>
        <w:tcPr>
          <w:tcW w:w="567" w:type="dxa"/>
          <w:tcBorders>
            <w:top w:val="single" w:sz="12" w:space="0" w:color="auto"/>
          </w:tcBorders>
          <w:shd w:val="clear" w:color="auto" w:fill="auto"/>
          <w:vAlign w:val="center"/>
        </w:tcPr>
        <w:p w14:paraId="5AB067B9" w14:textId="77777777" w:rsidR="00E41B79" w:rsidRPr="00F969D4" w:rsidRDefault="00E41B79" w:rsidP="00EA0C8F">
          <w:pPr>
            <w:pStyle w:val="-9"/>
            <w:spacing w:line="240" w:lineRule="auto"/>
          </w:pPr>
        </w:p>
      </w:tc>
      <w:tc>
        <w:tcPr>
          <w:tcW w:w="567" w:type="dxa"/>
          <w:tcBorders>
            <w:top w:val="single" w:sz="12" w:space="0" w:color="auto"/>
          </w:tcBorders>
          <w:shd w:val="clear" w:color="auto" w:fill="auto"/>
          <w:vAlign w:val="center"/>
        </w:tcPr>
        <w:p w14:paraId="3C880756" w14:textId="77777777" w:rsidR="00E41B79" w:rsidRPr="00F969D4" w:rsidRDefault="00E41B79" w:rsidP="00EA0C8F">
          <w:pPr>
            <w:pStyle w:val="-9"/>
            <w:spacing w:line="240" w:lineRule="auto"/>
          </w:pPr>
        </w:p>
      </w:tc>
      <w:tc>
        <w:tcPr>
          <w:tcW w:w="567" w:type="dxa"/>
          <w:tcBorders>
            <w:top w:val="single" w:sz="12" w:space="0" w:color="auto"/>
          </w:tcBorders>
          <w:shd w:val="clear" w:color="auto" w:fill="auto"/>
          <w:vAlign w:val="center"/>
        </w:tcPr>
        <w:p w14:paraId="498E53FF" w14:textId="77777777" w:rsidR="00E41B79" w:rsidRPr="00F969D4" w:rsidRDefault="00E41B79" w:rsidP="00EA0C8F">
          <w:pPr>
            <w:pStyle w:val="-9"/>
            <w:spacing w:line="240" w:lineRule="auto"/>
          </w:pPr>
        </w:p>
      </w:tc>
      <w:tc>
        <w:tcPr>
          <w:tcW w:w="567" w:type="dxa"/>
          <w:tcBorders>
            <w:top w:val="single" w:sz="12" w:space="0" w:color="auto"/>
          </w:tcBorders>
          <w:shd w:val="clear" w:color="auto" w:fill="auto"/>
          <w:vAlign w:val="center"/>
        </w:tcPr>
        <w:p w14:paraId="74392ABC" w14:textId="77777777" w:rsidR="00E41B79" w:rsidRPr="00F969D4" w:rsidRDefault="00E41B79" w:rsidP="00EA0C8F">
          <w:pPr>
            <w:pStyle w:val="-9"/>
            <w:spacing w:line="240" w:lineRule="auto"/>
          </w:pPr>
        </w:p>
      </w:tc>
      <w:tc>
        <w:tcPr>
          <w:tcW w:w="850" w:type="dxa"/>
          <w:tcBorders>
            <w:top w:val="single" w:sz="12" w:space="0" w:color="auto"/>
          </w:tcBorders>
          <w:shd w:val="clear" w:color="auto" w:fill="auto"/>
          <w:vAlign w:val="center"/>
        </w:tcPr>
        <w:p w14:paraId="50296AFA" w14:textId="77777777" w:rsidR="00E41B79" w:rsidRPr="00F969D4" w:rsidRDefault="00E41B79" w:rsidP="00EA0C8F">
          <w:pPr>
            <w:pStyle w:val="-9"/>
            <w:spacing w:line="240" w:lineRule="auto"/>
          </w:pPr>
        </w:p>
      </w:tc>
      <w:tc>
        <w:tcPr>
          <w:tcW w:w="567" w:type="dxa"/>
          <w:tcBorders>
            <w:top w:val="single" w:sz="12" w:space="0" w:color="auto"/>
          </w:tcBorders>
          <w:shd w:val="clear" w:color="auto" w:fill="auto"/>
          <w:vAlign w:val="center"/>
        </w:tcPr>
        <w:p w14:paraId="5FF9DC40" w14:textId="77777777" w:rsidR="00E41B79" w:rsidRPr="00F969D4" w:rsidRDefault="00E41B79" w:rsidP="00EA0C8F">
          <w:pPr>
            <w:pStyle w:val="-5"/>
          </w:pPr>
        </w:p>
      </w:tc>
      <w:tc>
        <w:tcPr>
          <w:tcW w:w="6236" w:type="dxa"/>
          <w:vMerge w:val="restart"/>
          <w:tcBorders>
            <w:top w:val="single" w:sz="12" w:space="0" w:color="auto"/>
          </w:tcBorders>
          <w:shd w:val="clear" w:color="auto" w:fill="auto"/>
          <w:vAlign w:val="center"/>
        </w:tcPr>
        <w:p w14:paraId="0F835E84" w14:textId="6CCB09A6" w:rsidR="00E41B79" w:rsidRPr="0088465F" w:rsidRDefault="00E41B79" w:rsidP="00AB794B">
          <w:pPr>
            <w:pStyle w:val="affc"/>
            <w:rPr>
              <w:rFonts w:ascii="Times New Roman" w:hAnsi="Times New Roman" w:cs="Times New Roman"/>
              <w:b w:val="0"/>
              <w:bCs/>
              <w:szCs w:val="24"/>
              <w:lang w:val="ru-RU"/>
            </w:rPr>
          </w:pPr>
          <w:r w:rsidRPr="00202C62">
            <w:rPr>
              <w:bCs/>
              <w:sz w:val="36"/>
              <w:szCs w:val="36"/>
            </w:rPr>
            <w:t>2025-014-01-031.Р-ЭС</w:t>
          </w:r>
          <w:r>
            <w:rPr>
              <w:bCs/>
              <w:sz w:val="36"/>
              <w:szCs w:val="36"/>
              <w:lang w:val="ru-RU"/>
            </w:rPr>
            <w:t>.</w:t>
          </w:r>
          <w:r w:rsidRPr="00624F97">
            <w:rPr>
              <w:bCs/>
              <w:sz w:val="36"/>
              <w:szCs w:val="36"/>
            </w:rPr>
            <w:t>ВР</w:t>
          </w:r>
        </w:p>
      </w:tc>
      <w:tc>
        <w:tcPr>
          <w:tcW w:w="567" w:type="dxa"/>
          <w:vMerge w:val="restart"/>
          <w:tcBorders>
            <w:top w:val="single" w:sz="12" w:space="0" w:color="auto"/>
          </w:tcBorders>
          <w:shd w:val="clear" w:color="auto" w:fill="auto"/>
          <w:vAlign w:val="center"/>
        </w:tcPr>
        <w:p w14:paraId="3DCDAA92" w14:textId="77777777" w:rsidR="00E41B79" w:rsidRPr="00F969D4" w:rsidRDefault="00E41B79" w:rsidP="00EA0C8F">
          <w:pPr>
            <w:pStyle w:val="afd"/>
            <w:rPr>
              <w:sz w:val="20"/>
              <w:szCs w:val="20"/>
            </w:rPr>
          </w:pPr>
          <w:r w:rsidRPr="00F969D4">
            <w:rPr>
              <w:sz w:val="20"/>
              <w:szCs w:val="20"/>
            </w:rPr>
            <w:t>Лист</w:t>
          </w:r>
        </w:p>
      </w:tc>
    </w:tr>
    <w:tr w:rsidR="00E41B79" w:rsidRPr="00F969D4" w14:paraId="46AB0280" w14:textId="77777777" w:rsidTr="00EA0319">
      <w:trPr>
        <w:trHeight w:hRule="exact" w:val="284"/>
      </w:trPr>
      <w:tc>
        <w:tcPr>
          <w:tcW w:w="567" w:type="dxa"/>
          <w:tcBorders>
            <w:bottom w:val="single" w:sz="12" w:space="0" w:color="auto"/>
          </w:tcBorders>
          <w:shd w:val="clear" w:color="auto" w:fill="auto"/>
          <w:vAlign w:val="center"/>
        </w:tcPr>
        <w:p w14:paraId="5116F8E7" w14:textId="77777777" w:rsidR="00E41B79" w:rsidRPr="00F969D4" w:rsidRDefault="00E41B79" w:rsidP="00EA0C8F">
          <w:pPr>
            <w:pStyle w:val="-9"/>
            <w:spacing w:line="240" w:lineRule="auto"/>
          </w:pPr>
        </w:p>
      </w:tc>
      <w:tc>
        <w:tcPr>
          <w:tcW w:w="567" w:type="dxa"/>
          <w:tcBorders>
            <w:bottom w:val="single" w:sz="12" w:space="0" w:color="auto"/>
          </w:tcBorders>
          <w:shd w:val="clear" w:color="auto" w:fill="auto"/>
          <w:vAlign w:val="center"/>
        </w:tcPr>
        <w:p w14:paraId="79578B7C" w14:textId="77777777" w:rsidR="00E41B79" w:rsidRPr="00F969D4" w:rsidRDefault="00E41B79" w:rsidP="00EA0C8F">
          <w:pPr>
            <w:pStyle w:val="-9"/>
            <w:spacing w:line="240" w:lineRule="auto"/>
          </w:pPr>
        </w:p>
      </w:tc>
      <w:tc>
        <w:tcPr>
          <w:tcW w:w="567" w:type="dxa"/>
          <w:tcBorders>
            <w:bottom w:val="single" w:sz="12" w:space="0" w:color="auto"/>
          </w:tcBorders>
          <w:shd w:val="clear" w:color="auto" w:fill="auto"/>
          <w:vAlign w:val="center"/>
        </w:tcPr>
        <w:p w14:paraId="2E8EFE85" w14:textId="77777777" w:rsidR="00E41B79" w:rsidRPr="00F969D4" w:rsidRDefault="00E41B79" w:rsidP="00EA0C8F">
          <w:pPr>
            <w:pStyle w:val="-9"/>
            <w:spacing w:line="240" w:lineRule="auto"/>
          </w:pPr>
        </w:p>
      </w:tc>
      <w:tc>
        <w:tcPr>
          <w:tcW w:w="567" w:type="dxa"/>
          <w:tcBorders>
            <w:bottom w:val="single" w:sz="12" w:space="0" w:color="auto"/>
          </w:tcBorders>
          <w:shd w:val="clear" w:color="auto" w:fill="auto"/>
          <w:vAlign w:val="center"/>
        </w:tcPr>
        <w:p w14:paraId="3EC71280" w14:textId="77777777" w:rsidR="00E41B79" w:rsidRPr="00F969D4" w:rsidRDefault="00E41B79" w:rsidP="00EA0C8F">
          <w:pPr>
            <w:pStyle w:val="-9"/>
            <w:spacing w:line="240" w:lineRule="auto"/>
          </w:pPr>
        </w:p>
      </w:tc>
      <w:tc>
        <w:tcPr>
          <w:tcW w:w="850" w:type="dxa"/>
          <w:tcBorders>
            <w:bottom w:val="single" w:sz="12" w:space="0" w:color="auto"/>
          </w:tcBorders>
          <w:shd w:val="clear" w:color="auto" w:fill="auto"/>
          <w:vAlign w:val="center"/>
        </w:tcPr>
        <w:p w14:paraId="761D9EB3" w14:textId="77777777" w:rsidR="00E41B79" w:rsidRPr="00F969D4" w:rsidRDefault="00E41B79" w:rsidP="00EA0C8F">
          <w:pPr>
            <w:pStyle w:val="-9"/>
            <w:spacing w:line="240" w:lineRule="auto"/>
          </w:pPr>
        </w:p>
      </w:tc>
      <w:tc>
        <w:tcPr>
          <w:tcW w:w="567" w:type="dxa"/>
          <w:tcBorders>
            <w:bottom w:val="single" w:sz="12" w:space="0" w:color="auto"/>
          </w:tcBorders>
          <w:shd w:val="clear" w:color="auto" w:fill="auto"/>
          <w:vAlign w:val="center"/>
        </w:tcPr>
        <w:p w14:paraId="695E2FF0" w14:textId="77777777" w:rsidR="00E41B79" w:rsidRPr="00F969D4" w:rsidRDefault="00E41B79" w:rsidP="00EA0C8F">
          <w:pPr>
            <w:pStyle w:val="-5"/>
          </w:pPr>
        </w:p>
      </w:tc>
      <w:tc>
        <w:tcPr>
          <w:tcW w:w="6236" w:type="dxa"/>
          <w:vMerge/>
          <w:tcBorders>
            <w:bottom w:val="single" w:sz="12" w:space="0" w:color="auto"/>
          </w:tcBorders>
          <w:shd w:val="clear" w:color="auto" w:fill="auto"/>
          <w:vAlign w:val="center"/>
        </w:tcPr>
        <w:p w14:paraId="5D61EE37" w14:textId="77777777" w:rsidR="00E41B79" w:rsidRPr="00F969D4" w:rsidRDefault="00E41B79" w:rsidP="00EA0C8F">
          <w:pPr>
            <w:rPr>
              <w:sz w:val="28"/>
              <w:szCs w:val="28"/>
            </w:rPr>
          </w:pPr>
        </w:p>
      </w:tc>
      <w:tc>
        <w:tcPr>
          <w:tcW w:w="567" w:type="dxa"/>
          <w:vMerge/>
          <w:tcBorders>
            <w:bottom w:val="single" w:sz="12" w:space="0" w:color="auto"/>
          </w:tcBorders>
          <w:shd w:val="clear" w:color="auto" w:fill="auto"/>
          <w:vAlign w:val="center"/>
        </w:tcPr>
        <w:p w14:paraId="10FCA0A1" w14:textId="77777777" w:rsidR="00E41B79" w:rsidRPr="00F969D4" w:rsidRDefault="00E41B79" w:rsidP="00EA0C8F">
          <w:pPr>
            <w:pStyle w:val="-b"/>
          </w:pPr>
        </w:p>
      </w:tc>
    </w:tr>
    <w:tr w:rsidR="00E41B79" w:rsidRPr="00F969D4" w14:paraId="684D6DB1" w14:textId="77777777" w:rsidTr="00EA0319">
      <w:trPr>
        <w:trHeight w:hRule="exact" w:val="284"/>
      </w:trPr>
      <w:tc>
        <w:tcPr>
          <w:tcW w:w="567" w:type="dxa"/>
          <w:tcBorders>
            <w:top w:val="single" w:sz="12" w:space="0" w:color="auto"/>
            <w:bottom w:val="nil"/>
          </w:tcBorders>
          <w:shd w:val="clear" w:color="auto" w:fill="auto"/>
          <w:vAlign w:val="center"/>
        </w:tcPr>
        <w:p w14:paraId="298BC351" w14:textId="77777777" w:rsidR="00E41B79" w:rsidRPr="00F969D4" w:rsidRDefault="00E41B79" w:rsidP="00EA0C8F">
          <w:pPr>
            <w:pStyle w:val="-9"/>
            <w:spacing w:line="240" w:lineRule="auto"/>
          </w:pPr>
          <w:r w:rsidRPr="00F969D4">
            <w:t>Изм.</w:t>
          </w:r>
        </w:p>
      </w:tc>
      <w:tc>
        <w:tcPr>
          <w:tcW w:w="567" w:type="dxa"/>
          <w:tcBorders>
            <w:top w:val="single" w:sz="12" w:space="0" w:color="auto"/>
            <w:bottom w:val="nil"/>
          </w:tcBorders>
          <w:shd w:val="clear" w:color="auto" w:fill="auto"/>
          <w:vAlign w:val="center"/>
        </w:tcPr>
        <w:p w14:paraId="71D0B398" w14:textId="77777777" w:rsidR="00E41B79" w:rsidRPr="00F969D4" w:rsidRDefault="00E41B79" w:rsidP="00EA0C8F">
          <w:pPr>
            <w:pStyle w:val="-9"/>
            <w:spacing w:line="240" w:lineRule="auto"/>
          </w:pPr>
          <w:proofErr w:type="spellStart"/>
          <w:r w:rsidRPr="00F969D4">
            <w:t>Кол.уч</w:t>
          </w:r>
          <w:proofErr w:type="spellEnd"/>
          <w:r w:rsidRPr="00F969D4">
            <w:t>.</w:t>
          </w:r>
        </w:p>
      </w:tc>
      <w:tc>
        <w:tcPr>
          <w:tcW w:w="567" w:type="dxa"/>
          <w:tcBorders>
            <w:top w:val="single" w:sz="12" w:space="0" w:color="auto"/>
            <w:bottom w:val="nil"/>
          </w:tcBorders>
          <w:shd w:val="clear" w:color="auto" w:fill="auto"/>
          <w:vAlign w:val="center"/>
        </w:tcPr>
        <w:p w14:paraId="6E86BEC2" w14:textId="77777777" w:rsidR="00E41B79" w:rsidRPr="00F969D4" w:rsidRDefault="00E41B79" w:rsidP="00EA0C8F">
          <w:pPr>
            <w:pStyle w:val="-9"/>
            <w:spacing w:line="240" w:lineRule="auto"/>
          </w:pPr>
          <w:r w:rsidRPr="00F969D4">
            <w:t>Лист</w:t>
          </w:r>
        </w:p>
      </w:tc>
      <w:tc>
        <w:tcPr>
          <w:tcW w:w="567" w:type="dxa"/>
          <w:tcBorders>
            <w:top w:val="single" w:sz="12" w:space="0" w:color="auto"/>
            <w:bottom w:val="nil"/>
          </w:tcBorders>
          <w:shd w:val="clear" w:color="auto" w:fill="auto"/>
          <w:vAlign w:val="center"/>
        </w:tcPr>
        <w:p w14:paraId="42511216" w14:textId="77777777" w:rsidR="00E41B79" w:rsidRPr="00F969D4" w:rsidRDefault="00E41B79" w:rsidP="00EA0C8F">
          <w:pPr>
            <w:pStyle w:val="-9"/>
            <w:spacing w:line="240" w:lineRule="auto"/>
          </w:pPr>
          <w:r w:rsidRPr="00F969D4">
            <w:t>№док.</w:t>
          </w:r>
        </w:p>
      </w:tc>
      <w:tc>
        <w:tcPr>
          <w:tcW w:w="850" w:type="dxa"/>
          <w:tcBorders>
            <w:top w:val="single" w:sz="12" w:space="0" w:color="auto"/>
            <w:bottom w:val="nil"/>
          </w:tcBorders>
          <w:shd w:val="clear" w:color="auto" w:fill="auto"/>
          <w:vAlign w:val="center"/>
        </w:tcPr>
        <w:p w14:paraId="3B2FA857" w14:textId="77777777" w:rsidR="00E41B79" w:rsidRPr="00F969D4" w:rsidRDefault="00E41B79" w:rsidP="00EA0C8F">
          <w:pPr>
            <w:pStyle w:val="-9"/>
            <w:spacing w:line="240" w:lineRule="auto"/>
          </w:pPr>
          <w:r w:rsidRPr="00F969D4">
            <w:t>Подп.</w:t>
          </w:r>
        </w:p>
      </w:tc>
      <w:tc>
        <w:tcPr>
          <w:tcW w:w="567" w:type="dxa"/>
          <w:tcBorders>
            <w:top w:val="single" w:sz="12" w:space="0" w:color="auto"/>
            <w:bottom w:val="nil"/>
          </w:tcBorders>
          <w:shd w:val="clear" w:color="auto" w:fill="auto"/>
          <w:vAlign w:val="center"/>
        </w:tcPr>
        <w:p w14:paraId="2E59DCFC" w14:textId="77777777" w:rsidR="00E41B79" w:rsidRPr="00F969D4" w:rsidRDefault="00E41B79" w:rsidP="00EA0C8F">
          <w:pPr>
            <w:pStyle w:val="-9"/>
            <w:spacing w:line="240" w:lineRule="auto"/>
          </w:pPr>
          <w:r w:rsidRPr="00F969D4">
            <w:t>Дата</w:t>
          </w:r>
        </w:p>
      </w:tc>
      <w:tc>
        <w:tcPr>
          <w:tcW w:w="6236" w:type="dxa"/>
          <w:vMerge/>
          <w:tcBorders>
            <w:top w:val="single" w:sz="12" w:space="0" w:color="auto"/>
            <w:bottom w:val="nil"/>
          </w:tcBorders>
          <w:shd w:val="clear" w:color="auto" w:fill="auto"/>
          <w:vAlign w:val="center"/>
        </w:tcPr>
        <w:p w14:paraId="487F7F0C" w14:textId="77777777" w:rsidR="00E41B79" w:rsidRPr="00F969D4" w:rsidRDefault="00E41B79" w:rsidP="00EA0C8F">
          <w:pPr>
            <w:rPr>
              <w:sz w:val="28"/>
              <w:szCs w:val="28"/>
            </w:rPr>
          </w:pPr>
        </w:p>
      </w:tc>
      <w:tc>
        <w:tcPr>
          <w:tcW w:w="567" w:type="dxa"/>
          <w:tcBorders>
            <w:top w:val="single" w:sz="12" w:space="0" w:color="auto"/>
            <w:bottom w:val="nil"/>
          </w:tcBorders>
          <w:shd w:val="clear" w:color="auto" w:fill="auto"/>
          <w:vAlign w:val="center"/>
        </w:tcPr>
        <w:p w14:paraId="5E39BE7B" w14:textId="1D13C329" w:rsidR="00E41B79" w:rsidRPr="00F969D4" w:rsidRDefault="00E41B79" w:rsidP="00EA0C8F">
          <w:pPr>
            <w:pStyle w:val="-b"/>
          </w:pPr>
          <w:r w:rsidRPr="00F969D4">
            <w:fldChar w:fldCharType="begin"/>
          </w:r>
          <w:r w:rsidRPr="00F969D4">
            <w:instrText>PAGE   \* MERGEFORMAT</w:instrText>
          </w:r>
          <w:r w:rsidRPr="00F969D4">
            <w:fldChar w:fldCharType="separate"/>
          </w:r>
          <w:r w:rsidR="00156ABF">
            <w:rPr>
              <w:noProof/>
            </w:rPr>
            <w:t>2</w:t>
          </w:r>
          <w:r w:rsidRPr="00F969D4">
            <w:fldChar w:fldCharType="end"/>
          </w:r>
        </w:p>
      </w:tc>
    </w:tr>
  </w:tbl>
  <w:p w14:paraId="7D76068C" w14:textId="4F0CC585" w:rsidR="00E41B79" w:rsidRPr="00F969D4" w:rsidRDefault="00E41B79" w:rsidP="001C0C39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608CB447" wp14:editId="25307532">
              <wp:simplePos x="0" y="0"/>
              <wp:positionH relativeFrom="page">
                <wp:posOffset>467995</wp:posOffset>
              </wp:positionH>
              <wp:positionV relativeFrom="page">
                <wp:posOffset>9613265</wp:posOffset>
              </wp:positionV>
              <wp:extent cx="252095" cy="899795"/>
              <wp:effectExtent l="0" t="0" r="0" b="0"/>
              <wp:wrapNone/>
              <wp:docPr id="12" name="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89979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80675F" w14:textId="77777777" w:rsidR="00E41B79" w:rsidRPr="00A97B64" w:rsidRDefault="00E41B79" w:rsidP="0065044A">
                          <w:pPr>
                            <w:pStyle w:val="afd"/>
                          </w:pPr>
                        </w:p>
                      </w:txbxContent>
                    </wps:txbx>
                    <wps:bodyPr rot="0" vert="vert270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608CB447" id="_x0000_t202" coordsize="21600,21600" o:spt="202" path="m,l,21600r21600,l21600,xe">
              <v:stroke joinstyle="miter"/>
              <v:path gradientshapeok="t" o:connecttype="rect"/>
            </v:shapetype>
            <v:shape id="14" o:spid="_x0000_s1028" type="#_x0000_t202" style="position:absolute;left:0;text-align:left;margin-left:36.85pt;margin-top:756.95pt;width:19.85pt;height:70.8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" filled="f" strokeweight="1.5pt">
              <v:textbox style="layout-flow:vertical;mso-layout-flow-alt:bottom-to-top" inset="1mm,0,0,0">
                <w:txbxContent>
                  <w:p w14:paraId="1F80675F" w14:textId="77777777" w:rsidR="002120BF" w:rsidRPr="00A97B64" w:rsidRDefault="002120BF" w:rsidP="0065044A">
                    <w:pPr>
                      <w:pStyle w:val="afd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6944" behindDoc="1" locked="0" layoutInCell="1" allowOverlap="1" wp14:anchorId="10ECF950" wp14:editId="385EC554">
              <wp:simplePos x="0" y="0"/>
              <wp:positionH relativeFrom="page">
                <wp:posOffset>288290</wp:posOffset>
              </wp:positionH>
              <wp:positionV relativeFrom="page">
                <wp:posOffset>7452995</wp:posOffset>
              </wp:positionV>
              <wp:extent cx="179705" cy="899795"/>
              <wp:effectExtent l="0" t="0" r="0" b="0"/>
              <wp:wrapNone/>
              <wp:docPr id="22" name="Взам. Инв. №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9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EF5AF5" w14:textId="77777777" w:rsidR="00E41B79" w:rsidRPr="00524BB2" w:rsidRDefault="00E41B79" w:rsidP="00524BB2">
                          <w:pPr>
                            <w:pStyle w:val="afd"/>
                            <w:rPr>
                              <w:spacing w:val="-20"/>
                              <w:lang w:val="en-US"/>
                            </w:rPr>
                          </w:pPr>
                          <w:proofErr w:type="spellStart"/>
                          <w:r w:rsidRPr="00524BB2">
                            <w:rPr>
                              <w:spacing w:val="-20"/>
                            </w:rPr>
                            <w:t>Взам</w:t>
                          </w:r>
                          <w:proofErr w:type="spellEnd"/>
                          <w:r w:rsidRPr="00524BB2">
                            <w:rPr>
                              <w:spacing w:val="-20"/>
                            </w:rPr>
                            <w:t>. Инв. №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10ECF950" id="Взам. Инв. №2" o:spid="_x0000_s1029" type="#_x0000_t202" style="position:absolute;left:0;text-align:left;margin-left:22.7pt;margin-top:586.85pt;width:14.15pt;height:70.85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" strokeweight="1.5pt">
              <v:textbox style="layout-flow:vertical;mso-layout-flow-alt:bottom-to-top" inset="0,0,0,0">
                <w:txbxContent>
                  <w:p w14:paraId="55EF5AF5" w14:textId="77777777" w:rsidR="002120BF" w:rsidRPr="00524BB2" w:rsidRDefault="002120BF" w:rsidP="00524BB2">
                    <w:pPr>
                      <w:pStyle w:val="afd"/>
                      <w:rPr>
                        <w:spacing w:val="-20"/>
                        <w:lang w:val="en-US"/>
                      </w:rPr>
                    </w:pPr>
                    <w:proofErr w:type="spellStart"/>
                    <w:r w:rsidRPr="00524BB2">
                      <w:rPr>
                        <w:spacing w:val="-20"/>
                      </w:rPr>
                      <w:t>Взам</w:t>
                    </w:r>
                    <w:proofErr w:type="spellEnd"/>
                    <w:r w:rsidRPr="00524BB2">
                      <w:rPr>
                        <w:spacing w:val="-20"/>
                      </w:rPr>
                      <w:t>. Инв. №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6E252CA7" wp14:editId="3D746521">
              <wp:simplePos x="0" y="0"/>
              <wp:positionH relativeFrom="page">
                <wp:posOffset>467995</wp:posOffset>
              </wp:positionH>
              <wp:positionV relativeFrom="page">
                <wp:posOffset>7452995</wp:posOffset>
              </wp:positionV>
              <wp:extent cx="252095" cy="899795"/>
              <wp:effectExtent l="0" t="0" r="0" b="0"/>
              <wp:wrapNone/>
              <wp:docPr id="14" name="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89979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EAC7BE" w14:textId="77777777" w:rsidR="00E41B79" w:rsidRPr="00A97B64" w:rsidRDefault="00E41B79" w:rsidP="00163F40">
                          <w:pPr>
                            <w:pStyle w:val="afd"/>
                          </w:pPr>
                        </w:p>
                      </w:txbxContent>
                    </wps:txbx>
                    <wps:bodyPr rot="0" vert="vert270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6E252CA7" id="12" o:spid="_x0000_s1030" type="#_x0000_t202" style="position:absolute;left:0;text-align:left;margin-left:36.85pt;margin-top:586.85pt;width:19.85pt;height:70.85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" filled="f" strokeweight="1.5pt">
              <v:textbox style="layout-flow:vertical;mso-layout-flow-alt:bottom-to-top" inset="1mm,0,0,0">
                <w:txbxContent>
                  <w:p w14:paraId="2EEAC7BE" w14:textId="77777777" w:rsidR="002120BF" w:rsidRPr="00A97B64" w:rsidRDefault="002120BF" w:rsidP="00163F40">
                    <w:pPr>
                      <w:pStyle w:val="afd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920" behindDoc="1" locked="0" layoutInCell="1" allowOverlap="1" wp14:anchorId="232F0485" wp14:editId="4FB17033">
              <wp:simplePos x="0" y="0"/>
              <wp:positionH relativeFrom="page">
                <wp:posOffset>288290</wp:posOffset>
              </wp:positionH>
              <wp:positionV relativeFrom="page">
                <wp:posOffset>8352790</wp:posOffset>
              </wp:positionV>
              <wp:extent cx="179705" cy="1259840"/>
              <wp:effectExtent l="0" t="0" r="0" b="0"/>
              <wp:wrapNone/>
              <wp:docPr id="8" name="Подпись и дата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1259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3F9FC1" w14:textId="77777777" w:rsidR="00E41B79" w:rsidRPr="00524BB2" w:rsidRDefault="00E41B79" w:rsidP="00524BB2">
                          <w:pPr>
                            <w:pStyle w:val="afd"/>
                          </w:pPr>
                          <w:r w:rsidRPr="00524BB2">
                            <w:t>Подп. и дата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232F0485" id="Подпись и дата2" o:spid="_x0000_s1031" type="#_x0000_t202" style="position:absolute;left:0;text-align:left;margin-left:22.7pt;margin-top:657.7pt;width:14.15pt;height:99.2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" strokeweight="1.5pt">
              <v:textbox style="layout-flow:vertical;mso-layout-flow-alt:bottom-to-top" inset="0,0,0,0">
                <w:txbxContent>
                  <w:p w14:paraId="3C3F9FC1" w14:textId="77777777" w:rsidR="002120BF" w:rsidRPr="00524BB2" w:rsidRDefault="002120BF" w:rsidP="00524BB2">
                    <w:pPr>
                      <w:pStyle w:val="afd"/>
                    </w:pPr>
                    <w:r w:rsidRPr="00524BB2">
                      <w:t>Подп. и дата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5DCD33E9" wp14:editId="0CDEFFD0">
              <wp:simplePos x="0" y="0"/>
              <wp:positionH relativeFrom="page">
                <wp:posOffset>288290</wp:posOffset>
              </wp:positionH>
              <wp:positionV relativeFrom="page">
                <wp:posOffset>9613265</wp:posOffset>
              </wp:positionV>
              <wp:extent cx="179705" cy="899795"/>
              <wp:effectExtent l="0" t="0" r="0" b="0"/>
              <wp:wrapNone/>
              <wp:docPr id="7" name="Инв. №подп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979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34BBD5" w14:textId="77777777" w:rsidR="00E41B79" w:rsidRPr="00524BB2" w:rsidRDefault="00E41B79" w:rsidP="00524BB2">
                          <w:pPr>
                            <w:pStyle w:val="afd"/>
                          </w:pPr>
                          <w:r w:rsidRPr="00524BB2">
                            <w:t>Инв. № подл.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5DCD33E9" id="Инв. №подп2" o:spid="_x0000_s1032" type="#_x0000_t202" style="position:absolute;left:0;text-align:left;margin-left:22.7pt;margin-top:756.95pt;width:14.15pt;height:70.85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" filled="f" strokeweight="1.5pt">
              <v:textbox style="layout-flow:vertical;mso-layout-flow-alt:bottom-to-top" inset="0,0,0,0">
                <w:txbxContent>
                  <w:p w14:paraId="1534BBD5" w14:textId="77777777" w:rsidR="002120BF" w:rsidRPr="00524BB2" w:rsidRDefault="002120BF" w:rsidP="00524BB2">
                    <w:pPr>
                      <w:pStyle w:val="afd"/>
                    </w:pPr>
                    <w:r w:rsidRPr="00524BB2">
                      <w:t>Инв. № подл.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244D6A6E" wp14:editId="16D86BFC">
              <wp:simplePos x="0" y="0"/>
              <wp:positionH relativeFrom="page">
                <wp:posOffset>467995</wp:posOffset>
              </wp:positionH>
              <wp:positionV relativeFrom="page">
                <wp:posOffset>8352790</wp:posOffset>
              </wp:positionV>
              <wp:extent cx="252095" cy="1259840"/>
              <wp:effectExtent l="0" t="0" r="0" b="0"/>
              <wp:wrapNone/>
              <wp:docPr id="6" name="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1259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ysClr val="windowText" lastClr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135ED1" w14:textId="77777777" w:rsidR="00E41B79" w:rsidRPr="00A97B64" w:rsidRDefault="00E41B79" w:rsidP="00163F40">
                          <w:pPr>
                            <w:pStyle w:val="afd"/>
                          </w:pPr>
                        </w:p>
                      </w:txbxContent>
                    </wps:txbx>
                    <wps:bodyPr rot="0" vert="vert270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244D6A6E" id="13" o:spid="_x0000_s1033" type="#_x0000_t202" style="position:absolute;left:0;text-align:left;margin-left:36.85pt;margin-top:657.7pt;width:19.85pt;height:99.2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" strokecolor="windowText" strokeweight="1.5pt">
              <v:textbox style="layout-flow:vertical;mso-layout-flow-alt:bottom-to-top" inset="1mm,0,0,0">
                <w:txbxContent>
                  <w:p w14:paraId="33135ED1" w14:textId="77777777" w:rsidR="002120BF" w:rsidRPr="00A97B64" w:rsidRDefault="002120BF" w:rsidP="00163F40">
                    <w:pPr>
                      <w:pStyle w:val="afd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0" w:type="dxa"/>
      <w:jc w:val="right"/>
      <w:tblBorders>
        <w:top w:val="single" w:sz="12" w:space="0" w:color="auto"/>
        <w:left w:val="single" w:sz="4" w:space="0" w:color="auto"/>
        <w:insideH w:val="single" w:sz="4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1"/>
      <w:gridCol w:w="567"/>
      <w:gridCol w:w="567"/>
      <w:gridCol w:w="567"/>
      <w:gridCol w:w="850"/>
      <w:gridCol w:w="567"/>
      <w:gridCol w:w="3969"/>
      <w:gridCol w:w="850"/>
      <w:gridCol w:w="850"/>
      <w:gridCol w:w="992"/>
    </w:tblGrid>
    <w:tr w:rsidR="00E41B79" w:rsidRPr="007F5ABD" w14:paraId="449C1DC1" w14:textId="77777777" w:rsidTr="00CF0C0E">
      <w:trPr>
        <w:trHeight w:hRule="exact" w:val="284"/>
        <w:jc w:val="right"/>
      </w:trPr>
      <w:tc>
        <w:tcPr>
          <w:tcW w:w="711" w:type="dxa"/>
          <w:tcBorders>
            <w:left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26DBE581" w14:textId="341F065E" w:rsidR="00E41B79" w:rsidRPr="00E01D44" w:rsidRDefault="00E41B79" w:rsidP="006E5A57">
          <w:pPr>
            <w:pStyle w:val="-9"/>
            <w:spacing w:line="240" w:lineRule="auto"/>
            <w:rPr>
              <w:rFonts w:ascii="Cambria" w:hAnsi="Cambria"/>
            </w:rPr>
          </w:pPr>
        </w:p>
      </w:tc>
      <w:tc>
        <w:tcPr>
          <w:tcW w:w="567" w:type="dxa"/>
          <w:tcBorders>
            <w:bottom w:val="single" w:sz="12" w:space="0" w:color="auto"/>
          </w:tcBorders>
          <w:shd w:val="clear" w:color="auto" w:fill="auto"/>
          <w:vAlign w:val="center"/>
        </w:tcPr>
        <w:p w14:paraId="5D004207" w14:textId="77777777" w:rsidR="00E41B79" w:rsidRPr="00E01D44" w:rsidRDefault="00E41B79" w:rsidP="006E5A57">
          <w:pPr>
            <w:pStyle w:val="-9"/>
            <w:spacing w:line="240" w:lineRule="auto"/>
            <w:rPr>
              <w:rFonts w:ascii="Cambria" w:hAnsi="Cambria"/>
            </w:rPr>
          </w:pPr>
        </w:p>
      </w:tc>
      <w:tc>
        <w:tcPr>
          <w:tcW w:w="567" w:type="dxa"/>
          <w:tcBorders>
            <w:bottom w:val="single" w:sz="12" w:space="0" w:color="auto"/>
          </w:tcBorders>
          <w:shd w:val="clear" w:color="auto" w:fill="auto"/>
          <w:vAlign w:val="center"/>
        </w:tcPr>
        <w:p w14:paraId="6DF20146" w14:textId="77777777" w:rsidR="00E41B79" w:rsidRPr="00E01D44" w:rsidRDefault="00E41B79" w:rsidP="006E5A57">
          <w:pPr>
            <w:pStyle w:val="-9"/>
            <w:spacing w:line="240" w:lineRule="auto"/>
            <w:rPr>
              <w:rFonts w:ascii="Cambria" w:hAnsi="Cambria"/>
            </w:rPr>
          </w:pPr>
        </w:p>
      </w:tc>
      <w:tc>
        <w:tcPr>
          <w:tcW w:w="567" w:type="dxa"/>
          <w:tcBorders>
            <w:bottom w:val="single" w:sz="12" w:space="0" w:color="auto"/>
          </w:tcBorders>
          <w:shd w:val="clear" w:color="auto" w:fill="auto"/>
          <w:vAlign w:val="center"/>
        </w:tcPr>
        <w:p w14:paraId="7827C87F" w14:textId="77777777" w:rsidR="00E41B79" w:rsidRPr="00E01D44" w:rsidRDefault="00E41B79" w:rsidP="006E5A57">
          <w:pPr>
            <w:pStyle w:val="-9"/>
            <w:spacing w:line="240" w:lineRule="auto"/>
            <w:rPr>
              <w:rFonts w:ascii="Cambria" w:hAnsi="Cambria"/>
            </w:rPr>
          </w:pPr>
        </w:p>
      </w:tc>
      <w:tc>
        <w:tcPr>
          <w:tcW w:w="850" w:type="dxa"/>
          <w:tcBorders>
            <w:bottom w:val="single" w:sz="12" w:space="0" w:color="auto"/>
          </w:tcBorders>
          <w:shd w:val="clear" w:color="auto" w:fill="auto"/>
          <w:vAlign w:val="center"/>
        </w:tcPr>
        <w:p w14:paraId="2943A9E6" w14:textId="77777777" w:rsidR="00E41B79" w:rsidRPr="00E01D44" w:rsidRDefault="00E41B79" w:rsidP="006E5A57">
          <w:pPr>
            <w:pStyle w:val="-9"/>
            <w:spacing w:line="240" w:lineRule="auto"/>
            <w:rPr>
              <w:rFonts w:ascii="Cambria" w:hAnsi="Cambria"/>
            </w:rPr>
          </w:pPr>
        </w:p>
      </w:tc>
      <w:tc>
        <w:tcPr>
          <w:tcW w:w="567" w:type="dxa"/>
          <w:tcBorders>
            <w:bottom w:val="single" w:sz="12" w:space="0" w:color="auto"/>
          </w:tcBorders>
          <w:shd w:val="clear" w:color="auto" w:fill="auto"/>
          <w:vAlign w:val="center"/>
        </w:tcPr>
        <w:p w14:paraId="23D9967A" w14:textId="77777777" w:rsidR="00E41B79" w:rsidRPr="00E01D44" w:rsidRDefault="00E41B79" w:rsidP="006E5A57">
          <w:pPr>
            <w:pStyle w:val="-5"/>
            <w:rPr>
              <w:rFonts w:ascii="Cambria" w:hAnsi="Cambria"/>
              <w:szCs w:val="18"/>
            </w:rPr>
          </w:pPr>
        </w:p>
      </w:tc>
      <w:tc>
        <w:tcPr>
          <w:tcW w:w="6661" w:type="dxa"/>
          <w:gridSpan w:val="4"/>
          <w:vMerge w:val="restart"/>
          <w:shd w:val="clear" w:color="auto" w:fill="auto"/>
          <w:vAlign w:val="center"/>
        </w:tcPr>
        <w:p w14:paraId="6D6E8974" w14:textId="19FE6F6F" w:rsidR="00E41B79" w:rsidRPr="008E68E5" w:rsidRDefault="00E41B79" w:rsidP="00AB794B">
          <w:pPr>
            <w:pStyle w:val="affc"/>
            <w:rPr>
              <w:rFonts w:ascii="Times New Roman" w:hAnsi="Times New Roman" w:cs="Times New Roman"/>
              <w:b w:val="0"/>
              <w:bCs/>
              <w:szCs w:val="24"/>
              <w:lang w:val="ru-RU"/>
            </w:rPr>
          </w:pPr>
          <w:r w:rsidRPr="00202C62">
            <w:rPr>
              <w:bCs/>
              <w:sz w:val="36"/>
              <w:szCs w:val="36"/>
            </w:rPr>
            <w:t>2025-014-01-031.Р-ЭС</w:t>
          </w:r>
          <w:r>
            <w:rPr>
              <w:bCs/>
              <w:sz w:val="36"/>
              <w:szCs w:val="36"/>
              <w:lang w:val="ru-RU"/>
            </w:rPr>
            <w:t>.</w:t>
          </w:r>
          <w:r w:rsidRPr="00624F97">
            <w:rPr>
              <w:bCs/>
              <w:sz w:val="36"/>
              <w:szCs w:val="36"/>
            </w:rPr>
            <w:t>ВР</w:t>
          </w:r>
        </w:p>
      </w:tc>
    </w:tr>
    <w:tr w:rsidR="00E41B79" w:rsidRPr="007F5ABD" w14:paraId="6A0ED6DE" w14:textId="77777777" w:rsidTr="00CF0C0E">
      <w:trPr>
        <w:trHeight w:hRule="exact" w:val="284"/>
        <w:jc w:val="right"/>
      </w:trPr>
      <w:tc>
        <w:tcPr>
          <w:tcW w:w="711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342E3D45" w14:textId="10FCEF93" w:rsidR="00E41B79" w:rsidRPr="00E01D44" w:rsidRDefault="00E41B79" w:rsidP="006E5A57">
          <w:pPr>
            <w:pStyle w:val="-9"/>
            <w:spacing w:line="240" w:lineRule="auto"/>
            <w:rPr>
              <w:rFonts w:ascii="Cambria" w:hAnsi="Cambria"/>
            </w:rPr>
          </w:pP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6CF156D5" w14:textId="77777777" w:rsidR="00E41B79" w:rsidRPr="00E01D44" w:rsidRDefault="00E41B79" w:rsidP="006E5A57">
          <w:pPr>
            <w:pStyle w:val="-9"/>
            <w:spacing w:line="240" w:lineRule="auto"/>
            <w:rPr>
              <w:rFonts w:ascii="Cambria" w:hAnsi="Cambria"/>
            </w:rPr>
          </w:pP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019D1042" w14:textId="77777777" w:rsidR="00E41B79" w:rsidRPr="00E01D44" w:rsidRDefault="00E41B79" w:rsidP="006E5A57">
          <w:pPr>
            <w:pStyle w:val="-9"/>
            <w:spacing w:line="240" w:lineRule="auto"/>
            <w:rPr>
              <w:rFonts w:ascii="Cambria" w:hAnsi="Cambria"/>
            </w:rPr>
          </w:pP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01857698" w14:textId="77777777" w:rsidR="00E41B79" w:rsidRPr="00E01D44" w:rsidRDefault="00E41B79" w:rsidP="006E5A57">
          <w:pPr>
            <w:pStyle w:val="-9"/>
            <w:spacing w:line="240" w:lineRule="auto"/>
            <w:rPr>
              <w:rFonts w:ascii="Cambria" w:hAnsi="Cambria"/>
            </w:rPr>
          </w:pPr>
        </w:p>
      </w:tc>
      <w:tc>
        <w:tcPr>
          <w:tcW w:w="850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782344B0" w14:textId="77777777" w:rsidR="00E41B79" w:rsidRPr="00E01D44" w:rsidRDefault="00E41B79" w:rsidP="006E5A57">
          <w:pPr>
            <w:pStyle w:val="-9"/>
            <w:spacing w:line="240" w:lineRule="auto"/>
            <w:rPr>
              <w:rFonts w:ascii="Cambria" w:hAnsi="Cambria"/>
            </w:rPr>
          </w:pP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7C0F045D" w14:textId="77777777" w:rsidR="00E41B79" w:rsidRPr="00E01D44" w:rsidRDefault="00E41B79" w:rsidP="006E5A57">
          <w:pPr>
            <w:pStyle w:val="-9"/>
            <w:spacing w:line="240" w:lineRule="auto"/>
            <w:rPr>
              <w:rFonts w:ascii="Cambria" w:hAnsi="Cambria"/>
            </w:rPr>
          </w:pPr>
        </w:p>
      </w:tc>
      <w:tc>
        <w:tcPr>
          <w:tcW w:w="6661" w:type="dxa"/>
          <w:gridSpan w:val="4"/>
          <w:vMerge/>
          <w:shd w:val="clear" w:color="auto" w:fill="auto"/>
          <w:vAlign w:val="center"/>
        </w:tcPr>
        <w:p w14:paraId="67274F01" w14:textId="77777777" w:rsidR="00E41B79" w:rsidRPr="0088465F" w:rsidRDefault="00E41B79" w:rsidP="00420B23">
          <w:pPr>
            <w:ind w:left="0" w:right="0" w:firstLine="0"/>
            <w:jc w:val="center"/>
            <w:rPr>
              <w:szCs w:val="24"/>
            </w:rPr>
          </w:pPr>
        </w:p>
      </w:tc>
    </w:tr>
    <w:tr w:rsidR="00E41B79" w:rsidRPr="007F5ABD" w14:paraId="6E4F7FC3" w14:textId="77777777" w:rsidTr="00CF0C0E">
      <w:trPr>
        <w:trHeight w:hRule="exact" w:val="284"/>
        <w:jc w:val="right"/>
      </w:trPr>
      <w:tc>
        <w:tcPr>
          <w:tcW w:w="711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5655E601" w14:textId="77777777" w:rsidR="00E41B79" w:rsidRPr="0088465F" w:rsidRDefault="00E41B79" w:rsidP="006E5A57">
          <w:pPr>
            <w:pStyle w:val="-f"/>
            <w:ind w:left="0"/>
            <w:jc w:val="center"/>
            <w:rPr>
              <w:szCs w:val="18"/>
            </w:rPr>
          </w:pPr>
          <w:r w:rsidRPr="0088465F">
            <w:rPr>
              <w:szCs w:val="18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386588A9" w14:textId="77777777" w:rsidR="00E41B79" w:rsidRPr="0088465F" w:rsidRDefault="00E41B79" w:rsidP="006E5A57">
          <w:pPr>
            <w:pStyle w:val="-f"/>
            <w:ind w:left="0"/>
            <w:jc w:val="center"/>
            <w:rPr>
              <w:szCs w:val="18"/>
            </w:rPr>
          </w:pPr>
          <w:proofErr w:type="spellStart"/>
          <w:r w:rsidRPr="0088465F">
            <w:rPr>
              <w:szCs w:val="18"/>
            </w:rPr>
            <w:t>Кол.уч</w:t>
          </w:r>
          <w:proofErr w:type="spellEnd"/>
          <w:r w:rsidRPr="0088465F">
            <w:rPr>
              <w:szCs w:val="18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2A387C22" w14:textId="18945007" w:rsidR="00E41B79" w:rsidRPr="0088465F" w:rsidRDefault="00E41B79" w:rsidP="008E68E5">
          <w:pPr>
            <w:pStyle w:val="-d"/>
          </w:pPr>
          <w:r w:rsidRPr="0088465F">
            <w:t>Лист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53FEFBCB" w14:textId="676D5E7D" w:rsidR="00E41B79" w:rsidRPr="0088465F" w:rsidRDefault="00E41B79" w:rsidP="008E68E5">
          <w:pPr>
            <w:pStyle w:val="-d"/>
          </w:pPr>
          <w:r w:rsidRPr="0088465F">
            <w:t>№док.</w:t>
          </w:r>
        </w:p>
      </w:tc>
      <w:tc>
        <w:tcPr>
          <w:tcW w:w="850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780E739C" w14:textId="4E9B7E8C" w:rsidR="00E41B79" w:rsidRPr="0088465F" w:rsidRDefault="00E41B79" w:rsidP="006E5A57">
          <w:pPr>
            <w:pStyle w:val="-9"/>
            <w:spacing w:line="240" w:lineRule="auto"/>
          </w:pPr>
          <w:r w:rsidRPr="0088465F">
            <w:t>Подп.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5D7611D8" w14:textId="77777777" w:rsidR="00E41B79" w:rsidRPr="0088465F" w:rsidRDefault="00E41B79" w:rsidP="006E5A57">
          <w:pPr>
            <w:pStyle w:val="-5"/>
            <w:rPr>
              <w:szCs w:val="18"/>
            </w:rPr>
          </w:pPr>
          <w:r w:rsidRPr="0088465F">
            <w:rPr>
              <w:szCs w:val="18"/>
            </w:rPr>
            <w:t>Дата</w:t>
          </w:r>
        </w:p>
      </w:tc>
      <w:tc>
        <w:tcPr>
          <w:tcW w:w="6661" w:type="dxa"/>
          <w:gridSpan w:val="4"/>
          <w:vMerge/>
          <w:shd w:val="clear" w:color="auto" w:fill="auto"/>
          <w:vAlign w:val="center"/>
        </w:tcPr>
        <w:p w14:paraId="15977426" w14:textId="77777777" w:rsidR="00E41B79" w:rsidRPr="0088465F" w:rsidRDefault="00E41B79" w:rsidP="00420B23">
          <w:pPr>
            <w:pStyle w:val="afd"/>
            <w:rPr>
              <w:sz w:val="24"/>
              <w:szCs w:val="24"/>
            </w:rPr>
          </w:pPr>
        </w:p>
      </w:tc>
    </w:tr>
    <w:tr w:rsidR="00E41B79" w:rsidRPr="007F5ABD" w14:paraId="24A91989" w14:textId="77777777" w:rsidTr="00CF0C0E">
      <w:trPr>
        <w:trHeight w:hRule="exact" w:val="284"/>
        <w:jc w:val="right"/>
      </w:trPr>
      <w:tc>
        <w:tcPr>
          <w:tcW w:w="1278" w:type="dxa"/>
          <w:gridSpan w:val="2"/>
          <w:tcBorders>
            <w:top w:val="single" w:sz="12" w:space="0" w:color="auto"/>
            <w:left w:val="single" w:sz="12" w:space="0" w:color="auto"/>
          </w:tcBorders>
          <w:shd w:val="clear" w:color="auto" w:fill="auto"/>
          <w:vAlign w:val="center"/>
        </w:tcPr>
        <w:p w14:paraId="7AE55140" w14:textId="5924D9EC" w:rsidR="00E41B79" w:rsidRPr="0088465F" w:rsidRDefault="00E41B79" w:rsidP="0088465F">
          <w:pPr>
            <w:pStyle w:val="-f"/>
            <w:ind w:left="261" w:hanging="142"/>
            <w:rPr>
              <w:sz w:val="20"/>
              <w:szCs w:val="20"/>
            </w:rPr>
          </w:pPr>
          <w:r>
            <w:rPr>
              <w:sz w:val="20"/>
              <w:szCs w:val="20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12" w:space="0" w:color="auto"/>
          </w:tcBorders>
          <w:shd w:val="clear" w:color="auto" w:fill="auto"/>
          <w:vAlign w:val="center"/>
        </w:tcPr>
        <w:p w14:paraId="4A6AF65E" w14:textId="0A86C83B" w:rsidR="00E41B79" w:rsidRPr="0088465F" w:rsidRDefault="00E41B79" w:rsidP="008E68E5">
          <w:pPr>
            <w:pStyle w:val="-d"/>
          </w:pPr>
          <w:r>
            <w:t>Дилверен</w:t>
          </w:r>
        </w:p>
      </w:tc>
      <w:tc>
        <w:tcPr>
          <w:tcW w:w="850" w:type="dxa"/>
          <w:tcBorders>
            <w:top w:val="single" w:sz="12" w:space="0" w:color="auto"/>
          </w:tcBorders>
          <w:shd w:val="clear" w:color="auto" w:fill="auto"/>
          <w:vAlign w:val="center"/>
        </w:tcPr>
        <w:p w14:paraId="047A4034" w14:textId="5D30CA3D" w:rsidR="00E41B79" w:rsidRPr="0088465F" w:rsidRDefault="00E41B79" w:rsidP="001A0A66">
          <w:pPr>
            <w:pStyle w:val="-9"/>
            <w:spacing w:line="240" w:lineRule="auto"/>
          </w:pPr>
        </w:p>
      </w:tc>
      <w:tc>
        <w:tcPr>
          <w:tcW w:w="567" w:type="dxa"/>
          <w:tcBorders>
            <w:top w:val="single" w:sz="12" w:space="0" w:color="auto"/>
          </w:tcBorders>
          <w:shd w:val="clear" w:color="auto" w:fill="auto"/>
          <w:vAlign w:val="center"/>
        </w:tcPr>
        <w:p w14:paraId="60FDCC60" w14:textId="55ABCBDA" w:rsidR="00E41B79" w:rsidRPr="0088465F" w:rsidRDefault="00E41B79" w:rsidP="00EA0C8F">
          <w:pPr>
            <w:pStyle w:val="-5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PRINTDATE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4A6F30">
            <w:rPr>
              <w:noProof/>
              <w:sz w:val="20"/>
              <w:szCs w:val="20"/>
            </w:rPr>
            <w:t>01.26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>4</w:t>
          </w:r>
        </w:p>
      </w:tc>
      <w:tc>
        <w:tcPr>
          <w:tcW w:w="3969" w:type="dxa"/>
          <w:vMerge w:val="restart"/>
          <w:tcBorders>
            <w:top w:val="single" w:sz="12" w:space="0" w:color="auto"/>
          </w:tcBorders>
          <w:shd w:val="clear" w:color="auto" w:fill="auto"/>
          <w:vAlign w:val="center"/>
        </w:tcPr>
        <w:p w14:paraId="039675A4" w14:textId="1010A60D" w:rsidR="00E41B79" w:rsidRPr="0088465F" w:rsidRDefault="00E41B79" w:rsidP="001A0A66">
          <w:pPr>
            <w:pStyle w:val="-3"/>
            <w:ind w:left="0" w:right="0"/>
            <w:rPr>
              <w:sz w:val="24"/>
              <w:szCs w:val="24"/>
            </w:rPr>
          </w:pPr>
          <w:r>
            <w:rPr>
              <w:sz w:val="24"/>
              <w:szCs w:val="24"/>
            </w:rPr>
            <w:t>Ведомость объёмов работ</w:t>
          </w:r>
        </w:p>
      </w:tc>
      <w:tc>
        <w:tcPr>
          <w:tcW w:w="850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3E2BC43C" w14:textId="77777777" w:rsidR="00E41B79" w:rsidRPr="0088465F" w:rsidRDefault="00E41B79" w:rsidP="001A0A66">
          <w:pPr>
            <w:pStyle w:val="-b"/>
          </w:pPr>
          <w:proofErr w:type="spellStart"/>
          <w:r w:rsidRPr="0088465F">
            <w:t>Стадия</w:t>
          </w:r>
          <w:proofErr w:type="spellEnd"/>
        </w:p>
      </w:tc>
      <w:tc>
        <w:tcPr>
          <w:tcW w:w="850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3013F95B" w14:textId="77777777" w:rsidR="00E41B79" w:rsidRPr="0088465F" w:rsidRDefault="00E41B79" w:rsidP="001A0A66">
          <w:pPr>
            <w:pStyle w:val="-b"/>
          </w:pPr>
          <w:proofErr w:type="spellStart"/>
          <w:r w:rsidRPr="0088465F">
            <w:t>Лист</w:t>
          </w:r>
          <w:proofErr w:type="spellEnd"/>
        </w:p>
      </w:tc>
      <w:tc>
        <w:tcPr>
          <w:tcW w:w="992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0951DD72" w14:textId="77777777" w:rsidR="00E41B79" w:rsidRPr="0088465F" w:rsidRDefault="00E41B79" w:rsidP="001A0A66">
          <w:pPr>
            <w:pStyle w:val="-b"/>
          </w:pPr>
          <w:proofErr w:type="spellStart"/>
          <w:r w:rsidRPr="0088465F">
            <w:t>Листов</w:t>
          </w:r>
          <w:proofErr w:type="spellEnd"/>
        </w:p>
      </w:tc>
    </w:tr>
    <w:tr w:rsidR="00E41B79" w:rsidRPr="007F5ABD" w14:paraId="34AAE97F" w14:textId="77777777" w:rsidTr="00CF0C0E">
      <w:trPr>
        <w:trHeight w:hRule="exact" w:val="284"/>
        <w:jc w:val="right"/>
      </w:trPr>
      <w:tc>
        <w:tcPr>
          <w:tcW w:w="1278" w:type="dxa"/>
          <w:gridSpan w:val="2"/>
          <w:tcBorders>
            <w:left w:val="single" w:sz="12" w:space="0" w:color="auto"/>
          </w:tcBorders>
          <w:shd w:val="clear" w:color="auto" w:fill="auto"/>
          <w:vAlign w:val="center"/>
        </w:tcPr>
        <w:p w14:paraId="06455C50" w14:textId="77777777" w:rsidR="00E41B79" w:rsidRPr="0088465F" w:rsidRDefault="00E41B79" w:rsidP="0088465F">
          <w:pPr>
            <w:pStyle w:val="-f"/>
            <w:ind w:left="261" w:hanging="142"/>
            <w:rPr>
              <w:sz w:val="20"/>
              <w:szCs w:val="20"/>
            </w:rPr>
          </w:pPr>
        </w:p>
      </w:tc>
      <w:tc>
        <w:tcPr>
          <w:tcW w:w="1134" w:type="dxa"/>
          <w:gridSpan w:val="2"/>
          <w:shd w:val="clear" w:color="auto" w:fill="auto"/>
          <w:vAlign w:val="center"/>
        </w:tcPr>
        <w:p w14:paraId="2DF31DBD" w14:textId="77777777" w:rsidR="00E41B79" w:rsidRPr="0088465F" w:rsidRDefault="00E41B79" w:rsidP="008E68E5">
          <w:pPr>
            <w:pStyle w:val="-d"/>
          </w:pPr>
        </w:p>
      </w:tc>
      <w:tc>
        <w:tcPr>
          <w:tcW w:w="850" w:type="dxa"/>
          <w:shd w:val="clear" w:color="auto" w:fill="auto"/>
          <w:vAlign w:val="center"/>
        </w:tcPr>
        <w:p w14:paraId="62C8A9BC" w14:textId="77777777" w:rsidR="00E41B79" w:rsidRPr="0088465F" w:rsidRDefault="00E41B79" w:rsidP="001A0A66">
          <w:pPr>
            <w:pStyle w:val="-9"/>
            <w:spacing w:line="240" w:lineRule="auto"/>
          </w:pPr>
        </w:p>
      </w:tc>
      <w:tc>
        <w:tcPr>
          <w:tcW w:w="567" w:type="dxa"/>
          <w:shd w:val="clear" w:color="auto" w:fill="auto"/>
          <w:vAlign w:val="center"/>
        </w:tcPr>
        <w:p w14:paraId="4724757A" w14:textId="77777777" w:rsidR="00E41B79" w:rsidRPr="0088465F" w:rsidRDefault="00E41B79" w:rsidP="001A0A66">
          <w:pPr>
            <w:pStyle w:val="-5"/>
            <w:rPr>
              <w:sz w:val="20"/>
              <w:szCs w:val="20"/>
            </w:rPr>
          </w:pPr>
        </w:p>
      </w:tc>
      <w:tc>
        <w:tcPr>
          <w:tcW w:w="3969" w:type="dxa"/>
          <w:vMerge/>
          <w:shd w:val="clear" w:color="auto" w:fill="auto"/>
          <w:vAlign w:val="center"/>
        </w:tcPr>
        <w:p w14:paraId="5CBB9D8A" w14:textId="77777777" w:rsidR="00E41B79" w:rsidRPr="006928D6" w:rsidRDefault="00E41B79" w:rsidP="001A0A66">
          <w:pPr>
            <w:pStyle w:val="-3"/>
            <w:ind w:left="0" w:right="0"/>
            <w:rPr>
              <w:rFonts w:ascii="Cambria" w:hAnsi="Cambria"/>
              <w:szCs w:val="18"/>
            </w:rPr>
          </w:pPr>
        </w:p>
      </w:tc>
      <w:tc>
        <w:tcPr>
          <w:tcW w:w="850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24979745" w14:textId="7BFC91C6" w:rsidR="00E41B79" w:rsidRPr="0088465F" w:rsidRDefault="00E41B79" w:rsidP="001A0A66">
          <w:pPr>
            <w:ind w:left="0" w:right="0" w:firstLine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Р</w:t>
          </w:r>
        </w:p>
      </w:tc>
      <w:tc>
        <w:tcPr>
          <w:tcW w:w="850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6692E743" w14:textId="77777777" w:rsidR="00E41B79" w:rsidRPr="0088465F" w:rsidRDefault="00E41B79" w:rsidP="001A0A66">
          <w:pPr>
            <w:ind w:left="0" w:right="0" w:firstLine="0"/>
            <w:jc w:val="center"/>
            <w:rPr>
              <w:sz w:val="20"/>
              <w:szCs w:val="20"/>
            </w:rPr>
          </w:pPr>
          <w:r w:rsidRPr="0088465F">
            <w:rPr>
              <w:sz w:val="20"/>
              <w:szCs w:val="20"/>
            </w:rPr>
            <w:t>1</w:t>
          </w:r>
        </w:p>
      </w:tc>
      <w:tc>
        <w:tcPr>
          <w:tcW w:w="992" w:type="dxa"/>
          <w:tcBorders>
            <w:top w:val="single" w:sz="12" w:space="0" w:color="auto"/>
          </w:tcBorders>
          <w:shd w:val="clear" w:color="auto" w:fill="auto"/>
          <w:vAlign w:val="center"/>
        </w:tcPr>
        <w:p w14:paraId="2CBEF432" w14:textId="05A50254" w:rsidR="00E41B79" w:rsidRPr="0088465F" w:rsidRDefault="00E41B79" w:rsidP="001A0A66">
          <w:pPr>
            <w:pStyle w:val="affa"/>
            <w:rPr>
              <w:rFonts w:ascii="Times New Roman" w:hAnsi="Times New Roman"/>
            </w:rPr>
          </w:pPr>
          <w:r w:rsidRPr="0088465F">
            <w:rPr>
              <w:rFonts w:ascii="Times New Roman" w:hAnsi="Times New Roman"/>
            </w:rPr>
            <w:fldChar w:fldCharType="begin"/>
          </w:r>
          <w:r w:rsidRPr="0088465F">
            <w:rPr>
              <w:rFonts w:ascii="Times New Roman" w:hAnsi="Times New Roman"/>
            </w:rPr>
            <w:instrText xml:space="preserve"> NUMPAGES   \* MERGEFORMAT </w:instrText>
          </w:r>
          <w:r w:rsidRPr="0088465F">
            <w:rPr>
              <w:rFonts w:ascii="Times New Roman" w:hAnsi="Times New Roman"/>
            </w:rPr>
            <w:fldChar w:fldCharType="separate"/>
          </w:r>
          <w:r w:rsidR="00156ABF">
            <w:rPr>
              <w:rFonts w:ascii="Times New Roman" w:hAnsi="Times New Roman"/>
              <w:noProof/>
            </w:rPr>
            <w:t>7</w:t>
          </w:r>
          <w:r w:rsidRPr="0088465F">
            <w:rPr>
              <w:rFonts w:ascii="Times New Roman" w:hAnsi="Times New Roman"/>
              <w:noProof/>
            </w:rPr>
            <w:fldChar w:fldCharType="end"/>
          </w:r>
        </w:p>
      </w:tc>
    </w:tr>
    <w:tr w:rsidR="00E41B79" w:rsidRPr="007F5ABD" w14:paraId="2D1B507C" w14:textId="77777777" w:rsidTr="00CF0C0E">
      <w:trPr>
        <w:trHeight w:hRule="exact" w:val="284"/>
        <w:jc w:val="right"/>
      </w:trPr>
      <w:tc>
        <w:tcPr>
          <w:tcW w:w="1278" w:type="dxa"/>
          <w:gridSpan w:val="2"/>
          <w:tcBorders>
            <w:left w:val="single" w:sz="12" w:space="0" w:color="auto"/>
          </w:tcBorders>
          <w:shd w:val="clear" w:color="auto" w:fill="auto"/>
          <w:vAlign w:val="center"/>
        </w:tcPr>
        <w:p w14:paraId="1BCC83FB" w14:textId="137FAD0E" w:rsidR="00E41B79" w:rsidRPr="0088465F" w:rsidRDefault="00E41B79" w:rsidP="0097014B">
          <w:pPr>
            <w:pStyle w:val="-f"/>
            <w:ind w:left="261" w:hanging="142"/>
            <w:rPr>
              <w:sz w:val="20"/>
              <w:szCs w:val="20"/>
            </w:rPr>
          </w:pPr>
          <w:r>
            <w:rPr>
              <w:sz w:val="20"/>
              <w:szCs w:val="20"/>
            </w:rPr>
            <w:t>Проверил</w:t>
          </w:r>
        </w:p>
      </w:tc>
      <w:tc>
        <w:tcPr>
          <w:tcW w:w="1134" w:type="dxa"/>
          <w:gridSpan w:val="2"/>
          <w:shd w:val="clear" w:color="auto" w:fill="auto"/>
          <w:vAlign w:val="center"/>
        </w:tcPr>
        <w:p w14:paraId="0FEFFBAB" w14:textId="3E6C3CFE" w:rsidR="00E41B79" w:rsidRPr="0088465F" w:rsidRDefault="00E41B79" w:rsidP="0097014B">
          <w:pPr>
            <w:pStyle w:val="-d"/>
          </w:pPr>
          <w:r>
            <w:t>Ушаков</w:t>
          </w:r>
        </w:p>
      </w:tc>
      <w:tc>
        <w:tcPr>
          <w:tcW w:w="850" w:type="dxa"/>
          <w:shd w:val="clear" w:color="auto" w:fill="auto"/>
          <w:vAlign w:val="center"/>
        </w:tcPr>
        <w:p w14:paraId="04968D8A" w14:textId="4A2BA3F1" w:rsidR="00E41B79" w:rsidRPr="0088465F" w:rsidRDefault="00E41B79" w:rsidP="0097014B">
          <w:pPr>
            <w:pStyle w:val="-9"/>
            <w:spacing w:line="240" w:lineRule="auto"/>
          </w:pPr>
          <w:r w:rsidRPr="00BD375D">
            <w:rPr>
              <w:noProof/>
              <w:sz w:val="20"/>
              <w:szCs w:val="20"/>
              <w:lang w:eastAsia="ru-RU"/>
            </w:rPr>
            <w:drawing>
              <wp:anchor distT="0" distB="0" distL="114300" distR="114300" simplePos="0" relativeHeight="251644416" behindDoc="0" locked="0" layoutInCell="1" allowOverlap="1" wp14:anchorId="526A8B6F" wp14:editId="4898BE02">
                <wp:simplePos x="0" y="0"/>
                <wp:positionH relativeFrom="column">
                  <wp:posOffset>-38100</wp:posOffset>
                </wp:positionH>
                <wp:positionV relativeFrom="paragraph">
                  <wp:posOffset>-563245</wp:posOffset>
                </wp:positionV>
                <wp:extent cx="1393825" cy="744855"/>
                <wp:effectExtent l="0" t="0" r="0" b="0"/>
                <wp:wrapNone/>
                <wp:docPr id="27" name="Рисунок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3825" cy="744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shd w:val="clear" w:color="auto" w:fill="auto"/>
          <w:vAlign w:val="center"/>
        </w:tcPr>
        <w:p w14:paraId="1EC0A660" w14:textId="1D15466E" w:rsidR="00E41B79" w:rsidRPr="0088465F" w:rsidRDefault="00E41B79" w:rsidP="00EA0C8F">
          <w:pPr>
            <w:pStyle w:val="-5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PRINTDATE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4A6F30">
            <w:rPr>
              <w:noProof/>
              <w:sz w:val="20"/>
              <w:szCs w:val="20"/>
            </w:rPr>
            <w:t>01.26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>4</w:t>
          </w:r>
        </w:p>
      </w:tc>
      <w:tc>
        <w:tcPr>
          <w:tcW w:w="3969" w:type="dxa"/>
          <w:vMerge/>
          <w:shd w:val="clear" w:color="auto" w:fill="auto"/>
          <w:vAlign w:val="center"/>
        </w:tcPr>
        <w:p w14:paraId="5FBB700A" w14:textId="77777777" w:rsidR="00E41B79" w:rsidRPr="006928D6" w:rsidRDefault="00E41B79" w:rsidP="0097014B">
          <w:pPr>
            <w:pStyle w:val="-7"/>
            <w:ind w:left="0" w:right="0"/>
            <w:rPr>
              <w:rFonts w:ascii="Cambria" w:hAnsi="Cambria"/>
              <w:szCs w:val="18"/>
            </w:rPr>
          </w:pPr>
        </w:p>
      </w:tc>
      <w:tc>
        <w:tcPr>
          <w:tcW w:w="2692" w:type="dxa"/>
          <w:gridSpan w:val="3"/>
          <w:vMerge w:val="restart"/>
          <w:tcBorders>
            <w:top w:val="single" w:sz="12" w:space="0" w:color="auto"/>
          </w:tcBorders>
          <w:shd w:val="clear" w:color="auto" w:fill="auto"/>
          <w:vAlign w:val="center"/>
        </w:tcPr>
        <w:p w14:paraId="34C60E31" w14:textId="1481B581" w:rsidR="00E41B79" w:rsidRPr="006928D6" w:rsidRDefault="00E41B79" w:rsidP="0097014B">
          <w:pPr>
            <w:pStyle w:val="af1"/>
            <w:rPr>
              <w:rFonts w:ascii="Cambria" w:hAnsi="Cambria"/>
              <w:sz w:val="18"/>
              <w:szCs w:val="18"/>
            </w:rPr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41344" behindDoc="0" locked="0" layoutInCell="1" allowOverlap="1" wp14:anchorId="4F1CC345" wp14:editId="26BE2380">
                <wp:simplePos x="0" y="0"/>
                <wp:positionH relativeFrom="column">
                  <wp:posOffset>0</wp:posOffset>
                </wp:positionH>
                <wp:positionV relativeFrom="paragraph">
                  <wp:posOffset>-66675</wp:posOffset>
                </wp:positionV>
                <wp:extent cx="1659255" cy="273685"/>
                <wp:effectExtent l="0" t="0" r="0" b="0"/>
                <wp:wrapNone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273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sx="1000" sy="1000" algn="ctr" rotWithShape="0">
                            <a:schemeClr val="bg1"/>
                          </a:outerShdw>
                        </a:effec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E41B79" w:rsidRPr="007F5ABD" w14:paraId="27825EC9" w14:textId="77777777" w:rsidTr="00CF0C0E">
      <w:trPr>
        <w:trHeight w:hRule="exact" w:val="284"/>
        <w:jc w:val="right"/>
      </w:trPr>
      <w:tc>
        <w:tcPr>
          <w:tcW w:w="1278" w:type="dxa"/>
          <w:gridSpan w:val="2"/>
          <w:tcBorders>
            <w:left w:val="single" w:sz="12" w:space="0" w:color="auto"/>
          </w:tcBorders>
          <w:shd w:val="clear" w:color="auto" w:fill="auto"/>
          <w:vAlign w:val="center"/>
        </w:tcPr>
        <w:p w14:paraId="0BEB60FE" w14:textId="76B59D8B" w:rsidR="00E41B79" w:rsidRPr="0088465F" w:rsidRDefault="00E41B79" w:rsidP="0097014B">
          <w:pPr>
            <w:pStyle w:val="-f"/>
            <w:ind w:left="261" w:hanging="142"/>
            <w:rPr>
              <w:sz w:val="20"/>
              <w:szCs w:val="20"/>
            </w:rPr>
          </w:pPr>
          <w:r>
            <w:rPr>
              <w:sz w:val="20"/>
              <w:szCs w:val="20"/>
            </w:rPr>
            <w:t>ГИП</w:t>
          </w:r>
        </w:p>
      </w:tc>
      <w:tc>
        <w:tcPr>
          <w:tcW w:w="1134" w:type="dxa"/>
          <w:gridSpan w:val="2"/>
          <w:shd w:val="clear" w:color="auto" w:fill="auto"/>
          <w:vAlign w:val="center"/>
        </w:tcPr>
        <w:p w14:paraId="5FF4AFBC" w14:textId="15B43283" w:rsidR="00E41B79" w:rsidRPr="0088465F" w:rsidRDefault="00E41B79" w:rsidP="0097014B">
          <w:pPr>
            <w:pStyle w:val="-d"/>
          </w:pPr>
          <w:r>
            <w:t>Ушаков</w:t>
          </w:r>
        </w:p>
      </w:tc>
      <w:tc>
        <w:tcPr>
          <w:tcW w:w="850" w:type="dxa"/>
          <w:shd w:val="clear" w:color="auto" w:fill="auto"/>
          <w:vAlign w:val="center"/>
        </w:tcPr>
        <w:p w14:paraId="4906B9BB" w14:textId="3F282A19" w:rsidR="00E41B79" w:rsidRPr="0088465F" w:rsidRDefault="00E41B79" w:rsidP="0097014B">
          <w:pPr>
            <w:pStyle w:val="-9"/>
            <w:spacing w:line="240" w:lineRule="auto"/>
          </w:pPr>
          <w:r w:rsidRPr="00BD375D">
            <w:rPr>
              <w:noProof/>
              <w:sz w:val="20"/>
              <w:szCs w:val="20"/>
              <w:lang w:eastAsia="ru-RU"/>
            </w:rPr>
            <w:drawing>
              <wp:anchor distT="0" distB="0" distL="114300" distR="114300" simplePos="0" relativeHeight="251645440" behindDoc="0" locked="0" layoutInCell="1" allowOverlap="1" wp14:anchorId="49FCCA80" wp14:editId="4F00AB2B">
                <wp:simplePos x="0" y="0"/>
                <wp:positionH relativeFrom="column">
                  <wp:posOffset>107950</wp:posOffset>
                </wp:positionH>
                <wp:positionV relativeFrom="paragraph">
                  <wp:posOffset>-118745</wp:posOffset>
                </wp:positionV>
                <wp:extent cx="212725" cy="551815"/>
                <wp:effectExtent l="38100" t="19050" r="0" b="635"/>
                <wp:wrapNone/>
                <wp:docPr id="10" name="Рисунок 10" descr="Ушаков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Ушаков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21260909">
                          <a:off x="0" y="0"/>
                          <a:ext cx="212725" cy="551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BD375D">
            <w:rPr>
              <w:noProof/>
              <w:sz w:val="20"/>
              <w:szCs w:val="20"/>
              <w:lang w:eastAsia="ru-RU"/>
            </w:rPr>
            <w:drawing>
              <wp:anchor distT="0" distB="0" distL="114300" distR="114300" simplePos="0" relativeHeight="251643392" behindDoc="0" locked="0" layoutInCell="1" allowOverlap="1" wp14:anchorId="750857DF" wp14:editId="1DF38AF4">
                <wp:simplePos x="0" y="0"/>
                <wp:positionH relativeFrom="column">
                  <wp:posOffset>153035</wp:posOffset>
                </wp:positionH>
                <wp:positionV relativeFrom="paragraph">
                  <wp:posOffset>-304165</wp:posOffset>
                </wp:positionV>
                <wp:extent cx="212725" cy="551815"/>
                <wp:effectExtent l="0" t="0" r="0" b="635"/>
                <wp:wrapNone/>
                <wp:docPr id="9" name="Рисунок 9" descr="Ушаков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Ушаков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725" cy="551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shd w:val="clear" w:color="auto" w:fill="auto"/>
          <w:vAlign w:val="center"/>
        </w:tcPr>
        <w:p w14:paraId="22100D22" w14:textId="647911B5" w:rsidR="00E41B79" w:rsidRPr="0088465F" w:rsidRDefault="00E41B79" w:rsidP="00EA0C8F">
          <w:pPr>
            <w:pStyle w:val="-5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PRINTDATE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4A6F30">
            <w:rPr>
              <w:noProof/>
              <w:sz w:val="20"/>
              <w:szCs w:val="20"/>
            </w:rPr>
            <w:t>01.26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>4</w:t>
          </w:r>
        </w:p>
      </w:tc>
      <w:tc>
        <w:tcPr>
          <w:tcW w:w="3969" w:type="dxa"/>
          <w:vMerge/>
          <w:shd w:val="clear" w:color="auto" w:fill="auto"/>
          <w:vAlign w:val="center"/>
        </w:tcPr>
        <w:p w14:paraId="5CD48ECB" w14:textId="77777777" w:rsidR="00E41B79" w:rsidRPr="006928D6" w:rsidRDefault="00E41B79" w:rsidP="0097014B">
          <w:pPr>
            <w:ind w:left="0" w:right="0" w:firstLine="0"/>
            <w:jc w:val="center"/>
            <w:rPr>
              <w:rFonts w:ascii="Cambria" w:hAnsi="Cambria"/>
              <w:sz w:val="18"/>
              <w:szCs w:val="18"/>
            </w:rPr>
          </w:pPr>
        </w:p>
      </w:tc>
      <w:tc>
        <w:tcPr>
          <w:tcW w:w="2692" w:type="dxa"/>
          <w:gridSpan w:val="3"/>
          <w:vMerge/>
          <w:shd w:val="clear" w:color="auto" w:fill="auto"/>
          <w:vAlign w:val="center"/>
        </w:tcPr>
        <w:p w14:paraId="6176D97C" w14:textId="77777777" w:rsidR="00E41B79" w:rsidRPr="006928D6" w:rsidRDefault="00E41B79" w:rsidP="0097014B">
          <w:pPr>
            <w:ind w:left="0" w:right="0" w:firstLine="0"/>
            <w:jc w:val="center"/>
            <w:rPr>
              <w:rFonts w:ascii="Cambria" w:hAnsi="Cambria"/>
              <w:sz w:val="18"/>
              <w:szCs w:val="18"/>
            </w:rPr>
          </w:pPr>
        </w:p>
      </w:tc>
    </w:tr>
    <w:tr w:rsidR="00E41B79" w:rsidRPr="007F5ABD" w14:paraId="5A0E4B6B" w14:textId="77777777" w:rsidTr="00CF0C0E">
      <w:trPr>
        <w:trHeight w:hRule="exact" w:val="284"/>
        <w:jc w:val="right"/>
      </w:trPr>
      <w:tc>
        <w:tcPr>
          <w:tcW w:w="1278" w:type="dxa"/>
          <w:gridSpan w:val="2"/>
          <w:tcBorders>
            <w:left w:val="single" w:sz="12" w:space="0" w:color="auto"/>
            <w:bottom w:val="nil"/>
          </w:tcBorders>
          <w:shd w:val="clear" w:color="auto" w:fill="auto"/>
          <w:vAlign w:val="center"/>
        </w:tcPr>
        <w:p w14:paraId="4F7B1EB5" w14:textId="52B55554" w:rsidR="00E41B79" w:rsidRPr="0088465F" w:rsidRDefault="00E41B79" w:rsidP="0097014B">
          <w:pPr>
            <w:pStyle w:val="-f"/>
            <w:ind w:left="261" w:hanging="142"/>
            <w:rPr>
              <w:sz w:val="20"/>
              <w:szCs w:val="20"/>
            </w:rPr>
          </w:pPr>
          <w:proofErr w:type="spellStart"/>
          <w:r w:rsidRPr="0088465F">
            <w:rPr>
              <w:sz w:val="20"/>
              <w:szCs w:val="20"/>
            </w:rPr>
            <w:t>Н.контр</w:t>
          </w:r>
          <w:proofErr w:type="spellEnd"/>
          <w:r w:rsidRPr="0088465F">
            <w:rPr>
              <w:sz w:val="20"/>
              <w:szCs w:val="20"/>
            </w:rPr>
            <w:t>.</w:t>
          </w:r>
        </w:p>
      </w:tc>
      <w:tc>
        <w:tcPr>
          <w:tcW w:w="1134" w:type="dxa"/>
          <w:gridSpan w:val="2"/>
          <w:tcBorders>
            <w:bottom w:val="nil"/>
          </w:tcBorders>
          <w:shd w:val="clear" w:color="auto" w:fill="auto"/>
          <w:vAlign w:val="center"/>
        </w:tcPr>
        <w:p w14:paraId="4155EFDA" w14:textId="0AB7D60A" w:rsidR="00E41B79" w:rsidRPr="0088465F" w:rsidRDefault="00E41B79" w:rsidP="0097014B">
          <w:pPr>
            <w:pStyle w:val="-d"/>
          </w:pPr>
          <w:r>
            <w:t>Малахов</w:t>
          </w:r>
        </w:p>
      </w:tc>
      <w:tc>
        <w:tcPr>
          <w:tcW w:w="850" w:type="dxa"/>
          <w:tcBorders>
            <w:bottom w:val="nil"/>
          </w:tcBorders>
          <w:shd w:val="clear" w:color="auto" w:fill="auto"/>
          <w:vAlign w:val="center"/>
        </w:tcPr>
        <w:p w14:paraId="18DF5FD4" w14:textId="05B14B0F" w:rsidR="00E41B79" w:rsidRPr="0088465F" w:rsidRDefault="00E41B79" w:rsidP="0097014B">
          <w:pPr>
            <w:pStyle w:val="-9"/>
            <w:spacing w:line="240" w:lineRule="auto"/>
          </w:pPr>
          <w:r>
            <w:rPr>
              <w:noProof/>
              <w:sz w:val="20"/>
              <w:szCs w:val="20"/>
              <w:lang w:eastAsia="ru-RU"/>
            </w:rPr>
            <w:drawing>
              <wp:inline distT="0" distB="0" distL="0" distR="0" wp14:anchorId="7D99446E" wp14:editId="232679E6">
                <wp:extent cx="296545" cy="180340"/>
                <wp:effectExtent l="0" t="0" r="8255" b="0"/>
                <wp:docPr id="25" name="Рисунок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" name="Малахов Валера_Подпись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6545" cy="1803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  <w:tcBorders>
            <w:bottom w:val="nil"/>
          </w:tcBorders>
          <w:shd w:val="clear" w:color="auto" w:fill="auto"/>
          <w:vAlign w:val="center"/>
        </w:tcPr>
        <w:p w14:paraId="4C6C157E" w14:textId="3E355B59" w:rsidR="00E41B79" w:rsidRPr="0088465F" w:rsidRDefault="00E41B79" w:rsidP="00EA0C8F">
          <w:pPr>
            <w:pStyle w:val="-5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PRINTDATE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4A6F30">
            <w:rPr>
              <w:noProof/>
              <w:sz w:val="20"/>
              <w:szCs w:val="20"/>
            </w:rPr>
            <w:t>01.26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69" w:type="dxa"/>
          <w:vMerge/>
          <w:tcBorders>
            <w:bottom w:val="nil"/>
          </w:tcBorders>
          <w:shd w:val="clear" w:color="auto" w:fill="auto"/>
          <w:vAlign w:val="center"/>
        </w:tcPr>
        <w:p w14:paraId="69815591" w14:textId="77777777" w:rsidR="00E41B79" w:rsidRPr="006928D6" w:rsidRDefault="00E41B79" w:rsidP="0097014B">
          <w:pPr>
            <w:ind w:left="0" w:right="0" w:firstLine="0"/>
            <w:jc w:val="center"/>
            <w:rPr>
              <w:rFonts w:ascii="Cambria" w:hAnsi="Cambria"/>
              <w:sz w:val="18"/>
              <w:szCs w:val="18"/>
            </w:rPr>
          </w:pPr>
        </w:p>
      </w:tc>
      <w:tc>
        <w:tcPr>
          <w:tcW w:w="2692" w:type="dxa"/>
          <w:gridSpan w:val="3"/>
          <w:vMerge/>
          <w:tcBorders>
            <w:bottom w:val="nil"/>
          </w:tcBorders>
          <w:shd w:val="clear" w:color="auto" w:fill="auto"/>
          <w:vAlign w:val="center"/>
        </w:tcPr>
        <w:p w14:paraId="21BC90DE" w14:textId="77777777" w:rsidR="00E41B79" w:rsidRPr="006928D6" w:rsidRDefault="00E41B79" w:rsidP="0097014B">
          <w:pPr>
            <w:ind w:left="0" w:right="0" w:firstLine="0"/>
            <w:jc w:val="center"/>
            <w:rPr>
              <w:rFonts w:ascii="Cambria" w:hAnsi="Cambria"/>
              <w:sz w:val="18"/>
              <w:szCs w:val="18"/>
            </w:rPr>
          </w:pPr>
        </w:p>
      </w:tc>
    </w:tr>
  </w:tbl>
  <w:p w14:paraId="71703F9B" w14:textId="25E077D4" w:rsidR="00E41B79" w:rsidRPr="001C0C39" w:rsidRDefault="00E41B79" w:rsidP="001C0C39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7B687E91" wp14:editId="3A929EBC">
              <wp:simplePos x="0" y="0"/>
              <wp:positionH relativeFrom="page">
                <wp:posOffset>541020</wp:posOffset>
              </wp:positionH>
              <wp:positionV relativeFrom="page">
                <wp:posOffset>6732905</wp:posOffset>
              </wp:positionV>
              <wp:extent cx="179705" cy="720090"/>
              <wp:effectExtent l="0" t="0" r="0" b="3810"/>
              <wp:wrapNone/>
              <wp:docPr id="2" name="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7200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ysClr val="windowText" lastClr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466106" w14:textId="77777777" w:rsidR="00E41B79" w:rsidRDefault="00E41B79" w:rsidP="00163F40">
                          <w:pPr>
                            <w:pStyle w:val="afd"/>
                          </w:pP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B687E91" id="_x0000_t202" coordsize="21600,21600" o:spt="202" path="m,l,21600r21600,l21600,xe">
              <v:stroke joinstyle="miter"/>
              <v:path gradientshapeok="t" o:connecttype="rect"/>
            </v:shapetype>
            <v:shape id="7" o:spid="_x0000_s1041" type="#_x0000_t202" style="position:absolute;left:0;text-align:left;margin-left:42.6pt;margin-top:530.15pt;width:14.15pt;height:56.7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" strokecolor="windowText" strokeweight="1.5pt">
              <v:textbox style="layout-flow:vertical;mso-layout-flow-alt:bottom-to-top" inset=".5mm,0,0,0">
                <w:txbxContent>
                  <w:p w14:paraId="2B466106" w14:textId="77777777" w:rsidR="002120BF" w:rsidRDefault="002120BF" w:rsidP="00163F40">
                    <w:pPr>
                      <w:pStyle w:val="afd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2608" behindDoc="1" locked="0" layoutInCell="1" allowOverlap="1" wp14:anchorId="72CC890B" wp14:editId="4C84FE80">
              <wp:simplePos x="0" y="0"/>
              <wp:positionH relativeFrom="page">
                <wp:posOffset>288290</wp:posOffset>
              </wp:positionH>
              <wp:positionV relativeFrom="page">
                <wp:posOffset>8352790</wp:posOffset>
              </wp:positionV>
              <wp:extent cx="179705" cy="1259840"/>
              <wp:effectExtent l="0" t="0" r="0" b="0"/>
              <wp:wrapNone/>
              <wp:docPr id="44" name="Подпись и дата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1259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66944C" w14:textId="77777777" w:rsidR="00E41B79" w:rsidRPr="004C30A9" w:rsidRDefault="00E41B79" w:rsidP="00AC27FA">
                          <w:pPr>
                            <w:pStyle w:val="afd"/>
                          </w:pPr>
                          <w:r w:rsidRPr="00B9371F">
                            <w:t xml:space="preserve">Подп. </w:t>
                          </w:r>
                          <w:r>
                            <w:t>и</w:t>
                          </w:r>
                          <w:r w:rsidRPr="00B9371F">
                            <w:t xml:space="preserve"> дата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72CC890B" id="Подпись и дата1" o:spid="_x0000_s1042" type="#_x0000_t202" style="position:absolute;left:0;text-align:left;margin-left:22.7pt;margin-top:657.7pt;width:14.15pt;height:99.2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" strokeweight="1.5pt">
              <v:textbox style="layout-flow:vertical;mso-layout-flow-alt:bottom-to-top" inset="0,0,0,0">
                <w:txbxContent>
                  <w:p w14:paraId="4366944C" w14:textId="77777777" w:rsidR="002120BF" w:rsidRPr="004C30A9" w:rsidRDefault="002120BF" w:rsidP="00AC27FA">
                    <w:pPr>
                      <w:pStyle w:val="afd"/>
                    </w:pPr>
                    <w:r w:rsidRPr="00B9371F">
                      <w:t xml:space="preserve">Подп. </w:t>
                    </w:r>
                    <w:r>
                      <w:t>и</w:t>
                    </w:r>
                    <w:r w:rsidRPr="00B9371F">
                      <w:t xml:space="preserve"> дата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2BB25B51" wp14:editId="7A32F7AD">
              <wp:simplePos x="0" y="0"/>
              <wp:positionH relativeFrom="page">
                <wp:posOffset>540385</wp:posOffset>
              </wp:positionH>
              <wp:positionV relativeFrom="page">
                <wp:posOffset>6012815</wp:posOffset>
              </wp:positionV>
              <wp:extent cx="179705" cy="720090"/>
              <wp:effectExtent l="0" t="0" r="0" b="3810"/>
              <wp:wrapNone/>
              <wp:docPr id="17" name="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7200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D10A10" w14:textId="77777777" w:rsidR="00E41B79" w:rsidRDefault="00E41B79" w:rsidP="00163F40">
                          <w:pPr>
                            <w:pStyle w:val="afd"/>
                          </w:pP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2BB25B51" id="5" o:spid="_x0000_s1043" type="#_x0000_t202" style="position:absolute;left:0;text-align:left;margin-left:42.55pt;margin-top:473.45pt;width:14.15pt;height:56.7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" strokeweight="1.5pt">
              <v:textbox style="layout-flow:vertical;mso-layout-flow-alt:bottom-to-top" inset=".5mm,0,0,0">
                <w:txbxContent>
                  <w:p w14:paraId="1ED10A10" w14:textId="77777777" w:rsidR="002120BF" w:rsidRDefault="002120BF" w:rsidP="00163F40">
                    <w:pPr>
                      <w:pStyle w:val="afd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7465F0B0" wp14:editId="44603D18">
              <wp:simplePos x="0" y="0"/>
              <wp:positionH relativeFrom="page">
                <wp:posOffset>360045</wp:posOffset>
              </wp:positionH>
              <wp:positionV relativeFrom="page">
                <wp:posOffset>6012815</wp:posOffset>
              </wp:positionV>
              <wp:extent cx="179705" cy="720090"/>
              <wp:effectExtent l="0" t="0" r="0" b="3810"/>
              <wp:wrapNone/>
              <wp:docPr id="16" name="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7200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A10B75" w14:textId="77777777" w:rsidR="00E41B79" w:rsidRDefault="00E41B79" w:rsidP="00163F40">
                          <w:pPr>
                            <w:pStyle w:val="afd"/>
                          </w:pP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7465F0B0" id="6" o:spid="_x0000_s1044" type="#_x0000_t202" style="position:absolute;left:0;text-align:left;margin-left:28.35pt;margin-top:473.45pt;width:14.15pt;height:56.7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" strokeweight="1.5pt">
              <v:textbox style="layout-flow:vertical;mso-layout-flow-alt:bottom-to-top" inset=".5mm,0,0,0">
                <w:txbxContent>
                  <w:p w14:paraId="2DA10B75" w14:textId="77777777" w:rsidR="002120BF" w:rsidRDefault="002120BF" w:rsidP="00163F40">
                    <w:pPr>
                      <w:pStyle w:val="afd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5CF8DF9" wp14:editId="57B31AC1">
              <wp:simplePos x="0" y="0"/>
              <wp:positionH relativeFrom="page">
                <wp:posOffset>467995</wp:posOffset>
              </wp:positionH>
              <wp:positionV relativeFrom="page">
                <wp:posOffset>7452995</wp:posOffset>
              </wp:positionV>
              <wp:extent cx="252095" cy="899795"/>
              <wp:effectExtent l="0" t="0" r="0" b="0"/>
              <wp:wrapNone/>
              <wp:docPr id="45" name="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899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8E8930" w14:textId="77777777" w:rsidR="00E41B79" w:rsidRPr="00A97B64" w:rsidRDefault="00E41B79" w:rsidP="00163F40">
                          <w:pPr>
                            <w:pStyle w:val="afd"/>
                          </w:pPr>
                        </w:p>
                      </w:txbxContent>
                    </wps:txbx>
                    <wps:bodyPr rot="0" vert="vert270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05CF8DF9" id="9" o:spid="_x0000_s1045" type="#_x0000_t202" style="position:absolute;left:0;text-align:left;margin-left:36.85pt;margin-top:586.85pt;width:19.85pt;height:70.8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" strokeweight="1.5pt">
              <v:textbox style="layout-flow:vertical;mso-layout-flow-alt:bottom-to-top" inset="1mm,0,0,0">
                <w:txbxContent>
                  <w:p w14:paraId="618E8930" w14:textId="77777777" w:rsidR="002120BF" w:rsidRPr="00A97B64" w:rsidRDefault="002120BF" w:rsidP="00163F40">
                    <w:pPr>
                      <w:pStyle w:val="afd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1584" behindDoc="1" locked="0" layoutInCell="1" allowOverlap="1" wp14:anchorId="06862AA7" wp14:editId="66C5B8A5">
              <wp:simplePos x="0" y="0"/>
              <wp:positionH relativeFrom="page">
                <wp:posOffset>288290</wp:posOffset>
              </wp:positionH>
              <wp:positionV relativeFrom="page">
                <wp:posOffset>9613265</wp:posOffset>
              </wp:positionV>
              <wp:extent cx="179705" cy="899795"/>
              <wp:effectExtent l="0" t="0" r="0" b="0"/>
              <wp:wrapNone/>
              <wp:docPr id="42" name="Инв. №подп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979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ysClr val="windowText" lastClr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F5CF9B" w14:textId="77777777" w:rsidR="00E41B79" w:rsidRPr="00CF2D90" w:rsidRDefault="00E41B79" w:rsidP="00CF2D90">
                          <w:pPr>
                            <w:pStyle w:val="afd"/>
                          </w:pPr>
                          <w:r w:rsidRPr="00CF2D90">
                            <w:rPr>
                              <w:rStyle w:val="af4"/>
                              <w:sz w:val="18"/>
                            </w:rPr>
                            <w:t xml:space="preserve">Инв. № </w:t>
                          </w:r>
                          <w:r w:rsidRPr="00CF2D90">
                            <w:t>подл.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06862AA7" id="Инв. №подп1" o:spid="_x0000_s1046" type="#_x0000_t202" style="position:absolute;left:0;text-align:left;margin-left:22.7pt;margin-top:756.95pt;width:14.15pt;height:70.8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" filled="f" strokecolor="windowText" strokeweight="1.5pt">
              <v:textbox style="layout-flow:vertical;mso-layout-flow-alt:bottom-to-top" inset="0,0,0,0">
                <w:txbxContent>
                  <w:p w14:paraId="77F5CF9B" w14:textId="77777777" w:rsidR="002120BF" w:rsidRPr="00CF2D90" w:rsidRDefault="002120BF" w:rsidP="00CF2D90">
                    <w:pPr>
                      <w:pStyle w:val="afd"/>
                    </w:pPr>
                    <w:r w:rsidRPr="00CF2D90">
                      <w:rPr>
                        <w:rStyle w:val="af4"/>
                        <w:sz w:val="18"/>
                      </w:rPr>
                      <w:t xml:space="preserve">Инв. № </w:t>
                    </w:r>
                    <w:r w:rsidRPr="00CF2D90">
                      <w:t>подл.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1F0E0D" wp14:editId="3908EDAF">
              <wp:simplePos x="0" y="0"/>
              <wp:positionH relativeFrom="page">
                <wp:posOffset>360045</wp:posOffset>
              </wp:positionH>
              <wp:positionV relativeFrom="page">
                <wp:posOffset>6732905</wp:posOffset>
              </wp:positionV>
              <wp:extent cx="179705" cy="720090"/>
              <wp:effectExtent l="0" t="0" r="0" b="3810"/>
              <wp:wrapNone/>
              <wp:docPr id="63" name="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7200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C3B767" w14:textId="77777777" w:rsidR="00E41B79" w:rsidRDefault="00E41B79" w:rsidP="00163F40">
                          <w:pPr>
                            <w:pStyle w:val="afd"/>
                          </w:pP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641F0E0D" id="8" o:spid="_x0000_s1047" type="#_x0000_t202" style="position:absolute;left:0;text-align:left;margin-left:28.35pt;margin-top:530.15pt;width:14.15pt;height:56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" strokeweight="1.5pt">
              <v:textbox style="layout-flow:vertical;mso-layout-flow-alt:bottom-to-top" inset=".5mm,0,0,0">
                <w:txbxContent>
                  <w:p w14:paraId="71C3B767" w14:textId="77777777" w:rsidR="002120BF" w:rsidRDefault="002120BF" w:rsidP="00163F40">
                    <w:pPr>
                      <w:pStyle w:val="afd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166AEA35" wp14:editId="06102D8A">
              <wp:simplePos x="0" y="0"/>
              <wp:positionH relativeFrom="page">
                <wp:posOffset>288290</wp:posOffset>
              </wp:positionH>
              <wp:positionV relativeFrom="page">
                <wp:posOffset>7452995</wp:posOffset>
              </wp:positionV>
              <wp:extent cx="179705" cy="899795"/>
              <wp:effectExtent l="0" t="0" r="0" b="0"/>
              <wp:wrapNone/>
              <wp:docPr id="46" name="Взам. Инв. №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9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BEE9DC" w14:textId="77777777" w:rsidR="00E41B79" w:rsidRPr="00524BB2" w:rsidRDefault="00E41B79" w:rsidP="00AC27FA">
                          <w:pPr>
                            <w:pStyle w:val="afd"/>
                            <w:rPr>
                              <w:spacing w:val="-20"/>
                              <w:lang w:val="en-US"/>
                            </w:rPr>
                          </w:pPr>
                          <w:proofErr w:type="spellStart"/>
                          <w:r w:rsidRPr="00524BB2">
                            <w:rPr>
                              <w:spacing w:val="-20"/>
                            </w:rPr>
                            <w:t>Взам</w:t>
                          </w:r>
                          <w:proofErr w:type="spellEnd"/>
                          <w:r w:rsidRPr="00524BB2">
                            <w:rPr>
                              <w:spacing w:val="-20"/>
                            </w:rPr>
                            <w:t>. Инв. №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166AEA35" id="Взам. Инв. №1" o:spid="_x0000_s1048" type="#_x0000_t202" style="position:absolute;left:0;text-align:left;margin-left:22.7pt;margin-top:586.85pt;width:14.15pt;height:70.8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" strokeweight="1.5pt">
              <v:textbox style="layout-flow:vertical;mso-layout-flow-alt:bottom-to-top" inset="0,0,0,0">
                <w:txbxContent>
                  <w:p w14:paraId="03BEE9DC" w14:textId="77777777" w:rsidR="002120BF" w:rsidRPr="00524BB2" w:rsidRDefault="002120BF" w:rsidP="00AC27FA">
                    <w:pPr>
                      <w:pStyle w:val="afd"/>
                      <w:rPr>
                        <w:spacing w:val="-20"/>
                        <w:lang w:val="en-US"/>
                      </w:rPr>
                    </w:pPr>
                    <w:proofErr w:type="spellStart"/>
                    <w:r w:rsidRPr="00524BB2">
                      <w:rPr>
                        <w:spacing w:val="-20"/>
                      </w:rPr>
                      <w:t>Взам</w:t>
                    </w:r>
                    <w:proofErr w:type="spellEnd"/>
                    <w:r w:rsidRPr="00524BB2">
                      <w:rPr>
                        <w:spacing w:val="-20"/>
                      </w:rPr>
                      <w:t>. Инв. №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1EA7B2CC" wp14:editId="26911B8A">
              <wp:simplePos x="0" y="0"/>
              <wp:positionH relativeFrom="page">
                <wp:posOffset>467995</wp:posOffset>
              </wp:positionH>
              <wp:positionV relativeFrom="page">
                <wp:posOffset>8352790</wp:posOffset>
              </wp:positionV>
              <wp:extent cx="252095" cy="1259840"/>
              <wp:effectExtent l="0" t="0" r="0" b="0"/>
              <wp:wrapNone/>
              <wp:docPr id="43" name="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1259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F6B69F" w14:textId="77777777" w:rsidR="00E41B79" w:rsidRPr="00A97B64" w:rsidRDefault="00E41B79" w:rsidP="00163F40">
                          <w:pPr>
                            <w:pStyle w:val="afd"/>
                          </w:pPr>
                        </w:p>
                      </w:txbxContent>
                    </wps:txbx>
                    <wps:bodyPr rot="0" vert="vert270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1EA7B2CC" id="10" o:spid="_x0000_s1049" type="#_x0000_t202" style="position:absolute;left:0;text-align:left;margin-left:36.85pt;margin-top:657.7pt;width:19.85pt;height:99.2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" strokeweight="1.5pt">
              <v:textbox style="layout-flow:vertical;mso-layout-flow-alt:bottom-to-top" inset="1mm,0,0,0">
                <w:txbxContent>
                  <w:p w14:paraId="7AF6B69F" w14:textId="77777777" w:rsidR="002120BF" w:rsidRPr="00A97B64" w:rsidRDefault="002120BF" w:rsidP="00163F40">
                    <w:pPr>
                      <w:pStyle w:val="afd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2282F0C9" wp14:editId="6AE22224">
              <wp:simplePos x="0" y="0"/>
              <wp:positionH relativeFrom="page">
                <wp:posOffset>467995</wp:posOffset>
              </wp:positionH>
              <wp:positionV relativeFrom="page">
                <wp:posOffset>9613265</wp:posOffset>
              </wp:positionV>
              <wp:extent cx="252095" cy="899795"/>
              <wp:effectExtent l="0" t="0" r="0" b="0"/>
              <wp:wrapNone/>
              <wp:docPr id="41" name="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899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39AB03" w14:textId="77777777" w:rsidR="00E41B79" w:rsidRPr="00163F40" w:rsidRDefault="00E41B79" w:rsidP="00163F40">
                          <w:pPr>
                            <w:pStyle w:val="afd"/>
                          </w:pPr>
                        </w:p>
                      </w:txbxContent>
                    </wps:txbx>
                    <wps:bodyPr rot="0" vert="vert270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2282F0C9" id="11" o:spid="_x0000_s1050" type="#_x0000_t202" style="position:absolute;left:0;text-align:left;margin-left:36.85pt;margin-top:756.95pt;width:19.85pt;height:70.8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" strokeweight="1.5pt">
              <v:textbox style="layout-flow:vertical;mso-layout-flow-alt:bottom-to-top" inset="1mm,0,0,0">
                <w:txbxContent>
                  <w:p w14:paraId="6839AB03" w14:textId="77777777" w:rsidR="002120BF" w:rsidRPr="00163F40" w:rsidRDefault="002120BF" w:rsidP="00163F40">
                    <w:pPr>
                      <w:pStyle w:val="afd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320AA" w14:textId="77777777" w:rsidR="00E41B79" w:rsidRDefault="00E41B79" w:rsidP="00DF46F3">
      <w:r>
        <w:separator/>
      </w:r>
    </w:p>
  </w:footnote>
  <w:footnote w:type="continuationSeparator" w:id="0">
    <w:p w14:paraId="26A8F6AE" w14:textId="77777777" w:rsidR="00E41B79" w:rsidRDefault="00E41B79" w:rsidP="00DF4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96F24" w14:textId="13048872" w:rsidR="00E41B79" w:rsidRDefault="00E41B79" w:rsidP="00D63862">
    <w:pPr>
      <w:pStyle w:val="a8"/>
      <w:tabs>
        <w:tab w:val="clear" w:pos="4677"/>
        <w:tab w:val="clear" w:pos="9355"/>
        <w:tab w:val="left" w:pos="9735"/>
      </w:tabs>
      <w:rPr>
        <w:szCs w:val="2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45FCD838" wp14:editId="7184A113">
              <wp:simplePos x="0" y="0"/>
              <wp:positionH relativeFrom="page">
                <wp:posOffset>7083187</wp:posOffset>
              </wp:positionH>
              <wp:positionV relativeFrom="page">
                <wp:posOffset>184245</wp:posOffset>
              </wp:positionV>
              <wp:extent cx="291683" cy="215900"/>
              <wp:effectExtent l="0" t="0" r="13335" b="12700"/>
              <wp:wrapNone/>
              <wp:docPr id="13" name="Номер страницы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683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6CB810" w14:textId="0FC8EA31" w:rsidR="00E41B79" w:rsidRPr="00BC5DD7" w:rsidRDefault="00E41B79" w:rsidP="00E83777">
                          <w:pPr>
                            <w:pStyle w:val="affa"/>
                            <w:spacing w:before="100" w:beforeAutospacing="1"/>
                            <w:rPr>
                              <w:sz w:val="24"/>
                              <w:szCs w:val="24"/>
                            </w:rPr>
                          </w:pPr>
                          <w:r w:rsidRPr="00E83777">
                            <w:rPr>
                              <w:rFonts w:cs="Calibri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E83777">
                            <w:rPr>
                              <w:rFonts w:cs="Calibri"/>
                              <w:sz w:val="24"/>
                              <w:szCs w:val="24"/>
                            </w:rPr>
                            <w:instrText xml:space="preserve"> =</w:instrText>
                          </w:r>
                          <w:r w:rsidRPr="00E83777">
                            <w:rPr>
                              <w:rFonts w:cs="Calibri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E83777">
                            <w:rPr>
                              <w:rFonts w:cs="Calibri"/>
                              <w:sz w:val="24"/>
                              <w:szCs w:val="24"/>
                              <w:lang w:val="en-US"/>
                            </w:rPr>
                            <w:instrText>page</w:instrText>
                          </w:r>
                          <w:r w:rsidRPr="00E83777">
                            <w:rPr>
                              <w:rFonts w:cs="Calibri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56ABF">
                            <w:rPr>
                              <w:rFonts w:cs="Calibri"/>
                              <w:noProof/>
                              <w:sz w:val="24"/>
                              <w:szCs w:val="24"/>
                              <w:lang w:val="en-US"/>
                            </w:rPr>
                            <w:instrText>2</w:instrText>
                          </w:r>
                          <w:r w:rsidRPr="00E83777">
                            <w:rPr>
                              <w:rFonts w:cs="Calibri"/>
                              <w:sz w:val="24"/>
                              <w:szCs w:val="24"/>
                            </w:rPr>
                            <w:fldChar w:fldCharType="end"/>
                          </w:r>
                          <w:r w:rsidRPr="00E83777">
                            <w:rPr>
                              <w:rFonts w:cs="Calibri"/>
                              <w:sz w:val="24"/>
                              <w:szCs w:val="24"/>
                              <w:lang w:val="en-US"/>
                            </w:rPr>
                            <w:instrText>+</w:instrText>
                          </w:r>
                          <w:r>
                            <w:rPr>
                              <w:rFonts w:cs="Calibri"/>
                              <w:sz w:val="24"/>
                              <w:szCs w:val="24"/>
                            </w:rPr>
                            <w:instrText>20</w:instrText>
                          </w:r>
                          <w:r w:rsidRPr="00E83777">
                            <w:rPr>
                              <w:rFonts w:cs="Calibri"/>
                              <w:sz w:val="24"/>
                              <w:szCs w:val="24"/>
                            </w:rPr>
                            <w:instrText xml:space="preserve"> </w:instrText>
                          </w:r>
                          <w:r w:rsidRPr="00E83777">
                            <w:rPr>
                              <w:rFonts w:cs="Calibri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56ABF">
                            <w:rPr>
                              <w:rFonts w:cs="Calibri"/>
                              <w:noProof/>
                              <w:sz w:val="24"/>
                              <w:szCs w:val="24"/>
                            </w:rPr>
                            <w:t>22</w:t>
                          </w:r>
                          <w:r w:rsidRPr="00E83777">
                            <w:rPr>
                              <w:rFonts w:cs="Calibri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FCD838" id="_x0000_t202" coordsize="21600,21600" o:spt="202" path="m,l,21600r21600,l21600,xe">
              <v:stroke joinstyle="miter"/>
              <v:path gradientshapeok="t" o:connecttype="rect"/>
            </v:shapetype>
            <v:shape id="Номер страницы" o:spid="_x0000_s1026" type="#_x0000_t202" style="position:absolute;left:0;text-align:left;margin-left:557.75pt;margin-top:14.5pt;width:22.95pt;height:17pt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" strokeweight="1.5pt">
              <v:textbox inset="0,0,0,0">
                <w:txbxContent>
                  <w:p w14:paraId="336CB810" w14:textId="0FC8EA31" w:rsidR="00E41B79" w:rsidRPr="00BC5DD7" w:rsidRDefault="00E41B79" w:rsidP="00E83777">
                    <w:pPr>
                      <w:pStyle w:val="affa"/>
                      <w:spacing w:before="100" w:beforeAutospacing="1"/>
                      <w:rPr>
                        <w:sz w:val="24"/>
                        <w:szCs w:val="24"/>
                      </w:rPr>
                    </w:pPr>
                    <w:r w:rsidRPr="00E83777">
                      <w:rPr>
                        <w:rFonts w:cs="Calibri"/>
                        <w:sz w:val="24"/>
                        <w:szCs w:val="24"/>
                      </w:rPr>
                      <w:fldChar w:fldCharType="begin"/>
                    </w:r>
                    <w:r w:rsidRPr="00E83777">
                      <w:rPr>
                        <w:rFonts w:cs="Calibri"/>
                        <w:sz w:val="24"/>
                        <w:szCs w:val="24"/>
                      </w:rPr>
                      <w:instrText xml:space="preserve"> =</w:instrText>
                    </w:r>
                    <w:r w:rsidRPr="00E83777">
                      <w:rPr>
                        <w:rFonts w:cs="Calibri"/>
                        <w:sz w:val="24"/>
                        <w:szCs w:val="24"/>
                      </w:rPr>
                      <w:fldChar w:fldCharType="begin"/>
                    </w:r>
                    <w:r w:rsidRPr="00E83777">
                      <w:rPr>
                        <w:rFonts w:cs="Calibri"/>
                        <w:sz w:val="24"/>
                        <w:szCs w:val="24"/>
                        <w:lang w:val="en-US"/>
                      </w:rPr>
                      <w:instrText>page</w:instrText>
                    </w:r>
                    <w:r w:rsidRPr="00E83777">
                      <w:rPr>
                        <w:rFonts w:cs="Calibri"/>
                        <w:sz w:val="24"/>
                        <w:szCs w:val="24"/>
                      </w:rPr>
                      <w:fldChar w:fldCharType="separate"/>
                    </w:r>
                    <w:r w:rsidR="00156ABF">
                      <w:rPr>
                        <w:rFonts w:cs="Calibri"/>
                        <w:noProof/>
                        <w:sz w:val="24"/>
                        <w:szCs w:val="24"/>
                        <w:lang w:val="en-US"/>
                      </w:rPr>
                      <w:instrText>2</w:instrText>
                    </w:r>
                    <w:r w:rsidRPr="00E83777">
                      <w:rPr>
                        <w:rFonts w:cs="Calibri"/>
                        <w:sz w:val="24"/>
                        <w:szCs w:val="24"/>
                      </w:rPr>
                      <w:fldChar w:fldCharType="end"/>
                    </w:r>
                    <w:r w:rsidRPr="00E83777">
                      <w:rPr>
                        <w:rFonts w:cs="Calibri"/>
                        <w:sz w:val="24"/>
                        <w:szCs w:val="24"/>
                        <w:lang w:val="en-US"/>
                      </w:rPr>
                      <w:instrText>+</w:instrText>
                    </w:r>
                    <w:r>
                      <w:rPr>
                        <w:rFonts w:cs="Calibri"/>
                        <w:sz w:val="24"/>
                        <w:szCs w:val="24"/>
                      </w:rPr>
                      <w:instrText>20</w:instrText>
                    </w:r>
                    <w:r w:rsidRPr="00E83777">
                      <w:rPr>
                        <w:rFonts w:cs="Calibri"/>
                        <w:sz w:val="24"/>
                        <w:szCs w:val="24"/>
                      </w:rPr>
                      <w:instrText xml:space="preserve"> </w:instrText>
                    </w:r>
                    <w:r w:rsidRPr="00E83777">
                      <w:rPr>
                        <w:rFonts w:cs="Calibri"/>
                        <w:sz w:val="24"/>
                        <w:szCs w:val="24"/>
                      </w:rPr>
                      <w:fldChar w:fldCharType="separate"/>
                    </w:r>
                    <w:r w:rsidR="00156ABF">
                      <w:rPr>
                        <w:rFonts w:cs="Calibri"/>
                        <w:noProof/>
                        <w:sz w:val="24"/>
                        <w:szCs w:val="24"/>
                      </w:rPr>
                      <w:t>22</w:t>
                    </w:r>
                    <w:r w:rsidRPr="00E83777">
                      <w:rPr>
                        <w:rFonts w:cs="Calibri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3088" behindDoc="1" locked="0" layoutInCell="1" allowOverlap="1" wp14:anchorId="2395D443" wp14:editId="1B8C653D">
              <wp:simplePos x="0" y="0"/>
              <wp:positionH relativeFrom="margin">
                <wp:align>left</wp:align>
              </wp:positionH>
              <wp:positionV relativeFrom="paragraph">
                <wp:posOffset>-2284</wp:posOffset>
              </wp:positionV>
              <wp:extent cx="6660425" cy="562855"/>
              <wp:effectExtent l="0" t="0" r="7620" b="8890"/>
              <wp:wrapNone/>
              <wp:docPr id="15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0425" cy="5628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FB3B3"/>
                          </a:gs>
                          <a:gs pos="100000">
                            <a:srgbClr val="FFFFFF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AD6EF9" w14:textId="77777777" w:rsidR="00E41B79" w:rsidRPr="00202C62" w:rsidRDefault="00E41B79" w:rsidP="00202C62">
                          <w:pPr>
                            <w:autoSpaceDE w:val="0"/>
                            <w:autoSpaceDN w:val="0"/>
                            <w:adjustRightInd w:val="0"/>
                            <w:ind w:left="3119" w:right="-167" w:firstLine="142"/>
                            <w:jc w:val="center"/>
                            <w:rPr>
                              <w:color w:val="000000"/>
                              <w:sz w:val="16"/>
                              <w:szCs w:val="16"/>
                              <w:lang w:eastAsia="ru-RU"/>
                            </w:rPr>
                          </w:pPr>
                          <w:r w:rsidRPr="00202C62">
                            <w:rPr>
                              <w:color w:val="000000"/>
                              <w:sz w:val="16"/>
                              <w:szCs w:val="16"/>
                              <w:lang w:eastAsia="ru-RU"/>
                            </w:rPr>
                            <w:t xml:space="preserve">«Общеобразовательная школа на 1120 мест, расположенная на земельном участке по адресу: Ленинградская область, Всеволожский район, д. Новое Девяткино, микрорайон 1, </w:t>
                          </w:r>
                        </w:p>
                        <w:p w14:paraId="421529EE" w14:textId="2D870613" w:rsidR="00E41B79" w:rsidRPr="007E0975" w:rsidRDefault="00E41B79" w:rsidP="00202C62">
                          <w:pPr>
                            <w:autoSpaceDE w:val="0"/>
                            <w:autoSpaceDN w:val="0"/>
                            <w:adjustRightInd w:val="0"/>
                            <w:ind w:left="3119" w:right="-167" w:firstLine="142"/>
                            <w:jc w:val="center"/>
                            <w:rPr>
                              <w:rFonts w:ascii="Cambria" w:hAnsi="Cambria"/>
                              <w:sz w:val="16"/>
                              <w:szCs w:val="16"/>
                            </w:rPr>
                          </w:pPr>
                          <w:r w:rsidRPr="00202C62">
                            <w:rPr>
                              <w:color w:val="000000"/>
                              <w:sz w:val="16"/>
                              <w:szCs w:val="16"/>
                              <w:lang w:eastAsia="ru-RU"/>
                            </w:rPr>
                            <w:t>в границах кварталов 1.2 и 1.3, кадастровый номер: 47:07:0000000:92829»</w:t>
                          </w:r>
                        </w:p>
                      </w:txbxContent>
                    </wps:txbx>
                    <wps:bodyPr rot="0" vert="horz" wrap="square" lIns="180000" tIns="36000" rIns="540000" bIns="3600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2395D443" id="Rectangle 21" o:spid="_x0000_s1027" style="position:absolute;left:0;text-align:left;margin-left:0;margin-top:-.2pt;width:524.45pt;height:44.3pt;z-index:-2516433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" fillcolor="#ffb3b3" stroked="f">
              <v:fill rotate="t" focus="100%" type="gradient"/>
              <v:textbox inset="5mm,1mm,15mm,1mm">
                <w:txbxContent>
                  <w:p w14:paraId="19AD6EF9" w14:textId="77777777" w:rsidR="002120BF" w:rsidRPr="00202C62" w:rsidRDefault="002120BF" w:rsidP="00202C62">
                    <w:pPr>
                      <w:autoSpaceDE w:val="0"/>
                      <w:autoSpaceDN w:val="0"/>
                      <w:adjustRightInd w:val="0"/>
                      <w:ind w:left="3119" w:right="-167" w:firstLine="142"/>
                      <w:jc w:val="center"/>
                      <w:rPr>
                        <w:color w:val="000000"/>
                        <w:sz w:val="16"/>
                        <w:szCs w:val="16"/>
                        <w:lang w:eastAsia="ru-RU"/>
                      </w:rPr>
                    </w:pPr>
                    <w:r w:rsidRPr="00202C62">
                      <w:rPr>
                        <w:color w:val="000000"/>
                        <w:sz w:val="16"/>
                        <w:szCs w:val="16"/>
                        <w:lang w:eastAsia="ru-RU"/>
                      </w:rPr>
                      <w:t xml:space="preserve">«Общеобразовательная школа на 1120 мест, расположенная на земельном участке по адресу: Ленинградская область, Всеволожский район, д. Новое Девяткино, микрорайон 1, </w:t>
                    </w:r>
                  </w:p>
                  <w:p w14:paraId="421529EE" w14:textId="2D870613" w:rsidR="002120BF" w:rsidRPr="007E0975" w:rsidRDefault="002120BF" w:rsidP="00202C62">
                    <w:pPr>
                      <w:autoSpaceDE w:val="0"/>
                      <w:autoSpaceDN w:val="0"/>
                      <w:adjustRightInd w:val="0"/>
                      <w:ind w:left="3119" w:right="-167" w:firstLine="142"/>
                      <w:jc w:val="center"/>
                      <w:rPr>
                        <w:rFonts w:ascii="Cambria" w:hAnsi="Cambria"/>
                        <w:sz w:val="16"/>
                        <w:szCs w:val="16"/>
                      </w:rPr>
                    </w:pPr>
                    <w:r w:rsidRPr="00202C62">
                      <w:rPr>
                        <w:color w:val="000000"/>
                        <w:sz w:val="16"/>
                        <w:szCs w:val="16"/>
                        <w:lang w:eastAsia="ru-RU"/>
                      </w:rPr>
                      <w:t>в границах кварталов 1.2 и 1.3, кадастровый номер: 47:07:0000000:92829»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  <w:lang w:eastAsia="ru-RU"/>
      </w:rPr>
      <w:drawing>
        <wp:anchor distT="0" distB="0" distL="114300" distR="114300" simplePos="0" relativeHeight="251676160" behindDoc="0" locked="0" layoutInCell="1" allowOverlap="1" wp14:anchorId="7E847516" wp14:editId="468AB019">
          <wp:simplePos x="0" y="0"/>
          <wp:positionH relativeFrom="column">
            <wp:posOffset>95250</wp:posOffset>
          </wp:positionH>
          <wp:positionV relativeFrom="paragraph">
            <wp:posOffset>53975</wp:posOffset>
          </wp:positionV>
          <wp:extent cx="1987550" cy="328342"/>
          <wp:effectExtent l="171450" t="114300" r="50800" b="186055"/>
          <wp:wrapNone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Рисунок 5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7550" cy="328342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77800" dist="50800" dir="5400000" sx="102000" sy="102000" algn="ctr" rotWithShape="0">
                      <a:schemeClr val="tx1">
                        <a:alpha val="56000"/>
                      </a:schemeClr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0FFFB9EF" wp14:editId="52662393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59880" cy="10332085"/>
              <wp:effectExtent l="0" t="0" r="7620" b="0"/>
              <wp:wrapNone/>
              <wp:docPr id="24" name="Рамка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59880" cy="10332085"/>
                      </a:xfrm>
                      <a:prstGeom prst="rect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3BFCEF05" id="Рамка" o:spid="_x0000_s1026" style="position:absolute;margin-left:56.7pt;margin-top:14.2pt;width:524.4pt;height:813.55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" filled="f" strokecolor="windowText" strokeweight="1.5pt">
              <v:path arrowok="t"/>
              <w10:wrap anchorx="page" anchory="page"/>
            </v:rect>
          </w:pict>
        </mc:Fallback>
      </mc:AlternateContent>
    </w:r>
  </w:p>
  <w:p w14:paraId="2B39AEFE" w14:textId="267FB646" w:rsidR="00E41B79" w:rsidRDefault="00E41B79" w:rsidP="00D63862">
    <w:pPr>
      <w:pStyle w:val="a8"/>
      <w:tabs>
        <w:tab w:val="clear" w:pos="4677"/>
        <w:tab w:val="clear" w:pos="9355"/>
        <w:tab w:val="left" w:pos="9735"/>
      </w:tabs>
      <w:rPr>
        <w:szCs w:val="24"/>
      </w:rPr>
    </w:pPr>
  </w:p>
  <w:p w14:paraId="5EFB03DD" w14:textId="77777777" w:rsidR="00E41B79" w:rsidRDefault="00E41B79" w:rsidP="00D63862">
    <w:pPr>
      <w:pStyle w:val="a8"/>
      <w:tabs>
        <w:tab w:val="clear" w:pos="4677"/>
        <w:tab w:val="clear" w:pos="9355"/>
        <w:tab w:val="left" w:pos="9735"/>
      </w:tabs>
      <w:rPr>
        <w:szCs w:val="24"/>
      </w:rPr>
    </w:pPr>
  </w:p>
  <w:p w14:paraId="5ED01AF6" w14:textId="77777777" w:rsidR="00E41B79" w:rsidRPr="00BC5DD7" w:rsidRDefault="00E41B79" w:rsidP="00D63862">
    <w:pPr>
      <w:pStyle w:val="a8"/>
      <w:tabs>
        <w:tab w:val="clear" w:pos="4677"/>
        <w:tab w:val="clear" w:pos="9355"/>
        <w:tab w:val="left" w:pos="9735"/>
      </w:tabs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CC8A5" w14:textId="237D0B67" w:rsidR="00E41B79" w:rsidRPr="00686DCA" w:rsidRDefault="00E41B79" w:rsidP="00163F40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5BC94653" wp14:editId="3028916B">
              <wp:simplePos x="0" y="0"/>
              <wp:positionH relativeFrom="page">
                <wp:posOffset>7124131</wp:posOffset>
              </wp:positionH>
              <wp:positionV relativeFrom="page">
                <wp:posOffset>184245</wp:posOffset>
              </wp:positionV>
              <wp:extent cx="254541" cy="215900"/>
              <wp:effectExtent l="0" t="0" r="12700" b="12700"/>
              <wp:wrapNone/>
              <wp:docPr id="72" name="Номер страницы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541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5BF871" w14:textId="5657305B" w:rsidR="00E41B79" w:rsidRPr="00EA0C8F" w:rsidRDefault="00E41B79" w:rsidP="00EA0C8F">
                          <w:pPr>
                            <w:spacing w:before="100" w:beforeAutospacing="1"/>
                            <w:ind w:left="0" w:right="0" w:firstLine="0"/>
                            <w:jc w:val="center"/>
                            <w:rPr>
                              <w:rFonts w:ascii="Cambria" w:eastAsia="Times New Roman" w:hAnsi="Cambria"/>
                              <w:szCs w:val="24"/>
                              <w:lang w:eastAsia="ru-RU"/>
                            </w:rPr>
                          </w:pPr>
                          <w:r w:rsidRPr="00EA0C8F">
                            <w:rPr>
                              <w:rFonts w:ascii="Cambria" w:eastAsia="Times New Roman" w:hAnsi="Cambria" w:cs="Calibri"/>
                              <w:szCs w:val="24"/>
                              <w:lang w:eastAsia="ru-RU"/>
                            </w:rPr>
                            <w:fldChar w:fldCharType="begin"/>
                          </w:r>
                          <w:r w:rsidRPr="00EA0C8F">
                            <w:rPr>
                              <w:rFonts w:ascii="Cambria" w:eastAsia="Times New Roman" w:hAnsi="Cambria" w:cs="Calibri"/>
                              <w:szCs w:val="24"/>
                              <w:lang w:eastAsia="ru-RU"/>
                            </w:rPr>
                            <w:instrText xml:space="preserve"> =</w:instrText>
                          </w:r>
                          <w:r w:rsidRPr="00EA0C8F">
                            <w:rPr>
                              <w:rFonts w:ascii="Cambria" w:eastAsia="Times New Roman" w:hAnsi="Cambria" w:cs="Calibri"/>
                              <w:szCs w:val="24"/>
                              <w:lang w:eastAsia="ru-RU"/>
                            </w:rPr>
                            <w:fldChar w:fldCharType="begin"/>
                          </w:r>
                          <w:r w:rsidRPr="00EA0C8F">
                            <w:rPr>
                              <w:rFonts w:ascii="Cambria" w:eastAsia="Times New Roman" w:hAnsi="Cambria" w:cs="Calibri"/>
                              <w:szCs w:val="24"/>
                              <w:lang w:val="en-US" w:eastAsia="ru-RU"/>
                            </w:rPr>
                            <w:instrText>page</w:instrText>
                          </w:r>
                          <w:r w:rsidRPr="00EA0C8F">
                            <w:rPr>
                              <w:rFonts w:ascii="Cambria" w:eastAsia="Times New Roman" w:hAnsi="Cambria" w:cs="Calibri"/>
                              <w:szCs w:val="24"/>
                              <w:lang w:eastAsia="ru-RU"/>
                            </w:rPr>
                            <w:fldChar w:fldCharType="separate"/>
                          </w:r>
                          <w:r w:rsidR="00156ABF">
                            <w:rPr>
                              <w:rFonts w:ascii="Cambria" w:eastAsia="Times New Roman" w:hAnsi="Cambria" w:cs="Calibri"/>
                              <w:noProof/>
                              <w:szCs w:val="24"/>
                              <w:lang w:val="en-US" w:eastAsia="ru-RU"/>
                            </w:rPr>
                            <w:instrText>1</w:instrText>
                          </w:r>
                          <w:r w:rsidRPr="00EA0C8F">
                            <w:rPr>
                              <w:rFonts w:ascii="Cambria" w:eastAsia="Times New Roman" w:hAnsi="Cambria" w:cs="Calibri"/>
                              <w:szCs w:val="24"/>
                              <w:lang w:eastAsia="ru-RU"/>
                            </w:rPr>
                            <w:fldChar w:fldCharType="end"/>
                          </w:r>
                          <w:r w:rsidRPr="00EA0C8F">
                            <w:rPr>
                              <w:rFonts w:ascii="Cambria" w:eastAsia="Times New Roman" w:hAnsi="Cambria" w:cs="Calibri"/>
                              <w:szCs w:val="24"/>
                              <w:lang w:val="en-US" w:eastAsia="ru-RU"/>
                            </w:rPr>
                            <w:instrText>+</w:instrText>
                          </w:r>
                          <w:r>
                            <w:rPr>
                              <w:rFonts w:ascii="Cambria" w:eastAsia="Times New Roman" w:hAnsi="Cambria" w:cs="Calibri"/>
                              <w:szCs w:val="24"/>
                              <w:lang w:eastAsia="ru-RU"/>
                            </w:rPr>
                            <w:instrText>20</w:instrText>
                          </w:r>
                          <w:r w:rsidRPr="00EA0C8F">
                            <w:rPr>
                              <w:rFonts w:ascii="Cambria" w:eastAsia="Times New Roman" w:hAnsi="Cambria" w:cs="Calibri"/>
                              <w:szCs w:val="24"/>
                              <w:lang w:eastAsia="ru-RU"/>
                            </w:rPr>
                            <w:instrText xml:space="preserve"> </w:instrText>
                          </w:r>
                          <w:r w:rsidRPr="00EA0C8F">
                            <w:rPr>
                              <w:rFonts w:ascii="Cambria" w:eastAsia="Times New Roman" w:hAnsi="Cambria" w:cs="Calibri"/>
                              <w:szCs w:val="24"/>
                              <w:lang w:eastAsia="ru-RU"/>
                            </w:rPr>
                            <w:fldChar w:fldCharType="separate"/>
                          </w:r>
                          <w:r w:rsidR="00156ABF">
                            <w:rPr>
                              <w:rFonts w:ascii="Cambria" w:eastAsia="Times New Roman" w:hAnsi="Cambria" w:cs="Calibri"/>
                              <w:noProof/>
                              <w:szCs w:val="24"/>
                              <w:lang w:eastAsia="ru-RU"/>
                            </w:rPr>
                            <w:t>21</w:t>
                          </w:r>
                          <w:r w:rsidRPr="00EA0C8F">
                            <w:rPr>
                              <w:rFonts w:ascii="Cambria" w:eastAsia="Times New Roman" w:hAnsi="Cambria" w:cs="Calibri"/>
                              <w:szCs w:val="24"/>
                              <w:lang w:eastAsia="ru-RU"/>
                            </w:rPr>
                            <w:fldChar w:fldCharType="end"/>
                          </w:r>
                        </w:p>
                        <w:p w14:paraId="0570CF8C" w14:textId="4A2ADC8D" w:rsidR="00E41B79" w:rsidRPr="00E83777" w:rsidRDefault="00E41B79" w:rsidP="00EA0C8F">
                          <w:pPr>
                            <w:pStyle w:val="affa"/>
                            <w:spacing w:before="100" w:beforeAutospacing="1"/>
                            <w:ind w:left="2977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C94653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0;text-align:left;margin-left:560.95pt;margin-top:14.5pt;width:20.05pt;height:17pt;z-index: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" strokeweight="1.5pt">
              <v:textbox inset="0,0,0,0">
                <w:txbxContent>
                  <w:p w14:paraId="695BF871" w14:textId="5657305B" w:rsidR="00E41B79" w:rsidRPr="00EA0C8F" w:rsidRDefault="00E41B79" w:rsidP="00EA0C8F">
                    <w:pPr>
                      <w:spacing w:before="100" w:beforeAutospacing="1"/>
                      <w:ind w:left="0" w:right="0" w:firstLine="0"/>
                      <w:jc w:val="center"/>
                      <w:rPr>
                        <w:rFonts w:ascii="Cambria" w:eastAsia="Times New Roman" w:hAnsi="Cambria"/>
                        <w:szCs w:val="24"/>
                        <w:lang w:eastAsia="ru-RU"/>
                      </w:rPr>
                    </w:pPr>
                    <w:r w:rsidRPr="00EA0C8F">
                      <w:rPr>
                        <w:rFonts w:ascii="Cambria" w:eastAsia="Times New Roman" w:hAnsi="Cambria" w:cs="Calibri"/>
                        <w:szCs w:val="24"/>
                        <w:lang w:eastAsia="ru-RU"/>
                      </w:rPr>
                      <w:fldChar w:fldCharType="begin"/>
                    </w:r>
                    <w:r w:rsidRPr="00EA0C8F">
                      <w:rPr>
                        <w:rFonts w:ascii="Cambria" w:eastAsia="Times New Roman" w:hAnsi="Cambria" w:cs="Calibri"/>
                        <w:szCs w:val="24"/>
                        <w:lang w:eastAsia="ru-RU"/>
                      </w:rPr>
                      <w:instrText xml:space="preserve"> =</w:instrText>
                    </w:r>
                    <w:r w:rsidRPr="00EA0C8F">
                      <w:rPr>
                        <w:rFonts w:ascii="Cambria" w:eastAsia="Times New Roman" w:hAnsi="Cambria" w:cs="Calibri"/>
                        <w:szCs w:val="24"/>
                        <w:lang w:eastAsia="ru-RU"/>
                      </w:rPr>
                      <w:fldChar w:fldCharType="begin"/>
                    </w:r>
                    <w:r w:rsidRPr="00EA0C8F">
                      <w:rPr>
                        <w:rFonts w:ascii="Cambria" w:eastAsia="Times New Roman" w:hAnsi="Cambria" w:cs="Calibri"/>
                        <w:szCs w:val="24"/>
                        <w:lang w:val="en-US" w:eastAsia="ru-RU"/>
                      </w:rPr>
                      <w:instrText>page</w:instrText>
                    </w:r>
                    <w:r w:rsidRPr="00EA0C8F">
                      <w:rPr>
                        <w:rFonts w:ascii="Cambria" w:eastAsia="Times New Roman" w:hAnsi="Cambria" w:cs="Calibri"/>
                        <w:szCs w:val="24"/>
                        <w:lang w:eastAsia="ru-RU"/>
                      </w:rPr>
                      <w:fldChar w:fldCharType="separate"/>
                    </w:r>
                    <w:r w:rsidR="00156ABF">
                      <w:rPr>
                        <w:rFonts w:ascii="Cambria" w:eastAsia="Times New Roman" w:hAnsi="Cambria" w:cs="Calibri"/>
                        <w:noProof/>
                        <w:szCs w:val="24"/>
                        <w:lang w:val="en-US" w:eastAsia="ru-RU"/>
                      </w:rPr>
                      <w:instrText>1</w:instrText>
                    </w:r>
                    <w:r w:rsidRPr="00EA0C8F">
                      <w:rPr>
                        <w:rFonts w:ascii="Cambria" w:eastAsia="Times New Roman" w:hAnsi="Cambria" w:cs="Calibri"/>
                        <w:szCs w:val="24"/>
                        <w:lang w:eastAsia="ru-RU"/>
                      </w:rPr>
                      <w:fldChar w:fldCharType="end"/>
                    </w:r>
                    <w:r w:rsidRPr="00EA0C8F">
                      <w:rPr>
                        <w:rFonts w:ascii="Cambria" w:eastAsia="Times New Roman" w:hAnsi="Cambria" w:cs="Calibri"/>
                        <w:szCs w:val="24"/>
                        <w:lang w:val="en-US" w:eastAsia="ru-RU"/>
                      </w:rPr>
                      <w:instrText>+</w:instrText>
                    </w:r>
                    <w:r>
                      <w:rPr>
                        <w:rFonts w:ascii="Cambria" w:eastAsia="Times New Roman" w:hAnsi="Cambria" w:cs="Calibri"/>
                        <w:szCs w:val="24"/>
                        <w:lang w:eastAsia="ru-RU"/>
                      </w:rPr>
                      <w:instrText>20</w:instrText>
                    </w:r>
                    <w:r w:rsidRPr="00EA0C8F">
                      <w:rPr>
                        <w:rFonts w:ascii="Cambria" w:eastAsia="Times New Roman" w:hAnsi="Cambria" w:cs="Calibri"/>
                        <w:szCs w:val="24"/>
                        <w:lang w:eastAsia="ru-RU"/>
                      </w:rPr>
                      <w:instrText xml:space="preserve"> </w:instrText>
                    </w:r>
                    <w:r w:rsidRPr="00EA0C8F">
                      <w:rPr>
                        <w:rFonts w:ascii="Cambria" w:eastAsia="Times New Roman" w:hAnsi="Cambria" w:cs="Calibri"/>
                        <w:szCs w:val="24"/>
                        <w:lang w:eastAsia="ru-RU"/>
                      </w:rPr>
                      <w:fldChar w:fldCharType="separate"/>
                    </w:r>
                    <w:r w:rsidR="00156ABF">
                      <w:rPr>
                        <w:rFonts w:ascii="Cambria" w:eastAsia="Times New Roman" w:hAnsi="Cambria" w:cs="Calibri"/>
                        <w:noProof/>
                        <w:szCs w:val="24"/>
                        <w:lang w:eastAsia="ru-RU"/>
                      </w:rPr>
                      <w:t>21</w:t>
                    </w:r>
                    <w:r w:rsidRPr="00EA0C8F">
                      <w:rPr>
                        <w:rFonts w:ascii="Cambria" w:eastAsia="Times New Roman" w:hAnsi="Cambria" w:cs="Calibri"/>
                        <w:szCs w:val="24"/>
                        <w:lang w:eastAsia="ru-RU"/>
                      </w:rPr>
                      <w:fldChar w:fldCharType="end"/>
                    </w:r>
                  </w:p>
                  <w:p w14:paraId="0570CF8C" w14:textId="4A2ADC8D" w:rsidR="00E41B79" w:rsidRPr="00E83777" w:rsidRDefault="00E41B79" w:rsidP="00EA0C8F">
                    <w:pPr>
                      <w:pStyle w:val="affa"/>
                      <w:spacing w:before="100" w:beforeAutospacing="1"/>
                      <w:ind w:left="2977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112" behindDoc="1" locked="0" layoutInCell="1" allowOverlap="1" wp14:anchorId="47F9F8C4" wp14:editId="4AC62EC7">
              <wp:simplePos x="0" y="0"/>
              <wp:positionH relativeFrom="margin">
                <wp:align>right</wp:align>
              </wp:positionH>
              <wp:positionV relativeFrom="paragraph">
                <wp:posOffset>4</wp:posOffset>
              </wp:positionV>
              <wp:extent cx="6648995" cy="644135"/>
              <wp:effectExtent l="0" t="0" r="0" b="3810"/>
              <wp:wrapNone/>
              <wp:docPr id="5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8995" cy="64413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FB3B3"/>
                          </a:gs>
                          <a:gs pos="100000">
                            <a:schemeClr val="bg1">
                              <a:lumMod val="100000"/>
                              <a:lumOff val="0"/>
                            </a:scheme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A58380" w14:textId="77777777" w:rsidR="00E41B79" w:rsidRPr="00202C62" w:rsidRDefault="00E41B79" w:rsidP="00202C62">
                          <w:pPr>
                            <w:autoSpaceDE w:val="0"/>
                            <w:autoSpaceDN w:val="0"/>
                            <w:adjustRightInd w:val="0"/>
                            <w:ind w:left="3119" w:right="-167" w:firstLine="142"/>
                            <w:jc w:val="center"/>
                            <w:rPr>
                              <w:color w:val="000000"/>
                              <w:sz w:val="16"/>
                              <w:szCs w:val="16"/>
                              <w:lang w:eastAsia="ru-RU"/>
                            </w:rPr>
                          </w:pPr>
                          <w:r w:rsidRPr="00202C62">
                            <w:rPr>
                              <w:color w:val="000000"/>
                              <w:sz w:val="16"/>
                              <w:szCs w:val="16"/>
                              <w:lang w:eastAsia="ru-RU"/>
                            </w:rPr>
                            <w:t xml:space="preserve">«Общеобразовательная школа на 1120 мест, расположенная на земельном участке по адресу: Ленинградская область, Всеволожский район, д. Новое Девяткино, микрорайон 1, </w:t>
                          </w:r>
                        </w:p>
                        <w:p w14:paraId="29C2139B" w14:textId="6FB28569" w:rsidR="00E41B79" w:rsidRPr="007E0975" w:rsidRDefault="00E41B79" w:rsidP="00202C62">
                          <w:pPr>
                            <w:autoSpaceDE w:val="0"/>
                            <w:autoSpaceDN w:val="0"/>
                            <w:adjustRightInd w:val="0"/>
                            <w:ind w:left="3119" w:right="-167" w:firstLine="142"/>
                            <w:jc w:val="center"/>
                            <w:rPr>
                              <w:rFonts w:ascii="Cambria" w:hAnsi="Cambria"/>
                              <w:sz w:val="16"/>
                              <w:szCs w:val="16"/>
                            </w:rPr>
                          </w:pPr>
                          <w:r w:rsidRPr="00202C62">
                            <w:rPr>
                              <w:color w:val="000000"/>
                              <w:sz w:val="16"/>
                              <w:szCs w:val="16"/>
                              <w:lang w:eastAsia="ru-RU"/>
                            </w:rPr>
                            <w:t>в границах кварталов 1.2 и 1.3, кадастровый номер: 47:07:0000000:92829»</w:t>
                          </w:r>
                        </w:p>
                      </w:txbxContent>
                    </wps:txbx>
                    <wps:bodyPr rot="0" vert="horz" wrap="square" lIns="180000" tIns="36000" rIns="540000" bIns="3600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47F9F8C4" id="Rectangle 18" o:spid="_x0000_s1035" style="position:absolute;left:0;text-align:left;margin-left:472.35pt;margin-top:0;width:523.55pt;height:50.7pt;z-index:-2516423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" fillcolor="#ffb3b3" stroked="f">
              <v:fill color2="white [3212]" rotate="t" focus="100%" type="gradient"/>
              <v:textbox inset="5mm,1mm,15mm,1mm">
                <w:txbxContent>
                  <w:p w14:paraId="33A58380" w14:textId="77777777" w:rsidR="002120BF" w:rsidRPr="00202C62" w:rsidRDefault="002120BF" w:rsidP="00202C62">
                    <w:pPr>
                      <w:autoSpaceDE w:val="0"/>
                      <w:autoSpaceDN w:val="0"/>
                      <w:adjustRightInd w:val="0"/>
                      <w:ind w:left="3119" w:right="-167" w:firstLine="142"/>
                      <w:jc w:val="center"/>
                      <w:rPr>
                        <w:color w:val="000000"/>
                        <w:sz w:val="16"/>
                        <w:szCs w:val="16"/>
                        <w:lang w:eastAsia="ru-RU"/>
                      </w:rPr>
                    </w:pPr>
                    <w:r w:rsidRPr="00202C62">
                      <w:rPr>
                        <w:color w:val="000000"/>
                        <w:sz w:val="16"/>
                        <w:szCs w:val="16"/>
                        <w:lang w:eastAsia="ru-RU"/>
                      </w:rPr>
                      <w:t xml:space="preserve">«Общеобразовательная школа на 1120 мест, расположенная на земельном участке по адресу: Ленинградская область, Всеволожский район, д. Новое Девяткино, микрорайон 1, </w:t>
                    </w:r>
                  </w:p>
                  <w:p w14:paraId="29C2139B" w14:textId="6FB28569" w:rsidR="002120BF" w:rsidRPr="007E0975" w:rsidRDefault="002120BF" w:rsidP="00202C62">
                    <w:pPr>
                      <w:autoSpaceDE w:val="0"/>
                      <w:autoSpaceDN w:val="0"/>
                      <w:adjustRightInd w:val="0"/>
                      <w:ind w:left="3119" w:right="-167" w:firstLine="142"/>
                      <w:jc w:val="center"/>
                      <w:rPr>
                        <w:rFonts w:ascii="Cambria" w:hAnsi="Cambria"/>
                        <w:sz w:val="16"/>
                        <w:szCs w:val="16"/>
                      </w:rPr>
                    </w:pPr>
                    <w:r w:rsidRPr="00202C62">
                      <w:rPr>
                        <w:color w:val="000000"/>
                        <w:sz w:val="16"/>
                        <w:szCs w:val="16"/>
                        <w:lang w:eastAsia="ru-RU"/>
                      </w:rPr>
                      <w:t>в границах кварталов 1.2 и 1.3, кадастровый номер: 47:07:0000000:92829»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  <w:lang w:eastAsia="ru-RU"/>
      </w:rPr>
      <w:drawing>
        <wp:anchor distT="0" distB="0" distL="114300" distR="114300" simplePos="0" relativeHeight="251642368" behindDoc="0" locked="0" layoutInCell="1" allowOverlap="1" wp14:anchorId="2AE49BD9" wp14:editId="63A60E0C">
          <wp:simplePos x="0" y="0"/>
          <wp:positionH relativeFrom="column">
            <wp:posOffset>80010</wp:posOffset>
          </wp:positionH>
          <wp:positionV relativeFrom="paragraph">
            <wp:posOffset>55245</wp:posOffset>
          </wp:positionV>
          <wp:extent cx="1987550" cy="328342"/>
          <wp:effectExtent l="171450" t="114300" r="50800" b="18605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Рисунок 5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5806" cy="334662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77800" dist="50800" dir="5400000" sx="102000" sy="102000" algn="ctr" rotWithShape="0">
                      <a:schemeClr val="tx1">
                        <a:alpha val="56000"/>
                      </a:schemeClr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539BD729" wp14:editId="0DC307AF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59880" cy="10332085"/>
              <wp:effectExtent l="0" t="0" r="7620" b="0"/>
              <wp:wrapNone/>
              <wp:docPr id="3" name="Рамка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59880" cy="10332085"/>
                      </a:xfrm>
                      <a:prstGeom prst="rect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755F12FC" id="Рамка" o:spid="_x0000_s1026" style="position:absolute;margin-left:56.7pt;margin-top:14.2pt;width:524.4pt;height:813.55pt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" filled="f" strokecolor="windowText" strokeweight="1.5pt">
              <v:path arrowok="t"/>
              <w10:wrap anchorx="page" anchory="page"/>
            </v:rect>
          </w:pict>
        </mc:Fallback>
      </mc:AlternateContent>
    </w:r>
  </w:p>
  <w:p w14:paraId="4B2A2D78" w14:textId="54A1C042" w:rsidR="00E41B79" w:rsidRDefault="00E41B79" w:rsidP="00B82FEB">
    <w:pPr>
      <w:pStyle w:val="a8"/>
      <w:tabs>
        <w:tab w:val="clear" w:pos="4677"/>
        <w:tab w:val="clear" w:pos="9355"/>
        <w:tab w:val="left" w:pos="9735"/>
      </w:tabs>
      <w:rPr>
        <w:szCs w:val="24"/>
      </w:rPr>
    </w:pPr>
  </w:p>
  <w:p w14:paraId="2C1F3208" w14:textId="77777777" w:rsidR="00E41B79" w:rsidRDefault="00E41B79" w:rsidP="00B82FEB">
    <w:pPr>
      <w:pStyle w:val="a8"/>
      <w:tabs>
        <w:tab w:val="clear" w:pos="4677"/>
        <w:tab w:val="clear" w:pos="9355"/>
        <w:tab w:val="left" w:pos="9735"/>
      </w:tabs>
      <w:rPr>
        <w:szCs w:val="24"/>
      </w:rPr>
    </w:pPr>
  </w:p>
  <w:p w14:paraId="43CF23CA" w14:textId="2F0FF74C" w:rsidR="00E41B79" w:rsidRPr="00BC5DD7" w:rsidRDefault="00E41B79" w:rsidP="00B82FEB">
    <w:pPr>
      <w:pStyle w:val="a8"/>
      <w:tabs>
        <w:tab w:val="clear" w:pos="4677"/>
        <w:tab w:val="clear" w:pos="9355"/>
        <w:tab w:val="left" w:pos="9735"/>
      </w:tabs>
      <w:rPr>
        <w:sz w:val="14"/>
        <w:szCs w:val="14"/>
      </w:rPr>
    </w:pPr>
    <w:r>
      <w:rPr>
        <w:noProof/>
        <w:sz w:val="14"/>
        <w:szCs w:val="14"/>
        <w:lang w:eastAsia="ru-RU"/>
      </w:rPr>
      <mc:AlternateContent>
        <mc:Choice Requires="wps">
          <w:drawing>
            <wp:anchor distT="0" distB="0" distL="114300" distR="114300" simplePos="0" relativeHeight="251668992" behindDoc="1" locked="0" layoutInCell="1" allowOverlap="1" wp14:anchorId="1C9A2726" wp14:editId="2BB08CA2">
              <wp:simplePos x="0" y="0"/>
              <wp:positionH relativeFrom="page">
                <wp:posOffset>540385</wp:posOffset>
              </wp:positionH>
              <wp:positionV relativeFrom="page">
                <wp:posOffset>5472430</wp:posOffset>
              </wp:positionV>
              <wp:extent cx="179705" cy="539750"/>
              <wp:effectExtent l="0" t="0" r="0" b="0"/>
              <wp:wrapNone/>
              <wp:docPr id="19" name="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539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CBCF32" w14:textId="77777777" w:rsidR="00E41B79" w:rsidRDefault="00E41B79" w:rsidP="00163F40">
                          <w:pPr>
                            <w:pStyle w:val="afd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1C9A2726" id="3" o:spid="_x0000_s1036" type="#_x0000_t202" style="position:absolute;left:0;text-align:left;margin-left:42.55pt;margin-top:430.9pt;width:14.15pt;height:42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" strokeweight="1.5pt">
              <v:textbox style="layout-flow:vertical;mso-layout-flow-alt:bottom-to-top" inset="0,0,0,0">
                <w:txbxContent>
                  <w:p w14:paraId="75CBCF32" w14:textId="77777777" w:rsidR="002120BF" w:rsidRDefault="002120BF" w:rsidP="00163F40">
                    <w:pPr>
                      <w:pStyle w:val="afd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14"/>
        <w:szCs w:val="14"/>
        <w:lang w:eastAsia="ru-RU"/>
      </w:rPr>
      <mc:AlternateContent>
        <mc:Choice Requires="wps">
          <w:drawing>
            <wp:anchor distT="0" distB="0" distL="114300" distR="114300" simplePos="0" relativeHeight="251667968" behindDoc="1" locked="0" layoutInCell="1" allowOverlap="1" wp14:anchorId="60DC9BD1" wp14:editId="01098811">
              <wp:simplePos x="0" y="0"/>
              <wp:positionH relativeFrom="page">
                <wp:posOffset>360045</wp:posOffset>
              </wp:positionH>
              <wp:positionV relativeFrom="page">
                <wp:posOffset>5472430</wp:posOffset>
              </wp:positionV>
              <wp:extent cx="179705" cy="539750"/>
              <wp:effectExtent l="0" t="0" r="0" b="0"/>
              <wp:wrapNone/>
              <wp:docPr id="18" name="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539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8F66B0" w14:textId="77777777" w:rsidR="00E41B79" w:rsidRDefault="00E41B79" w:rsidP="00163F40">
                          <w:pPr>
                            <w:pStyle w:val="afd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60DC9BD1" id="4" o:spid="_x0000_s1037" type="#_x0000_t202" style="position:absolute;left:0;text-align:left;margin-left:28.35pt;margin-top:430.9pt;width:14.15pt;height:42.5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" strokeweight="1.5pt">
              <v:textbox style="layout-flow:vertical;mso-layout-flow-alt:bottom-to-top" inset="0,0,0,0">
                <w:txbxContent>
                  <w:p w14:paraId="608F66B0" w14:textId="77777777" w:rsidR="002120BF" w:rsidRDefault="002120BF" w:rsidP="00163F40">
                    <w:pPr>
                      <w:pStyle w:val="afd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14"/>
        <w:szCs w:val="14"/>
        <w:lang w:eastAsia="ru-RU"/>
      </w:rPr>
      <mc:AlternateContent>
        <mc:Choice Requires="wps">
          <w:drawing>
            <wp:anchor distT="0" distB="0" distL="114300" distR="114300" simplePos="0" relativeHeight="251670016" behindDoc="1" locked="0" layoutInCell="1" allowOverlap="1" wp14:anchorId="0A5297EA" wp14:editId="045BE4D4">
              <wp:simplePos x="0" y="0"/>
              <wp:positionH relativeFrom="page">
                <wp:posOffset>360045</wp:posOffset>
              </wp:positionH>
              <wp:positionV relativeFrom="page">
                <wp:posOffset>5112385</wp:posOffset>
              </wp:positionV>
              <wp:extent cx="179705" cy="360045"/>
              <wp:effectExtent l="0" t="0" r="0" b="1905"/>
              <wp:wrapNone/>
              <wp:docPr id="20" name="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2A0A71" w14:textId="77777777" w:rsidR="00E41B79" w:rsidRPr="00952C46" w:rsidRDefault="00E41B79" w:rsidP="00163F40">
                          <w:pPr>
                            <w:pStyle w:val="afd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0A5297EA" id="2" o:spid="_x0000_s1038" type="#_x0000_t202" style="position:absolute;left:0;text-align:left;margin-left:28.35pt;margin-top:402.55pt;width:14.15pt;height:28.3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" strokeweight="1.5pt">
              <v:textbox style="layout-flow:vertical;mso-layout-flow-alt:bottom-to-top" inset="0,0,0,0">
                <w:txbxContent>
                  <w:p w14:paraId="142A0A71" w14:textId="77777777" w:rsidR="002120BF" w:rsidRPr="00952C46" w:rsidRDefault="002120BF" w:rsidP="00163F40">
                    <w:pPr>
                      <w:pStyle w:val="afd"/>
                      <w:rPr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14"/>
        <w:szCs w:val="14"/>
        <w:lang w:eastAsia="ru-RU"/>
      </w:rPr>
      <mc:AlternateContent>
        <mc:Choice Requires="wps">
          <w:drawing>
            <wp:anchor distT="0" distB="0" distL="114300" distR="114300" simplePos="0" relativeHeight="251671040" behindDoc="1" locked="0" layoutInCell="1" allowOverlap="1" wp14:anchorId="1D9AB092" wp14:editId="519983EE">
              <wp:simplePos x="0" y="0"/>
              <wp:positionH relativeFrom="page">
                <wp:posOffset>539750</wp:posOffset>
              </wp:positionH>
              <wp:positionV relativeFrom="page">
                <wp:posOffset>5112385</wp:posOffset>
              </wp:positionV>
              <wp:extent cx="179705" cy="360045"/>
              <wp:effectExtent l="0" t="0" r="0" b="1905"/>
              <wp:wrapNone/>
              <wp:docPr id="21" name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A7F175" w14:textId="77777777" w:rsidR="00E41B79" w:rsidRPr="00952C46" w:rsidRDefault="00E41B79" w:rsidP="00163F40">
                          <w:pPr>
                            <w:pStyle w:val="afd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1D9AB092" id="1" o:spid="_x0000_s1039" type="#_x0000_t202" style="position:absolute;left:0;text-align:left;margin-left:42.5pt;margin-top:402.55pt;width:14.15pt;height:28.35pt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" strokeweight="1.5pt">
              <v:textbox style="layout-flow:vertical;mso-layout-flow-alt:bottom-to-top" inset="0,0,0,0">
                <w:txbxContent>
                  <w:p w14:paraId="30A7F175" w14:textId="77777777" w:rsidR="002120BF" w:rsidRPr="00952C46" w:rsidRDefault="002120BF" w:rsidP="00163F40">
                    <w:pPr>
                      <w:pStyle w:val="afd"/>
                      <w:rPr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14"/>
        <w:szCs w:val="14"/>
        <w:lang w:eastAsia="ru-RU"/>
      </w:rPr>
      <mc:AlternateContent>
        <mc:Choice Requires="wps">
          <w:drawing>
            <wp:anchor distT="0" distB="0" distL="114300" distR="114300" simplePos="0" relativeHeight="251672064" behindDoc="1" locked="0" layoutInCell="1" allowOverlap="1" wp14:anchorId="52748C3B" wp14:editId="3FF1E9D6">
              <wp:simplePos x="0" y="0"/>
              <wp:positionH relativeFrom="page">
                <wp:posOffset>179705</wp:posOffset>
              </wp:positionH>
              <wp:positionV relativeFrom="page">
                <wp:posOffset>5112385</wp:posOffset>
              </wp:positionV>
              <wp:extent cx="179705" cy="2339975"/>
              <wp:effectExtent l="0" t="0" r="0" b="3175"/>
              <wp:wrapNone/>
              <wp:docPr id="76" name="Согласовано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2339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850229" w14:textId="77777777" w:rsidR="00E41B79" w:rsidRDefault="00E41B79" w:rsidP="00524BB2">
                          <w:pPr>
                            <w:pStyle w:val="afd"/>
                            <w:jc w:val="left"/>
                          </w:pPr>
                          <w:r w:rsidRPr="004C30A9">
                            <w:t>Согласовано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52748C3B" id="Согласовано" o:spid="_x0000_s1040" type="#_x0000_t202" style="position:absolute;left:0;text-align:left;margin-left:14.15pt;margin-top:402.55pt;width:14.15pt;height:184.2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" strokeweight="1.5pt">
              <v:textbox style="layout-flow:vertical;mso-layout-flow-alt:bottom-to-top" inset="0,0,0,0">
                <w:txbxContent>
                  <w:p w14:paraId="73850229" w14:textId="77777777" w:rsidR="002120BF" w:rsidRDefault="002120BF" w:rsidP="00524BB2">
                    <w:pPr>
                      <w:pStyle w:val="afd"/>
                      <w:jc w:val="left"/>
                    </w:pPr>
                    <w:r w:rsidRPr="004C30A9">
                      <w:t>Согласовано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5BA9"/>
    <w:multiLevelType w:val="multilevel"/>
    <w:tmpl w:val="AEC0A3C6"/>
    <w:lvl w:ilvl="0">
      <w:start w:val="1"/>
      <w:numFmt w:val="decimal"/>
      <w:lvlText w:val="%1."/>
      <w:lvlJc w:val="left"/>
      <w:pPr>
        <w:ind w:left="1304" w:hanging="595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1502" w:hanging="595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700" w:hanging="595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1898" w:hanging="595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096" w:hanging="595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ind w:left="2294" w:hanging="595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2492" w:hanging="595"/>
      </w:pPr>
      <w:rPr>
        <w:rFonts w:ascii="Times New Roman" w:hAnsi="Times New Roman"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2690" w:hanging="595"/>
      </w:pPr>
      <w:rPr>
        <w:rFonts w:ascii="Times New Roman" w:hAnsi="Times New Roman"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2888" w:hanging="595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26B7118"/>
    <w:multiLevelType w:val="multilevel"/>
    <w:tmpl w:val="90B29184"/>
    <w:styleLink w:val="a"/>
    <w:lvl w:ilvl="0">
      <w:start w:val="1"/>
      <w:numFmt w:val="bullet"/>
      <w:lvlText w:val=""/>
      <w:lvlJc w:val="left"/>
      <w:rPr>
        <w:rFonts w:ascii="Symbol" w:hAnsi="Symbol"/>
        <w:b w:val="0"/>
        <w:i w:val="0"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4"/>
        <w:u w:val="none"/>
        <w:vertAlign w:val="baseline"/>
      </w:rPr>
    </w:lvl>
    <w:lvl w:ilvl="1">
      <w:start w:val="1"/>
      <w:numFmt w:val="bullet"/>
      <w:lvlRestart w:val="0"/>
      <w:lvlText w:val=""/>
      <w:lvlJc w:val="left"/>
      <w:pPr>
        <w:ind w:left="1208" w:hanging="284"/>
      </w:pPr>
      <w:rPr>
        <w:rFonts w:ascii="Symbol" w:hAnsi="Symbol" w:hint="default"/>
        <w:sz w:val="24"/>
      </w:rPr>
    </w:lvl>
    <w:lvl w:ilvl="2">
      <w:start w:val="1"/>
      <w:numFmt w:val="bullet"/>
      <w:lvlText w:val=""/>
      <w:lvlJc w:val="left"/>
      <w:pPr>
        <w:ind w:left="1208" w:hanging="284"/>
      </w:pPr>
      <w:rPr>
        <w:rFonts w:ascii="Symbol" w:hAnsi="Symbol" w:hint="default"/>
        <w:sz w:val="24"/>
      </w:rPr>
    </w:lvl>
    <w:lvl w:ilvl="3">
      <w:start w:val="1"/>
      <w:numFmt w:val="bullet"/>
      <w:lvlText w:val=""/>
      <w:lvlJc w:val="left"/>
      <w:pPr>
        <w:ind w:left="1208" w:hanging="284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20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1208" w:hanging="284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1208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1208" w:hanging="284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1208" w:hanging="284"/>
      </w:pPr>
      <w:rPr>
        <w:rFonts w:ascii="Symbol" w:hAnsi="Symbol" w:hint="default"/>
      </w:rPr>
    </w:lvl>
  </w:abstractNum>
  <w:abstractNum w:abstractNumId="2" w15:restartNumberingAfterBreak="0">
    <w:nsid w:val="06D30A51"/>
    <w:multiLevelType w:val="hybridMultilevel"/>
    <w:tmpl w:val="D6CAAE48"/>
    <w:lvl w:ilvl="0" w:tplc="727C75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A1DC9"/>
    <w:multiLevelType w:val="multilevel"/>
    <w:tmpl w:val="EC3A1816"/>
    <w:numStyleLink w:val="a0"/>
  </w:abstractNum>
  <w:abstractNum w:abstractNumId="4" w15:restartNumberingAfterBreak="0">
    <w:nsid w:val="21C83B61"/>
    <w:multiLevelType w:val="multilevel"/>
    <w:tmpl w:val="B9C08832"/>
    <w:numStyleLink w:val="a1"/>
  </w:abstractNum>
  <w:abstractNum w:abstractNumId="5" w15:restartNumberingAfterBreak="0">
    <w:nsid w:val="2AFD54A1"/>
    <w:multiLevelType w:val="multilevel"/>
    <w:tmpl w:val="51268B10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4"/>
        <w:u w:val="none"/>
        <w:vertAlign w:val="baseline"/>
      </w:rPr>
    </w:lvl>
    <w:lvl w:ilvl="1">
      <w:start w:val="1"/>
      <w:numFmt w:val="bullet"/>
      <w:lvlRestart w:val="0"/>
      <w:lvlText w:val=""/>
      <w:lvlJc w:val="left"/>
      <w:pPr>
        <w:ind w:left="567" w:firstLine="357"/>
      </w:pPr>
      <w:rPr>
        <w:rFonts w:ascii="Symbol" w:hAnsi="Symbol" w:hint="default"/>
        <w:sz w:val="24"/>
      </w:rPr>
    </w:lvl>
    <w:lvl w:ilvl="2">
      <w:start w:val="1"/>
      <w:numFmt w:val="bullet"/>
      <w:lvlText w:val=""/>
      <w:lvlJc w:val="left"/>
      <w:pPr>
        <w:ind w:left="1208" w:hanging="284"/>
      </w:pPr>
      <w:rPr>
        <w:rFonts w:ascii="Symbol" w:hAnsi="Symbol" w:hint="default"/>
        <w:sz w:val="24"/>
      </w:rPr>
    </w:lvl>
    <w:lvl w:ilvl="3">
      <w:start w:val="1"/>
      <w:numFmt w:val="bullet"/>
      <w:lvlText w:val=""/>
      <w:lvlJc w:val="left"/>
      <w:pPr>
        <w:ind w:left="1208" w:hanging="284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20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1208" w:hanging="284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1208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1208" w:hanging="284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1208" w:hanging="284"/>
      </w:pPr>
      <w:rPr>
        <w:rFonts w:ascii="Symbol" w:hAnsi="Symbol" w:hint="default"/>
      </w:rPr>
    </w:lvl>
  </w:abstractNum>
  <w:abstractNum w:abstractNumId="6" w15:restartNumberingAfterBreak="0">
    <w:nsid w:val="2CCE16F5"/>
    <w:multiLevelType w:val="multilevel"/>
    <w:tmpl w:val="CD50EAC0"/>
    <w:styleLink w:val="a2"/>
    <w:lvl w:ilvl="0">
      <w:start w:val="1"/>
      <w:numFmt w:val="decimal"/>
      <w:pStyle w:val="a3"/>
      <w:lvlText w:val="%1)"/>
      <w:lvlJc w:val="left"/>
      <w:pPr>
        <w:ind w:left="1134" w:hanging="425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pStyle w:val="2"/>
      <w:lvlText w:val="%1.%2)"/>
      <w:lvlJc w:val="left"/>
      <w:pPr>
        <w:ind w:left="1304" w:hanging="425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3"/>
      <w:lvlText w:val="%1.%2.%3)"/>
      <w:lvlJc w:val="left"/>
      <w:pPr>
        <w:ind w:left="1474" w:hanging="425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4"/>
      <w:lvlText w:val="%1.%2.%3.%4)"/>
      <w:lvlJc w:val="left"/>
      <w:pPr>
        <w:ind w:left="1644" w:hanging="425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5"/>
      <w:lvlText w:val="%1.%2.%3.%4.%5)"/>
      <w:lvlJc w:val="left"/>
      <w:pPr>
        <w:ind w:left="1814" w:hanging="425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)"/>
      <w:lvlJc w:val="left"/>
      <w:pPr>
        <w:ind w:left="1984" w:hanging="425"/>
      </w:pPr>
      <w:rPr>
        <w:rFonts w:hint="default"/>
      </w:rPr>
    </w:lvl>
    <w:lvl w:ilvl="6">
      <w:start w:val="1"/>
      <w:numFmt w:val="decimal"/>
      <w:lvlText w:val="%1.%2.%3.%4.%5.%6.%7)"/>
      <w:lvlJc w:val="left"/>
      <w:pPr>
        <w:ind w:left="2154" w:hanging="425"/>
      </w:pPr>
      <w:rPr>
        <w:rFonts w:hint="default"/>
      </w:rPr>
    </w:lvl>
    <w:lvl w:ilvl="7">
      <w:start w:val="1"/>
      <w:numFmt w:val="decimal"/>
      <w:lvlText w:val="%1.%2.%3.%4.%5.%6.%7.%8)"/>
      <w:lvlJc w:val="left"/>
      <w:pPr>
        <w:ind w:left="2324" w:hanging="425"/>
      </w:pPr>
      <w:rPr>
        <w:rFonts w:hint="default"/>
      </w:rPr>
    </w:lvl>
    <w:lvl w:ilvl="8">
      <w:start w:val="1"/>
      <w:numFmt w:val="decimal"/>
      <w:lvlText w:val="%1.%2.%3.%4.%5.%6.%7.%8.%9)"/>
      <w:lvlJc w:val="left"/>
      <w:pPr>
        <w:ind w:left="2494" w:hanging="425"/>
      </w:pPr>
      <w:rPr>
        <w:rFonts w:hint="default"/>
      </w:rPr>
    </w:lvl>
  </w:abstractNum>
  <w:abstractNum w:abstractNumId="7" w15:restartNumberingAfterBreak="0">
    <w:nsid w:val="34BE14C5"/>
    <w:multiLevelType w:val="multilevel"/>
    <w:tmpl w:val="B9C08832"/>
    <w:numStyleLink w:val="a1"/>
  </w:abstractNum>
  <w:abstractNum w:abstractNumId="8" w15:restartNumberingAfterBreak="0">
    <w:nsid w:val="360A6E44"/>
    <w:multiLevelType w:val="multilevel"/>
    <w:tmpl w:val="B9C08832"/>
    <w:styleLink w:val="a1"/>
    <w:lvl w:ilvl="0">
      <w:start w:val="1"/>
      <w:numFmt w:val="decimal"/>
      <w:lvlText w:val="%1."/>
      <w:lvlJc w:val="left"/>
      <w:pPr>
        <w:ind w:left="1077" w:hanging="368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Restart w:val="0"/>
      <w:lvlText w:val="%1.%2."/>
      <w:lvlJc w:val="left"/>
      <w:pPr>
        <w:ind w:left="1191" w:hanging="482"/>
      </w:pPr>
      <w:rPr>
        <w:rFonts w:ascii="Times New Roman" w:hAnsi="Times New Roman" w:hint="default"/>
        <w:b/>
        <w:i/>
        <w:sz w:val="24"/>
      </w:rPr>
    </w:lvl>
    <w:lvl w:ilvl="2">
      <w:start w:val="1"/>
      <w:numFmt w:val="decimal"/>
      <w:lvlRestart w:val="0"/>
      <w:pStyle w:val="30"/>
      <w:lvlText w:val="%1.%2.%3."/>
      <w:lvlJc w:val="left"/>
      <w:pPr>
        <w:ind w:left="1361" w:hanging="652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40"/>
      <w:lvlText w:val="%1.%2.%3.%4."/>
      <w:lvlJc w:val="left"/>
      <w:pPr>
        <w:ind w:left="1531" w:hanging="822"/>
      </w:pPr>
      <w:rPr>
        <w:rFonts w:ascii="Times New Roman" w:hAnsi="Times New Roman" w:hint="default"/>
        <w:b/>
        <w:i/>
        <w:sz w:val="24"/>
      </w:rPr>
    </w:lvl>
    <w:lvl w:ilvl="4">
      <w:start w:val="1"/>
      <w:numFmt w:val="decimal"/>
      <w:pStyle w:val="50"/>
      <w:lvlText w:val="%1.%2.%3.%4.%5."/>
      <w:lvlJc w:val="left"/>
      <w:pPr>
        <w:ind w:left="1701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pStyle w:val="6"/>
      <w:lvlText w:val="%1.%2.%3.%4.%5.%6."/>
      <w:lvlJc w:val="left"/>
      <w:pPr>
        <w:ind w:left="1871" w:hanging="1162"/>
      </w:pPr>
      <w:rPr>
        <w:rFonts w:ascii="Times New Roman" w:hAnsi="Times New Roman" w:hint="default"/>
        <w:b/>
        <w:i/>
        <w:sz w:val="24"/>
      </w:rPr>
    </w:lvl>
    <w:lvl w:ilvl="6">
      <w:start w:val="1"/>
      <w:numFmt w:val="decimal"/>
      <w:pStyle w:val="7"/>
      <w:lvlText w:val="%1.%2.%3.%4.%5.%6.%7."/>
      <w:lvlJc w:val="left"/>
      <w:pPr>
        <w:ind w:left="2041" w:hanging="1332"/>
      </w:pPr>
      <w:rPr>
        <w:rFonts w:ascii="Times New Roman" w:hAnsi="Times New Roman" w:hint="default"/>
        <w:b/>
        <w:i w:val="0"/>
        <w:sz w:val="24"/>
      </w:rPr>
    </w:lvl>
    <w:lvl w:ilvl="7">
      <w:start w:val="1"/>
      <w:numFmt w:val="decimal"/>
      <w:pStyle w:val="8"/>
      <w:lvlText w:val="%1.%2.%3.%4.%5.%6.%7.%8."/>
      <w:lvlJc w:val="left"/>
      <w:pPr>
        <w:ind w:left="2211" w:hanging="1502"/>
      </w:pPr>
      <w:rPr>
        <w:rFonts w:ascii="Times New Roman" w:hAnsi="Times New Roman" w:hint="default"/>
        <w:b/>
        <w:i/>
        <w:sz w:val="24"/>
      </w:rPr>
    </w:lvl>
    <w:lvl w:ilvl="8">
      <w:start w:val="1"/>
      <w:numFmt w:val="decimal"/>
      <w:pStyle w:val="9"/>
      <w:lvlText w:val="%1.%2.%3.%4.%5.%6.%7.%8.%9."/>
      <w:lvlJc w:val="left"/>
      <w:pPr>
        <w:ind w:left="2381" w:hanging="1672"/>
      </w:pPr>
      <w:rPr>
        <w:rFonts w:ascii="Times New Roman" w:hAnsi="Times New Roman" w:hint="default"/>
        <w:b/>
        <w:i w:val="0"/>
        <w:sz w:val="24"/>
      </w:rPr>
    </w:lvl>
  </w:abstractNum>
  <w:abstractNum w:abstractNumId="9" w15:restartNumberingAfterBreak="0">
    <w:nsid w:val="3A4A728C"/>
    <w:multiLevelType w:val="hybridMultilevel"/>
    <w:tmpl w:val="8B78E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B1A24"/>
    <w:multiLevelType w:val="multilevel"/>
    <w:tmpl w:val="EC3A1816"/>
    <w:styleLink w:val="a0"/>
    <w:lvl w:ilvl="0">
      <w:start w:val="1"/>
      <w:numFmt w:val="decimal"/>
      <w:lvlText w:val="%1."/>
      <w:lvlJc w:val="left"/>
      <w:pPr>
        <w:ind w:left="1077" w:hanging="368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Restart w:val="0"/>
      <w:lvlText w:val="%1.%2."/>
      <w:lvlJc w:val="left"/>
      <w:pPr>
        <w:ind w:left="1077" w:hanging="368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lvlText w:val="%1.%2.%3."/>
      <w:lvlJc w:val="left"/>
      <w:pPr>
        <w:ind w:left="1077" w:hanging="368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1077" w:hanging="368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1077" w:hanging="36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77" w:hanging="368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077" w:hanging="368"/>
      </w:pPr>
      <w:rPr>
        <w:rFonts w:ascii="Times New Roman" w:hAnsi="Times New Roman"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077" w:hanging="368"/>
      </w:pPr>
      <w:rPr>
        <w:rFonts w:ascii="Times New Roman" w:hAnsi="Times New Roman"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11" w15:restartNumberingAfterBreak="0">
    <w:nsid w:val="56EF446D"/>
    <w:multiLevelType w:val="hybridMultilevel"/>
    <w:tmpl w:val="AA6091B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CE203A0"/>
    <w:multiLevelType w:val="hybridMultilevel"/>
    <w:tmpl w:val="F38E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463F0"/>
    <w:multiLevelType w:val="multilevel"/>
    <w:tmpl w:val="A3D2286A"/>
    <w:lvl w:ilvl="0">
      <w:start w:val="1"/>
      <w:numFmt w:val="decimal"/>
      <w:pStyle w:val="1"/>
      <w:lvlText w:val="%1."/>
      <w:lvlJc w:val="left"/>
      <w:pPr>
        <w:ind w:left="2062" w:hanging="360"/>
      </w:pPr>
      <w:rPr>
        <w:rFonts w:asciiTheme="majorHAnsi" w:hAnsiTheme="majorHAnsi" w:hint="default"/>
        <w:b/>
        <w:color w:val="auto"/>
        <w:sz w:val="24"/>
        <w:szCs w:val="24"/>
      </w:rPr>
    </w:lvl>
    <w:lvl w:ilvl="1">
      <w:start w:val="1"/>
      <w:numFmt w:val="decimal"/>
      <w:pStyle w:val="20"/>
      <w:lvlText w:val="%1.%2."/>
      <w:lvlJc w:val="left"/>
      <w:pPr>
        <w:ind w:left="3126" w:hanging="432"/>
      </w:pPr>
      <w:rPr>
        <w:rFonts w:asciiTheme="majorHAnsi" w:hAnsiTheme="majorHAnsi" w:hint="default"/>
        <w:b/>
        <w:sz w:val="24"/>
        <w:szCs w:val="24"/>
      </w:rPr>
    </w:lvl>
    <w:lvl w:ilvl="2">
      <w:start w:val="1"/>
      <w:numFmt w:val="decimal"/>
      <w:pStyle w:val="31"/>
      <w:lvlText w:val="%1.%2.%3."/>
      <w:lvlJc w:val="left"/>
      <w:pPr>
        <w:ind w:left="2773" w:hanging="504"/>
      </w:pPr>
      <w:rPr>
        <w:rFonts w:asciiTheme="majorHAnsi" w:hAnsiTheme="majorHAnsi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5"/>
  </w:num>
  <w:num w:numId="17">
    <w:abstractNumId w:val="8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8"/>
  </w:num>
  <w:num w:numId="28">
    <w:abstractNumId w:val="7"/>
    <w:lvlOverride w:ilvl="0">
      <w:lvl w:ilvl="0">
        <w:start w:val="1"/>
        <w:numFmt w:val="decimal"/>
        <w:lvlText w:val="%1."/>
        <w:lvlJc w:val="left"/>
        <w:pPr>
          <w:ind w:left="1077" w:hanging="368"/>
        </w:pPr>
        <w:rPr>
          <w:rFonts w:ascii="Times New Roman" w:hAnsi="Times New Roman" w:hint="default"/>
          <w:b/>
          <w:sz w:val="28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ind w:left="1191" w:hanging="482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2">
      <w:lvl w:ilvl="2">
        <w:start w:val="1"/>
        <w:numFmt w:val="decimal"/>
        <w:lvlRestart w:val="0"/>
        <w:pStyle w:val="30"/>
        <w:lvlText w:val="%1.%2.%3."/>
        <w:lvlJc w:val="left"/>
        <w:pPr>
          <w:ind w:left="1361" w:hanging="652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3">
      <w:lvl w:ilvl="3">
        <w:start w:val="1"/>
        <w:numFmt w:val="decimal"/>
        <w:pStyle w:val="40"/>
        <w:lvlText w:val="%1.%2.%3.%4."/>
        <w:lvlJc w:val="left"/>
        <w:pPr>
          <w:ind w:left="1531" w:hanging="822"/>
        </w:pPr>
        <w:rPr>
          <w:rFonts w:ascii="Times New Roman" w:hAnsi="Times New Roman" w:hint="default"/>
          <w:b/>
          <w:i/>
          <w:sz w:val="24"/>
        </w:rPr>
      </w:lvl>
    </w:lvlOverride>
    <w:lvlOverride w:ilvl="4">
      <w:lvl w:ilvl="4">
        <w:start w:val="1"/>
        <w:numFmt w:val="decimal"/>
        <w:pStyle w:val="50"/>
        <w:lvlText w:val="%1.%2.%3.%4.%5."/>
        <w:lvlJc w:val="left"/>
        <w:pPr>
          <w:ind w:left="1701" w:hanging="992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5">
      <w:lvl w:ilvl="5">
        <w:start w:val="1"/>
        <w:numFmt w:val="decimal"/>
        <w:pStyle w:val="6"/>
        <w:lvlText w:val="%1.%2.%3.%4.%5.%6."/>
        <w:lvlJc w:val="left"/>
        <w:pPr>
          <w:ind w:left="1871" w:hanging="1162"/>
        </w:pPr>
        <w:rPr>
          <w:rFonts w:ascii="Times New Roman" w:hAnsi="Times New Roman" w:hint="default"/>
          <w:b/>
          <w:i/>
          <w:sz w:val="24"/>
        </w:rPr>
      </w:lvl>
    </w:lvlOverride>
    <w:lvlOverride w:ilvl="6">
      <w:lvl w:ilvl="6">
        <w:start w:val="1"/>
        <w:numFmt w:val="decimal"/>
        <w:pStyle w:val="7"/>
        <w:lvlText w:val="%1.%2.%3.%4.%5.%6.%7."/>
        <w:lvlJc w:val="left"/>
        <w:pPr>
          <w:ind w:left="2041" w:hanging="1332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7">
      <w:lvl w:ilvl="7">
        <w:start w:val="1"/>
        <w:numFmt w:val="decimal"/>
        <w:pStyle w:val="8"/>
        <w:lvlText w:val="%1.%2.%3.%4.%5.%6.%7.%8."/>
        <w:lvlJc w:val="left"/>
        <w:pPr>
          <w:ind w:left="2211" w:hanging="1502"/>
        </w:pPr>
        <w:rPr>
          <w:rFonts w:ascii="Times New Roman" w:hAnsi="Times New Roman" w:hint="default"/>
          <w:b/>
          <w:i/>
          <w:sz w:val="24"/>
        </w:rPr>
      </w:lvl>
    </w:lvlOverride>
    <w:lvlOverride w:ilvl="8">
      <w:lvl w:ilvl="8">
        <w:start w:val="1"/>
        <w:numFmt w:val="decimal"/>
        <w:pStyle w:val="9"/>
        <w:lvlText w:val="%1.%2.%3.%4.%5.%6.%7.%8.%9."/>
        <w:lvlJc w:val="left"/>
        <w:pPr>
          <w:ind w:left="2381" w:hanging="1672"/>
        </w:pPr>
        <w:rPr>
          <w:rFonts w:ascii="Times New Roman" w:hAnsi="Times New Roman" w:hint="default"/>
          <w:b/>
          <w:i w:val="0"/>
          <w:sz w:val="24"/>
        </w:rPr>
      </w:lvl>
    </w:lvlOverride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12"/>
  </w:num>
  <w:num w:numId="38">
    <w:abstractNumId w:val="9"/>
  </w:num>
  <w:num w:numId="39">
    <w:abstractNumId w:val="11"/>
  </w:num>
  <w:num w:numId="40">
    <w:abstractNumId w:val="5"/>
    <w:lvlOverride w:ilvl="0">
      <w:lvl w:ilvl="0">
        <w:start w:val="1"/>
        <w:numFmt w:val="bullet"/>
        <w:lvlText w:val=""/>
        <w:lvlJc w:val="left"/>
        <w:pPr>
          <w:ind w:left="0" w:firstLine="0"/>
        </w:pPr>
        <w:rPr>
          <w:rFonts w:ascii="Symbol" w:hAnsi="Symbol" w:hint="default"/>
          <w:b w:val="0"/>
          <w:i w:val="0"/>
          <w:caps w:val="0"/>
          <w:smallCaps w:val="0"/>
          <w:strike w:val="0"/>
          <w:dstrike w:val="0"/>
          <w:vanish w:val="0"/>
          <w:spacing w:val="0"/>
          <w:w w:val="100"/>
          <w:kern w:val="0"/>
          <w:position w:val="0"/>
          <w:sz w:val="24"/>
          <w:u w:val="none"/>
          <w:vertAlign w:val="baseline"/>
        </w:rPr>
      </w:lvl>
    </w:lvlOverride>
    <w:lvlOverride w:ilvl="1">
      <w:lvl w:ilvl="1">
        <w:start w:val="1"/>
        <w:numFmt w:val="bullet"/>
        <w:lvlRestart w:val="0"/>
        <w:lvlText w:val=""/>
        <w:lvlJc w:val="left"/>
        <w:pPr>
          <w:ind w:left="567" w:firstLine="357"/>
        </w:pPr>
        <w:rPr>
          <w:rFonts w:ascii="Symbol" w:hAnsi="Symbol" w:hint="default"/>
          <w:sz w:val="24"/>
        </w:rPr>
      </w:lvl>
    </w:lvlOverride>
    <w:lvlOverride w:ilvl="2">
      <w:lvl w:ilvl="2">
        <w:start w:val="1"/>
        <w:numFmt w:val="bullet"/>
        <w:lvlText w:val=""/>
        <w:lvlJc w:val="left"/>
        <w:pPr>
          <w:ind w:left="1208" w:hanging="284"/>
        </w:pPr>
        <w:rPr>
          <w:rFonts w:ascii="Symbol" w:hAnsi="Symbol" w:hint="default"/>
          <w:sz w:val="24"/>
        </w:rPr>
      </w:lvl>
    </w:lvlOverride>
    <w:lvlOverride w:ilvl="3">
      <w:lvl w:ilvl="3">
        <w:start w:val="1"/>
        <w:numFmt w:val="bullet"/>
        <w:lvlText w:val=""/>
        <w:lvlJc w:val="left"/>
        <w:pPr>
          <w:ind w:left="1208" w:hanging="284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"/>
        <w:lvlJc w:val="left"/>
        <w:pPr>
          <w:ind w:left="1208" w:hanging="284"/>
        </w:pPr>
        <w:rPr>
          <w:rFonts w:ascii="Symbol" w:hAnsi="Symbol" w:hint="default"/>
        </w:rPr>
      </w:lvl>
    </w:lvlOverride>
    <w:lvlOverride w:ilvl="5">
      <w:lvl w:ilvl="5">
        <w:start w:val="1"/>
        <w:numFmt w:val="bullet"/>
        <w:lvlText w:val=""/>
        <w:lvlJc w:val="left"/>
        <w:pPr>
          <w:ind w:left="1208" w:hanging="284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"/>
        <w:lvlJc w:val="left"/>
        <w:pPr>
          <w:ind w:left="1208" w:hanging="284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"/>
        <w:lvlJc w:val="left"/>
        <w:pPr>
          <w:ind w:left="1208" w:hanging="284"/>
        </w:pPr>
        <w:rPr>
          <w:rFonts w:ascii="Symbol" w:hAnsi="Symbol" w:hint="default"/>
        </w:rPr>
      </w:lvl>
    </w:lvlOverride>
    <w:lvlOverride w:ilvl="8">
      <w:lvl w:ilvl="8">
        <w:start w:val="1"/>
        <w:numFmt w:val="bullet"/>
        <w:lvlText w:val=""/>
        <w:lvlJc w:val="left"/>
        <w:pPr>
          <w:ind w:left="1208" w:hanging="284"/>
        </w:pPr>
        <w:rPr>
          <w:rFonts w:ascii="Symbol" w:hAnsi="Symbol" w:hint="default"/>
        </w:rPr>
      </w:lvl>
    </w:lvlOverride>
  </w:num>
  <w:num w:numId="41">
    <w:abstractNumId w:val="7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Restart w:val="0"/>
        <w:lvlText w:val="%1.%2."/>
        <w:lvlJc w:val="left"/>
        <w:pPr>
          <w:ind w:left="1191" w:hanging="482"/>
        </w:pPr>
        <w:rPr>
          <w:rFonts w:ascii="Times New Roman" w:hAnsi="Times New Roman" w:hint="default"/>
          <w:b/>
          <w:i w:val="0"/>
          <w:sz w:val="24"/>
        </w:rPr>
      </w:lvl>
    </w:lvlOverride>
  </w:num>
  <w:num w:numId="42">
    <w:abstractNumId w:val="13"/>
  </w:num>
  <w:num w:numId="43">
    <w:abstractNumId w:val="7"/>
    <w:lvlOverride w:ilvl="0">
      <w:startOverride w:val="1"/>
      <w:lvl w:ilvl="0">
        <w:start w:val="1"/>
        <w:numFmt w:val="decimal"/>
        <w:lvlText w:val="%1."/>
        <w:lvlJc w:val="left"/>
        <w:pPr>
          <w:ind w:left="1077" w:hanging="368"/>
        </w:pPr>
        <w:rPr>
          <w:rFonts w:ascii="Times New Roman" w:hAnsi="Times New Roman" w:hint="default"/>
          <w:b/>
          <w:sz w:val="28"/>
        </w:rPr>
      </w:lvl>
    </w:lvlOverride>
    <w:lvlOverride w:ilvl="1">
      <w:startOverride w:val="1"/>
      <w:lvl w:ilvl="1">
        <w:start w:val="1"/>
        <w:numFmt w:val="decimal"/>
        <w:lvlRestart w:val="0"/>
        <w:lvlText w:val="%1.%2."/>
        <w:lvlJc w:val="left"/>
        <w:pPr>
          <w:ind w:left="1191" w:hanging="482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2">
      <w:startOverride w:val="1"/>
      <w:lvl w:ilvl="2">
        <w:start w:val="1"/>
        <w:numFmt w:val="decimal"/>
        <w:lvlRestart w:val="0"/>
        <w:pStyle w:val="30"/>
        <w:lvlText w:val="%1.%2.%3."/>
        <w:lvlJc w:val="left"/>
        <w:pPr>
          <w:ind w:left="1361" w:hanging="652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3">
      <w:startOverride w:val="1"/>
      <w:lvl w:ilvl="3">
        <w:start w:val="1"/>
        <w:numFmt w:val="decimal"/>
        <w:pStyle w:val="40"/>
        <w:lvlText w:val="%1.%2.%3.%4."/>
        <w:lvlJc w:val="left"/>
        <w:pPr>
          <w:ind w:left="1531" w:hanging="822"/>
        </w:pPr>
        <w:rPr>
          <w:rFonts w:ascii="Times New Roman" w:hAnsi="Times New Roman" w:hint="default"/>
          <w:b/>
          <w:i/>
          <w:sz w:val="24"/>
        </w:rPr>
      </w:lvl>
    </w:lvlOverride>
    <w:lvlOverride w:ilvl="4">
      <w:startOverride w:val="1"/>
      <w:lvl w:ilvl="4">
        <w:start w:val="1"/>
        <w:numFmt w:val="decimal"/>
        <w:pStyle w:val="50"/>
        <w:lvlText w:val="%1.%2.%3.%4.%5."/>
        <w:lvlJc w:val="left"/>
        <w:pPr>
          <w:ind w:left="1701" w:hanging="992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5">
      <w:startOverride w:val="1"/>
      <w:lvl w:ilvl="5">
        <w:start w:val="1"/>
        <w:numFmt w:val="decimal"/>
        <w:pStyle w:val="6"/>
        <w:lvlText w:val="%1.%2.%3.%4.%5.%6."/>
        <w:lvlJc w:val="left"/>
        <w:pPr>
          <w:ind w:left="1871" w:hanging="1162"/>
        </w:pPr>
        <w:rPr>
          <w:rFonts w:ascii="Times New Roman" w:hAnsi="Times New Roman" w:hint="default"/>
          <w:b/>
          <w:i/>
          <w:sz w:val="24"/>
        </w:rPr>
      </w:lvl>
    </w:lvlOverride>
    <w:lvlOverride w:ilvl="6">
      <w:startOverride w:val="1"/>
      <w:lvl w:ilvl="6">
        <w:start w:val="1"/>
        <w:numFmt w:val="decimal"/>
        <w:pStyle w:val="7"/>
        <w:lvlText w:val="%1.%2.%3.%4.%5.%6.%7."/>
        <w:lvlJc w:val="left"/>
        <w:pPr>
          <w:ind w:left="2041" w:hanging="1332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7">
      <w:startOverride w:val="1"/>
      <w:lvl w:ilvl="7">
        <w:start w:val="1"/>
        <w:numFmt w:val="decimal"/>
        <w:pStyle w:val="8"/>
        <w:lvlText w:val="%1.%2.%3.%4.%5.%6.%7.%8."/>
        <w:lvlJc w:val="left"/>
        <w:pPr>
          <w:ind w:left="2211" w:hanging="1502"/>
        </w:pPr>
        <w:rPr>
          <w:rFonts w:ascii="Times New Roman" w:hAnsi="Times New Roman" w:hint="default"/>
          <w:b/>
          <w:i/>
          <w:sz w:val="24"/>
        </w:rPr>
      </w:lvl>
    </w:lvlOverride>
    <w:lvlOverride w:ilvl="8">
      <w:startOverride w:val="1"/>
      <w:lvl w:ilvl="8">
        <w:start w:val="1"/>
        <w:numFmt w:val="decimal"/>
        <w:pStyle w:val="9"/>
        <w:lvlText w:val="%1.%2.%3.%4.%5.%6.%7.%8.%9."/>
        <w:lvlJc w:val="left"/>
        <w:pPr>
          <w:ind w:left="2381" w:hanging="1672"/>
        </w:pPr>
        <w:rPr>
          <w:rFonts w:ascii="Times New Roman" w:hAnsi="Times New Roman" w:hint="default"/>
          <w:b/>
          <w:i w:val="0"/>
          <w:sz w:val="24"/>
        </w:rPr>
      </w:lvl>
    </w:lvlOverride>
  </w:num>
  <w:num w:numId="44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drawingGridHorizontalSpacing w:val="284"/>
  <w:drawingGridVerticalSpacing w:val="284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DD2"/>
    <w:rsid w:val="00000379"/>
    <w:rsid w:val="00000A7D"/>
    <w:rsid w:val="00002DE8"/>
    <w:rsid w:val="00003BC0"/>
    <w:rsid w:val="0000554F"/>
    <w:rsid w:val="00016119"/>
    <w:rsid w:val="0001614B"/>
    <w:rsid w:val="00020873"/>
    <w:rsid w:val="00020F2C"/>
    <w:rsid w:val="00021BB7"/>
    <w:rsid w:val="0002757F"/>
    <w:rsid w:val="00030F30"/>
    <w:rsid w:val="000334D7"/>
    <w:rsid w:val="00040281"/>
    <w:rsid w:val="00043EB9"/>
    <w:rsid w:val="000449DA"/>
    <w:rsid w:val="000468EE"/>
    <w:rsid w:val="00053B31"/>
    <w:rsid w:val="0005448A"/>
    <w:rsid w:val="00056B5F"/>
    <w:rsid w:val="000570CE"/>
    <w:rsid w:val="00060947"/>
    <w:rsid w:val="00066B28"/>
    <w:rsid w:val="00073D60"/>
    <w:rsid w:val="00082713"/>
    <w:rsid w:val="00091973"/>
    <w:rsid w:val="000926BC"/>
    <w:rsid w:val="00092D5C"/>
    <w:rsid w:val="000947A4"/>
    <w:rsid w:val="00096AFE"/>
    <w:rsid w:val="0009711B"/>
    <w:rsid w:val="000A46BA"/>
    <w:rsid w:val="000A4B02"/>
    <w:rsid w:val="000C0F75"/>
    <w:rsid w:val="000C1C3B"/>
    <w:rsid w:val="000C29A6"/>
    <w:rsid w:val="000C35B0"/>
    <w:rsid w:val="000C5312"/>
    <w:rsid w:val="000C5792"/>
    <w:rsid w:val="000C5C79"/>
    <w:rsid w:val="000C5F62"/>
    <w:rsid w:val="000D2691"/>
    <w:rsid w:val="000D30AE"/>
    <w:rsid w:val="000D3EFB"/>
    <w:rsid w:val="000D6236"/>
    <w:rsid w:val="000D78D9"/>
    <w:rsid w:val="000E0BF8"/>
    <w:rsid w:val="000E1477"/>
    <w:rsid w:val="000E715D"/>
    <w:rsid w:val="000F23EE"/>
    <w:rsid w:val="000F3529"/>
    <w:rsid w:val="000F4ACC"/>
    <w:rsid w:val="000F4CEE"/>
    <w:rsid w:val="000F5404"/>
    <w:rsid w:val="000F641B"/>
    <w:rsid w:val="000F66A8"/>
    <w:rsid w:val="000F7F6F"/>
    <w:rsid w:val="00101481"/>
    <w:rsid w:val="00101881"/>
    <w:rsid w:val="001060FA"/>
    <w:rsid w:val="0010657C"/>
    <w:rsid w:val="00110E53"/>
    <w:rsid w:val="001121AF"/>
    <w:rsid w:val="00115C7B"/>
    <w:rsid w:val="00116B03"/>
    <w:rsid w:val="00116DD2"/>
    <w:rsid w:val="00120147"/>
    <w:rsid w:val="001205A3"/>
    <w:rsid w:val="00120DB9"/>
    <w:rsid w:val="001223ED"/>
    <w:rsid w:val="001250C5"/>
    <w:rsid w:val="00125AD1"/>
    <w:rsid w:val="00136E56"/>
    <w:rsid w:val="001534F6"/>
    <w:rsid w:val="00156ABF"/>
    <w:rsid w:val="001601D5"/>
    <w:rsid w:val="00161C43"/>
    <w:rsid w:val="00163519"/>
    <w:rsid w:val="00163EBB"/>
    <w:rsid w:val="00163F40"/>
    <w:rsid w:val="001664B0"/>
    <w:rsid w:val="001731CC"/>
    <w:rsid w:val="00175689"/>
    <w:rsid w:val="001775D4"/>
    <w:rsid w:val="001827BF"/>
    <w:rsid w:val="0018646D"/>
    <w:rsid w:val="001872BA"/>
    <w:rsid w:val="001943D0"/>
    <w:rsid w:val="00196764"/>
    <w:rsid w:val="00197137"/>
    <w:rsid w:val="00197903"/>
    <w:rsid w:val="001A0A66"/>
    <w:rsid w:val="001A3CE8"/>
    <w:rsid w:val="001B52DF"/>
    <w:rsid w:val="001B7780"/>
    <w:rsid w:val="001C0139"/>
    <w:rsid w:val="001C0B7E"/>
    <w:rsid w:val="001C0C39"/>
    <w:rsid w:val="001C15DC"/>
    <w:rsid w:val="001C7ED9"/>
    <w:rsid w:val="001D11D9"/>
    <w:rsid w:val="001D2DC4"/>
    <w:rsid w:val="001D3799"/>
    <w:rsid w:val="001D602D"/>
    <w:rsid w:val="001D7A90"/>
    <w:rsid w:val="001E1E5C"/>
    <w:rsid w:val="001E535B"/>
    <w:rsid w:val="001E6B56"/>
    <w:rsid w:val="001F2952"/>
    <w:rsid w:val="001F3978"/>
    <w:rsid w:val="001F51D3"/>
    <w:rsid w:val="001F539F"/>
    <w:rsid w:val="00201EAE"/>
    <w:rsid w:val="0020204C"/>
    <w:rsid w:val="00202C62"/>
    <w:rsid w:val="002049B8"/>
    <w:rsid w:val="00206181"/>
    <w:rsid w:val="00210C8B"/>
    <w:rsid w:val="002120BF"/>
    <w:rsid w:val="00214854"/>
    <w:rsid w:val="00217DD3"/>
    <w:rsid w:val="00220AAD"/>
    <w:rsid w:val="00223DB4"/>
    <w:rsid w:val="002279CA"/>
    <w:rsid w:val="002307A9"/>
    <w:rsid w:val="00233A14"/>
    <w:rsid w:val="002363FC"/>
    <w:rsid w:val="00262E38"/>
    <w:rsid w:val="0026385D"/>
    <w:rsid w:val="0026455C"/>
    <w:rsid w:val="002649DF"/>
    <w:rsid w:val="00264E45"/>
    <w:rsid w:val="00265929"/>
    <w:rsid w:val="0026797C"/>
    <w:rsid w:val="00267D2F"/>
    <w:rsid w:val="00275953"/>
    <w:rsid w:val="00276790"/>
    <w:rsid w:val="002776E8"/>
    <w:rsid w:val="00277E33"/>
    <w:rsid w:val="00293B96"/>
    <w:rsid w:val="0029479B"/>
    <w:rsid w:val="00297E81"/>
    <w:rsid w:val="002A287C"/>
    <w:rsid w:val="002A3436"/>
    <w:rsid w:val="002A5C48"/>
    <w:rsid w:val="002B244F"/>
    <w:rsid w:val="002B2FFE"/>
    <w:rsid w:val="002B7FC4"/>
    <w:rsid w:val="002C4A55"/>
    <w:rsid w:val="002C6FD4"/>
    <w:rsid w:val="002D03D9"/>
    <w:rsid w:val="002D11E1"/>
    <w:rsid w:val="002D4994"/>
    <w:rsid w:val="002D56C2"/>
    <w:rsid w:val="002D657B"/>
    <w:rsid w:val="002D6A80"/>
    <w:rsid w:val="002E3712"/>
    <w:rsid w:val="002E43A3"/>
    <w:rsid w:val="002E6AE3"/>
    <w:rsid w:val="002E7A82"/>
    <w:rsid w:val="002F51BE"/>
    <w:rsid w:val="002F79BD"/>
    <w:rsid w:val="00300302"/>
    <w:rsid w:val="00300568"/>
    <w:rsid w:val="0031179B"/>
    <w:rsid w:val="00312532"/>
    <w:rsid w:val="00312C13"/>
    <w:rsid w:val="00314AAA"/>
    <w:rsid w:val="003152AA"/>
    <w:rsid w:val="00321471"/>
    <w:rsid w:val="00324876"/>
    <w:rsid w:val="00326CC1"/>
    <w:rsid w:val="00326D18"/>
    <w:rsid w:val="003300D4"/>
    <w:rsid w:val="00330D4F"/>
    <w:rsid w:val="00332EB1"/>
    <w:rsid w:val="00333FBB"/>
    <w:rsid w:val="00335674"/>
    <w:rsid w:val="0033668D"/>
    <w:rsid w:val="0033737B"/>
    <w:rsid w:val="003376B0"/>
    <w:rsid w:val="0034210F"/>
    <w:rsid w:val="00342EE6"/>
    <w:rsid w:val="00343357"/>
    <w:rsid w:val="00343753"/>
    <w:rsid w:val="00347F7E"/>
    <w:rsid w:val="00354DD4"/>
    <w:rsid w:val="003550E3"/>
    <w:rsid w:val="0035596C"/>
    <w:rsid w:val="00361DB1"/>
    <w:rsid w:val="003634DE"/>
    <w:rsid w:val="00363740"/>
    <w:rsid w:val="00364F8D"/>
    <w:rsid w:val="0036583C"/>
    <w:rsid w:val="003671D8"/>
    <w:rsid w:val="003702CD"/>
    <w:rsid w:val="00370520"/>
    <w:rsid w:val="0037052C"/>
    <w:rsid w:val="003721AE"/>
    <w:rsid w:val="00376D4E"/>
    <w:rsid w:val="00383CB7"/>
    <w:rsid w:val="003846D8"/>
    <w:rsid w:val="00386075"/>
    <w:rsid w:val="003864C2"/>
    <w:rsid w:val="003864EE"/>
    <w:rsid w:val="00386CAE"/>
    <w:rsid w:val="00387ABD"/>
    <w:rsid w:val="0039003F"/>
    <w:rsid w:val="00394A90"/>
    <w:rsid w:val="0039503C"/>
    <w:rsid w:val="003A0C33"/>
    <w:rsid w:val="003A1787"/>
    <w:rsid w:val="003A28E5"/>
    <w:rsid w:val="003A28FC"/>
    <w:rsid w:val="003A4404"/>
    <w:rsid w:val="003A44D9"/>
    <w:rsid w:val="003A5ACC"/>
    <w:rsid w:val="003A6B26"/>
    <w:rsid w:val="003A71D7"/>
    <w:rsid w:val="003B06D7"/>
    <w:rsid w:val="003B296D"/>
    <w:rsid w:val="003B471F"/>
    <w:rsid w:val="003B5802"/>
    <w:rsid w:val="003C4ED6"/>
    <w:rsid w:val="003C5DD6"/>
    <w:rsid w:val="003D3AB7"/>
    <w:rsid w:val="003D4E61"/>
    <w:rsid w:val="003D578E"/>
    <w:rsid w:val="003D6413"/>
    <w:rsid w:val="003D6BEB"/>
    <w:rsid w:val="003E2AF3"/>
    <w:rsid w:val="003E4410"/>
    <w:rsid w:val="003E4DE8"/>
    <w:rsid w:val="003E5316"/>
    <w:rsid w:val="003E5A11"/>
    <w:rsid w:val="003E74BA"/>
    <w:rsid w:val="003F0F5B"/>
    <w:rsid w:val="003F41E8"/>
    <w:rsid w:val="003F5463"/>
    <w:rsid w:val="003F6374"/>
    <w:rsid w:val="003F7086"/>
    <w:rsid w:val="0040166B"/>
    <w:rsid w:val="00402B8D"/>
    <w:rsid w:val="00403482"/>
    <w:rsid w:val="004054F4"/>
    <w:rsid w:val="004055A7"/>
    <w:rsid w:val="00407081"/>
    <w:rsid w:val="00410888"/>
    <w:rsid w:val="00415060"/>
    <w:rsid w:val="004154F3"/>
    <w:rsid w:val="004172F7"/>
    <w:rsid w:val="00420B23"/>
    <w:rsid w:val="00425618"/>
    <w:rsid w:val="004261D0"/>
    <w:rsid w:val="00426A9C"/>
    <w:rsid w:val="004305E9"/>
    <w:rsid w:val="00431D1A"/>
    <w:rsid w:val="00433539"/>
    <w:rsid w:val="0043493F"/>
    <w:rsid w:val="004353FC"/>
    <w:rsid w:val="00435521"/>
    <w:rsid w:val="004375DE"/>
    <w:rsid w:val="00440979"/>
    <w:rsid w:val="00441FB2"/>
    <w:rsid w:val="00445D77"/>
    <w:rsid w:val="00450BC3"/>
    <w:rsid w:val="00450BF2"/>
    <w:rsid w:val="0045194B"/>
    <w:rsid w:val="00452252"/>
    <w:rsid w:val="00452F97"/>
    <w:rsid w:val="004530BB"/>
    <w:rsid w:val="004542B4"/>
    <w:rsid w:val="004574DB"/>
    <w:rsid w:val="00457D12"/>
    <w:rsid w:val="00467394"/>
    <w:rsid w:val="0047750E"/>
    <w:rsid w:val="0047751F"/>
    <w:rsid w:val="00477C97"/>
    <w:rsid w:val="004812E6"/>
    <w:rsid w:val="00484844"/>
    <w:rsid w:val="00484E86"/>
    <w:rsid w:val="00485B33"/>
    <w:rsid w:val="00486ADA"/>
    <w:rsid w:val="00487DEF"/>
    <w:rsid w:val="00491483"/>
    <w:rsid w:val="00492E37"/>
    <w:rsid w:val="00494072"/>
    <w:rsid w:val="00495E7B"/>
    <w:rsid w:val="00496075"/>
    <w:rsid w:val="00496161"/>
    <w:rsid w:val="00496D5E"/>
    <w:rsid w:val="004A0A0B"/>
    <w:rsid w:val="004A57C2"/>
    <w:rsid w:val="004A6689"/>
    <w:rsid w:val="004A6F30"/>
    <w:rsid w:val="004B2DD5"/>
    <w:rsid w:val="004B3660"/>
    <w:rsid w:val="004B4C41"/>
    <w:rsid w:val="004B4CBE"/>
    <w:rsid w:val="004B7350"/>
    <w:rsid w:val="004C18AD"/>
    <w:rsid w:val="004C27B6"/>
    <w:rsid w:val="004C387C"/>
    <w:rsid w:val="004D0113"/>
    <w:rsid w:val="004D38EE"/>
    <w:rsid w:val="004D58BF"/>
    <w:rsid w:val="004E01F3"/>
    <w:rsid w:val="004E04C9"/>
    <w:rsid w:val="004E510B"/>
    <w:rsid w:val="004E5337"/>
    <w:rsid w:val="004E55B1"/>
    <w:rsid w:val="004E6510"/>
    <w:rsid w:val="004E6BA9"/>
    <w:rsid w:val="004E7E88"/>
    <w:rsid w:val="004F0DAE"/>
    <w:rsid w:val="004F1D00"/>
    <w:rsid w:val="004F493D"/>
    <w:rsid w:val="005003DA"/>
    <w:rsid w:val="00500EA0"/>
    <w:rsid w:val="0050179F"/>
    <w:rsid w:val="00506A69"/>
    <w:rsid w:val="0051330B"/>
    <w:rsid w:val="00521F8C"/>
    <w:rsid w:val="00522191"/>
    <w:rsid w:val="00524BB2"/>
    <w:rsid w:val="0052655D"/>
    <w:rsid w:val="00531A41"/>
    <w:rsid w:val="0053232C"/>
    <w:rsid w:val="005359FD"/>
    <w:rsid w:val="00537087"/>
    <w:rsid w:val="005514C6"/>
    <w:rsid w:val="0055675E"/>
    <w:rsid w:val="00557A61"/>
    <w:rsid w:val="00557ADF"/>
    <w:rsid w:val="00561EE0"/>
    <w:rsid w:val="00567089"/>
    <w:rsid w:val="005671E0"/>
    <w:rsid w:val="00570A11"/>
    <w:rsid w:val="00575EA7"/>
    <w:rsid w:val="00576FB7"/>
    <w:rsid w:val="00587AF0"/>
    <w:rsid w:val="0059609B"/>
    <w:rsid w:val="005A02EF"/>
    <w:rsid w:val="005A3295"/>
    <w:rsid w:val="005A3A21"/>
    <w:rsid w:val="005A434D"/>
    <w:rsid w:val="005A4646"/>
    <w:rsid w:val="005A5CEE"/>
    <w:rsid w:val="005A67FE"/>
    <w:rsid w:val="005A72AD"/>
    <w:rsid w:val="005A7A63"/>
    <w:rsid w:val="005B55AC"/>
    <w:rsid w:val="005B7734"/>
    <w:rsid w:val="005B786B"/>
    <w:rsid w:val="005B7EB8"/>
    <w:rsid w:val="005C1951"/>
    <w:rsid w:val="005C228C"/>
    <w:rsid w:val="005C361A"/>
    <w:rsid w:val="005D02B5"/>
    <w:rsid w:val="005D0A70"/>
    <w:rsid w:val="005D45D7"/>
    <w:rsid w:val="005D4D1A"/>
    <w:rsid w:val="005D7A2E"/>
    <w:rsid w:val="005E0BF9"/>
    <w:rsid w:val="005E4B0F"/>
    <w:rsid w:val="005E63D7"/>
    <w:rsid w:val="005E69F5"/>
    <w:rsid w:val="006004FB"/>
    <w:rsid w:val="006010FF"/>
    <w:rsid w:val="00601606"/>
    <w:rsid w:val="00604BFD"/>
    <w:rsid w:val="00604C63"/>
    <w:rsid w:val="006068EB"/>
    <w:rsid w:val="00607BCB"/>
    <w:rsid w:val="00607FB9"/>
    <w:rsid w:val="00610D4B"/>
    <w:rsid w:val="006134A6"/>
    <w:rsid w:val="006136D6"/>
    <w:rsid w:val="00613FFA"/>
    <w:rsid w:val="00616D70"/>
    <w:rsid w:val="00617368"/>
    <w:rsid w:val="00620C66"/>
    <w:rsid w:val="006213BD"/>
    <w:rsid w:val="00621962"/>
    <w:rsid w:val="00621A97"/>
    <w:rsid w:val="00624CB3"/>
    <w:rsid w:val="0062555C"/>
    <w:rsid w:val="00630DA5"/>
    <w:rsid w:val="00631C33"/>
    <w:rsid w:val="00632228"/>
    <w:rsid w:val="00634747"/>
    <w:rsid w:val="00637749"/>
    <w:rsid w:val="00637FBA"/>
    <w:rsid w:val="006413C3"/>
    <w:rsid w:val="006437AE"/>
    <w:rsid w:val="00644D5F"/>
    <w:rsid w:val="0064591D"/>
    <w:rsid w:val="00647EEB"/>
    <w:rsid w:val="0065044A"/>
    <w:rsid w:val="00655F2F"/>
    <w:rsid w:val="0066047A"/>
    <w:rsid w:val="0066181A"/>
    <w:rsid w:val="00662F99"/>
    <w:rsid w:val="006676F4"/>
    <w:rsid w:val="00670BDE"/>
    <w:rsid w:val="00674A75"/>
    <w:rsid w:val="00676012"/>
    <w:rsid w:val="00676DB2"/>
    <w:rsid w:val="00682EF8"/>
    <w:rsid w:val="006835F9"/>
    <w:rsid w:val="00687AE4"/>
    <w:rsid w:val="006908DF"/>
    <w:rsid w:val="00690ADA"/>
    <w:rsid w:val="006920E2"/>
    <w:rsid w:val="00696545"/>
    <w:rsid w:val="006A0398"/>
    <w:rsid w:val="006A0549"/>
    <w:rsid w:val="006A197B"/>
    <w:rsid w:val="006A2D00"/>
    <w:rsid w:val="006A4E53"/>
    <w:rsid w:val="006B2490"/>
    <w:rsid w:val="006B4633"/>
    <w:rsid w:val="006B5554"/>
    <w:rsid w:val="006C265F"/>
    <w:rsid w:val="006C35EA"/>
    <w:rsid w:val="006C586E"/>
    <w:rsid w:val="006D52B0"/>
    <w:rsid w:val="006D5BEC"/>
    <w:rsid w:val="006D6E3E"/>
    <w:rsid w:val="006D7B8D"/>
    <w:rsid w:val="006D7C70"/>
    <w:rsid w:val="006E3038"/>
    <w:rsid w:val="006E36F4"/>
    <w:rsid w:val="006E5005"/>
    <w:rsid w:val="006E5A57"/>
    <w:rsid w:val="006E6311"/>
    <w:rsid w:val="006F090C"/>
    <w:rsid w:val="006F1528"/>
    <w:rsid w:val="006F1969"/>
    <w:rsid w:val="006F34F1"/>
    <w:rsid w:val="006F3D6A"/>
    <w:rsid w:val="006F6D78"/>
    <w:rsid w:val="007005F7"/>
    <w:rsid w:val="00701594"/>
    <w:rsid w:val="0070193B"/>
    <w:rsid w:val="007021F6"/>
    <w:rsid w:val="00703C8A"/>
    <w:rsid w:val="00711BA5"/>
    <w:rsid w:val="0071289A"/>
    <w:rsid w:val="00715919"/>
    <w:rsid w:val="00715EAB"/>
    <w:rsid w:val="00717436"/>
    <w:rsid w:val="00726E77"/>
    <w:rsid w:val="007277B0"/>
    <w:rsid w:val="00731C1D"/>
    <w:rsid w:val="00732B72"/>
    <w:rsid w:val="007331F0"/>
    <w:rsid w:val="00735499"/>
    <w:rsid w:val="00736A24"/>
    <w:rsid w:val="00736D19"/>
    <w:rsid w:val="0074110A"/>
    <w:rsid w:val="00743902"/>
    <w:rsid w:val="00743DB2"/>
    <w:rsid w:val="0074410E"/>
    <w:rsid w:val="00744331"/>
    <w:rsid w:val="0074795D"/>
    <w:rsid w:val="0075027E"/>
    <w:rsid w:val="00750615"/>
    <w:rsid w:val="007542AA"/>
    <w:rsid w:val="007554AF"/>
    <w:rsid w:val="007575E2"/>
    <w:rsid w:val="00757821"/>
    <w:rsid w:val="007632BC"/>
    <w:rsid w:val="0076629A"/>
    <w:rsid w:val="007678AF"/>
    <w:rsid w:val="00773442"/>
    <w:rsid w:val="00775352"/>
    <w:rsid w:val="00776C70"/>
    <w:rsid w:val="007873F1"/>
    <w:rsid w:val="007874A0"/>
    <w:rsid w:val="00787918"/>
    <w:rsid w:val="00790F00"/>
    <w:rsid w:val="007919BD"/>
    <w:rsid w:val="0079320A"/>
    <w:rsid w:val="00793649"/>
    <w:rsid w:val="007947AA"/>
    <w:rsid w:val="007962B7"/>
    <w:rsid w:val="00797915"/>
    <w:rsid w:val="007A0099"/>
    <w:rsid w:val="007A51C3"/>
    <w:rsid w:val="007A71AB"/>
    <w:rsid w:val="007A723C"/>
    <w:rsid w:val="007A7308"/>
    <w:rsid w:val="007B0BA0"/>
    <w:rsid w:val="007B14AE"/>
    <w:rsid w:val="007B538A"/>
    <w:rsid w:val="007B6A0E"/>
    <w:rsid w:val="007C2128"/>
    <w:rsid w:val="007C3243"/>
    <w:rsid w:val="007C48E6"/>
    <w:rsid w:val="007C60DC"/>
    <w:rsid w:val="007D0E61"/>
    <w:rsid w:val="007D2828"/>
    <w:rsid w:val="007D6533"/>
    <w:rsid w:val="007E0975"/>
    <w:rsid w:val="007E4A91"/>
    <w:rsid w:val="007E6875"/>
    <w:rsid w:val="007F282A"/>
    <w:rsid w:val="007F2B07"/>
    <w:rsid w:val="007F300B"/>
    <w:rsid w:val="007F7AB3"/>
    <w:rsid w:val="00801316"/>
    <w:rsid w:val="00801CC8"/>
    <w:rsid w:val="00814783"/>
    <w:rsid w:val="00814BDD"/>
    <w:rsid w:val="008161D7"/>
    <w:rsid w:val="0082429C"/>
    <w:rsid w:val="00826633"/>
    <w:rsid w:val="00835BE8"/>
    <w:rsid w:val="00842721"/>
    <w:rsid w:val="0084323F"/>
    <w:rsid w:val="008446AA"/>
    <w:rsid w:val="008538A5"/>
    <w:rsid w:val="0086138D"/>
    <w:rsid w:val="0086247A"/>
    <w:rsid w:val="008660EE"/>
    <w:rsid w:val="00866137"/>
    <w:rsid w:val="0087017B"/>
    <w:rsid w:val="008746DC"/>
    <w:rsid w:val="00877ABA"/>
    <w:rsid w:val="0088465F"/>
    <w:rsid w:val="00884B23"/>
    <w:rsid w:val="008857B1"/>
    <w:rsid w:val="0089042F"/>
    <w:rsid w:val="00891F30"/>
    <w:rsid w:val="00892143"/>
    <w:rsid w:val="00892938"/>
    <w:rsid w:val="00894C13"/>
    <w:rsid w:val="00894F25"/>
    <w:rsid w:val="00897171"/>
    <w:rsid w:val="008973BC"/>
    <w:rsid w:val="0089756F"/>
    <w:rsid w:val="008A1461"/>
    <w:rsid w:val="008A1FF0"/>
    <w:rsid w:val="008A2928"/>
    <w:rsid w:val="008A474D"/>
    <w:rsid w:val="008B3D8B"/>
    <w:rsid w:val="008B44CD"/>
    <w:rsid w:val="008B69B8"/>
    <w:rsid w:val="008B77C0"/>
    <w:rsid w:val="008B7829"/>
    <w:rsid w:val="008C2DC2"/>
    <w:rsid w:val="008C56EF"/>
    <w:rsid w:val="008C65F6"/>
    <w:rsid w:val="008D6195"/>
    <w:rsid w:val="008D655A"/>
    <w:rsid w:val="008D7DF9"/>
    <w:rsid w:val="008E0D6B"/>
    <w:rsid w:val="008E340C"/>
    <w:rsid w:val="008E3876"/>
    <w:rsid w:val="008E677F"/>
    <w:rsid w:val="008E68E5"/>
    <w:rsid w:val="008E79A2"/>
    <w:rsid w:val="008F0EA8"/>
    <w:rsid w:val="008F2A59"/>
    <w:rsid w:val="008F2FEA"/>
    <w:rsid w:val="008F3167"/>
    <w:rsid w:val="008F5F54"/>
    <w:rsid w:val="009055C8"/>
    <w:rsid w:val="009056A4"/>
    <w:rsid w:val="00905FDA"/>
    <w:rsid w:val="00906A00"/>
    <w:rsid w:val="00907422"/>
    <w:rsid w:val="009103F0"/>
    <w:rsid w:val="009118D0"/>
    <w:rsid w:val="009146E6"/>
    <w:rsid w:val="00915FE4"/>
    <w:rsid w:val="00920C67"/>
    <w:rsid w:val="00920C74"/>
    <w:rsid w:val="00920F58"/>
    <w:rsid w:val="009212D1"/>
    <w:rsid w:val="009223A3"/>
    <w:rsid w:val="00922A04"/>
    <w:rsid w:val="00922E52"/>
    <w:rsid w:val="00924B24"/>
    <w:rsid w:val="00925BDD"/>
    <w:rsid w:val="00927B0A"/>
    <w:rsid w:val="00936F0B"/>
    <w:rsid w:val="00950A19"/>
    <w:rsid w:val="00951A22"/>
    <w:rsid w:val="00953098"/>
    <w:rsid w:val="0095359B"/>
    <w:rsid w:val="009548B6"/>
    <w:rsid w:val="00957F38"/>
    <w:rsid w:val="00960DCE"/>
    <w:rsid w:val="009626A7"/>
    <w:rsid w:val="009645C1"/>
    <w:rsid w:val="00964F1D"/>
    <w:rsid w:val="0097014B"/>
    <w:rsid w:val="00971436"/>
    <w:rsid w:val="00972EF6"/>
    <w:rsid w:val="00973456"/>
    <w:rsid w:val="0097458A"/>
    <w:rsid w:val="00980039"/>
    <w:rsid w:val="00985B94"/>
    <w:rsid w:val="00985C74"/>
    <w:rsid w:val="009928B8"/>
    <w:rsid w:val="00993A4F"/>
    <w:rsid w:val="009A09A2"/>
    <w:rsid w:val="009A6955"/>
    <w:rsid w:val="009B11A2"/>
    <w:rsid w:val="009B1D15"/>
    <w:rsid w:val="009B314E"/>
    <w:rsid w:val="009B35D3"/>
    <w:rsid w:val="009B4421"/>
    <w:rsid w:val="009B5AB3"/>
    <w:rsid w:val="009B5B3D"/>
    <w:rsid w:val="009B5C06"/>
    <w:rsid w:val="009C4CBD"/>
    <w:rsid w:val="009E1E49"/>
    <w:rsid w:val="009E7CD5"/>
    <w:rsid w:val="009F0B13"/>
    <w:rsid w:val="009F2F39"/>
    <w:rsid w:val="009F4022"/>
    <w:rsid w:val="009F5A3F"/>
    <w:rsid w:val="009F73A6"/>
    <w:rsid w:val="00A000BD"/>
    <w:rsid w:val="00A04369"/>
    <w:rsid w:val="00A072D2"/>
    <w:rsid w:val="00A11CDD"/>
    <w:rsid w:val="00A21239"/>
    <w:rsid w:val="00A225C9"/>
    <w:rsid w:val="00A268DE"/>
    <w:rsid w:val="00A27B3C"/>
    <w:rsid w:val="00A320AA"/>
    <w:rsid w:val="00A335D9"/>
    <w:rsid w:val="00A33B3D"/>
    <w:rsid w:val="00A33C2B"/>
    <w:rsid w:val="00A37EB4"/>
    <w:rsid w:val="00A42416"/>
    <w:rsid w:val="00A431E3"/>
    <w:rsid w:val="00A438A2"/>
    <w:rsid w:val="00A46A7D"/>
    <w:rsid w:val="00A51BB4"/>
    <w:rsid w:val="00A53632"/>
    <w:rsid w:val="00A55160"/>
    <w:rsid w:val="00A55576"/>
    <w:rsid w:val="00A55E39"/>
    <w:rsid w:val="00A60A85"/>
    <w:rsid w:val="00A611B1"/>
    <w:rsid w:val="00A6454B"/>
    <w:rsid w:val="00A65201"/>
    <w:rsid w:val="00A6760C"/>
    <w:rsid w:val="00A706F2"/>
    <w:rsid w:val="00A70DA1"/>
    <w:rsid w:val="00A72513"/>
    <w:rsid w:val="00A73093"/>
    <w:rsid w:val="00A73154"/>
    <w:rsid w:val="00A77887"/>
    <w:rsid w:val="00A81901"/>
    <w:rsid w:val="00A819A7"/>
    <w:rsid w:val="00A82401"/>
    <w:rsid w:val="00A82A2E"/>
    <w:rsid w:val="00A848B8"/>
    <w:rsid w:val="00A85380"/>
    <w:rsid w:val="00A8628D"/>
    <w:rsid w:val="00A86FD1"/>
    <w:rsid w:val="00A9345A"/>
    <w:rsid w:val="00A93B54"/>
    <w:rsid w:val="00A961F9"/>
    <w:rsid w:val="00AA09EF"/>
    <w:rsid w:val="00AA0FB9"/>
    <w:rsid w:val="00AA2199"/>
    <w:rsid w:val="00AA2A0B"/>
    <w:rsid w:val="00AA61E2"/>
    <w:rsid w:val="00AB07CE"/>
    <w:rsid w:val="00AB2103"/>
    <w:rsid w:val="00AB263D"/>
    <w:rsid w:val="00AB2DD1"/>
    <w:rsid w:val="00AB5A81"/>
    <w:rsid w:val="00AB6C6D"/>
    <w:rsid w:val="00AB794B"/>
    <w:rsid w:val="00AC27FA"/>
    <w:rsid w:val="00AC4BA1"/>
    <w:rsid w:val="00AC6CAA"/>
    <w:rsid w:val="00AC74AE"/>
    <w:rsid w:val="00AD15AE"/>
    <w:rsid w:val="00AD18FD"/>
    <w:rsid w:val="00AD3591"/>
    <w:rsid w:val="00AE239B"/>
    <w:rsid w:val="00AE25F7"/>
    <w:rsid w:val="00AE4DE9"/>
    <w:rsid w:val="00AE5B8A"/>
    <w:rsid w:val="00AE7334"/>
    <w:rsid w:val="00AE7FCA"/>
    <w:rsid w:val="00AF05FB"/>
    <w:rsid w:val="00AF3EE1"/>
    <w:rsid w:val="00AF542C"/>
    <w:rsid w:val="00AF587F"/>
    <w:rsid w:val="00AF6A67"/>
    <w:rsid w:val="00AF7141"/>
    <w:rsid w:val="00AF7C11"/>
    <w:rsid w:val="00B01627"/>
    <w:rsid w:val="00B0268D"/>
    <w:rsid w:val="00B151E6"/>
    <w:rsid w:val="00B17A3B"/>
    <w:rsid w:val="00B20E18"/>
    <w:rsid w:val="00B21305"/>
    <w:rsid w:val="00B217AE"/>
    <w:rsid w:val="00B26371"/>
    <w:rsid w:val="00B27118"/>
    <w:rsid w:val="00B276DE"/>
    <w:rsid w:val="00B33BAE"/>
    <w:rsid w:val="00B33D00"/>
    <w:rsid w:val="00B34725"/>
    <w:rsid w:val="00B3725E"/>
    <w:rsid w:val="00B419B3"/>
    <w:rsid w:val="00B4337D"/>
    <w:rsid w:val="00B460C2"/>
    <w:rsid w:val="00B4696C"/>
    <w:rsid w:val="00B52AA5"/>
    <w:rsid w:val="00B54523"/>
    <w:rsid w:val="00B547D7"/>
    <w:rsid w:val="00B56263"/>
    <w:rsid w:val="00B60E1D"/>
    <w:rsid w:val="00B62964"/>
    <w:rsid w:val="00B62EE9"/>
    <w:rsid w:val="00B655B8"/>
    <w:rsid w:val="00B65E1C"/>
    <w:rsid w:val="00B6769B"/>
    <w:rsid w:val="00B80B3C"/>
    <w:rsid w:val="00B82FEB"/>
    <w:rsid w:val="00B85D79"/>
    <w:rsid w:val="00B90E8A"/>
    <w:rsid w:val="00B918D4"/>
    <w:rsid w:val="00B91968"/>
    <w:rsid w:val="00B93072"/>
    <w:rsid w:val="00BA1947"/>
    <w:rsid w:val="00BA285F"/>
    <w:rsid w:val="00BA3A5D"/>
    <w:rsid w:val="00BA5A99"/>
    <w:rsid w:val="00BB017C"/>
    <w:rsid w:val="00BB2B79"/>
    <w:rsid w:val="00BB41C5"/>
    <w:rsid w:val="00BB5987"/>
    <w:rsid w:val="00BB6065"/>
    <w:rsid w:val="00BB6A2D"/>
    <w:rsid w:val="00BB6D95"/>
    <w:rsid w:val="00BB7023"/>
    <w:rsid w:val="00BB749A"/>
    <w:rsid w:val="00BB7AE9"/>
    <w:rsid w:val="00BC0099"/>
    <w:rsid w:val="00BC2B8E"/>
    <w:rsid w:val="00BC5861"/>
    <w:rsid w:val="00BC5DD7"/>
    <w:rsid w:val="00BD1384"/>
    <w:rsid w:val="00BD2210"/>
    <w:rsid w:val="00BD375D"/>
    <w:rsid w:val="00BD7CB2"/>
    <w:rsid w:val="00BE71B3"/>
    <w:rsid w:val="00BF0008"/>
    <w:rsid w:val="00BF0651"/>
    <w:rsid w:val="00BF5DFC"/>
    <w:rsid w:val="00C05CDA"/>
    <w:rsid w:val="00C0639F"/>
    <w:rsid w:val="00C10CAD"/>
    <w:rsid w:val="00C15790"/>
    <w:rsid w:val="00C16530"/>
    <w:rsid w:val="00C173B5"/>
    <w:rsid w:val="00C20C5B"/>
    <w:rsid w:val="00C25C53"/>
    <w:rsid w:val="00C34603"/>
    <w:rsid w:val="00C34A85"/>
    <w:rsid w:val="00C3633A"/>
    <w:rsid w:val="00C41049"/>
    <w:rsid w:val="00C42824"/>
    <w:rsid w:val="00C428DE"/>
    <w:rsid w:val="00C443F0"/>
    <w:rsid w:val="00C5341D"/>
    <w:rsid w:val="00C55D37"/>
    <w:rsid w:val="00C600B4"/>
    <w:rsid w:val="00C60998"/>
    <w:rsid w:val="00C61E36"/>
    <w:rsid w:val="00C6282F"/>
    <w:rsid w:val="00C630DA"/>
    <w:rsid w:val="00C63D02"/>
    <w:rsid w:val="00C65937"/>
    <w:rsid w:val="00C65AC9"/>
    <w:rsid w:val="00C66EC1"/>
    <w:rsid w:val="00C67A9C"/>
    <w:rsid w:val="00C7008D"/>
    <w:rsid w:val="00C7057D"/>
    <w:rsid w:val="00C74D9C"/>
    <w:rsid w:val="00C75944"/>
    <w:rsid w:val="00C76B98"/>
    <w:rsid w:val="00C803E4"/>
    <w:rsid w:val="00C815B9"/>
    <w:rsid w:val="00C82AC8"/>
    <w:rsid w:val="00C86213"/>
    <w:rsid w:val="00C87B46"/>
    <w:rsid w:val="00C924EA"/>
    <w:rsid w:val="00C92BE4"/>
    <w:rsid w:val="00C9432F"/>
    <w:rsid w:val="00C94893"/>
    <w:rsid w:val="00C95826"/>
    <w:rsid w:val="00C979B8"/>
    <w:rsid w:val="00CA1573"/>
    <w:rsid w:val="00CA18BC"/>
    <w:rsid w:val="00CA3716"/>
    <w:rsid w:val="00CA3847"/>
    <w:rsid w:val="00CA54AC"/>
    <w:rsid w:val="00CA7CED"/>
    <w:rsid w:val="00CB5028"/>
    <w:rsid w:val="00CB67E7"/>
    <w:rsid w:val="00CB6E15"/>
    <w:rsid w:val="00CB750C"/>
    <w:rsid w:val="00CC037B"/>
    <w:rsid w:val="00CD1E82"/>
    <w:rsid w:val="00CD1FB6"/>
    <w:rsid w:val="00CD2554"/>
    <w:rsid w:val="00CD2E88"/>
    <w:rsid w:val="00CD58C9"/>
    <w:rsid w:val="00CD6A47"/>
    <w:rsid w:val="00CE2BE7"/>
    <w:rsid w:val="00CE446A"/>
    <w:rsid w:val="00CF0C0E"/>
    <w:rsid w:val="00CF2D90"/>
    <w:rsid w:val="00CF4C29"/>
    <w:rsid w:val="00CF60C5"/>
    <w:rsid w:val="00CF6875"/>
    <w:rsid w:val="00D00C43"/>
    <w:rsid w:val="00D0265B"/>
    <w:rsid w:val="00D051AC"/>
    <w:rsid w:val="00D1027F"/>
    <w:rsid w:val="00D1107F"/>
    <w:rsid w:val="00D117E5"/>
    <w:rsid w:val="00D1283F"/>
    <w:rsid w:val="00D14D5E"/>
    <w:rsid w:val="00D15940"/>
    <w:rsid w:val="00D16D2B"/>
    <w:rsid w:val="00D20C24"/>
    <w:rsid w:val="00D22761"/>
    <w:rsid w:val="00D22A93"/>
    <w:rsid w:val="00D233DF"/>
    <w:rsid w:val="00D25AEE"/>
    <w:rsid w:val="00D3119C"/>
    <w:rsid w:val="00D32329"/>
    <w:rsid w:val="00D32582"/>
    <w:rsid w:val="00D37E28"/>
    <w:rsid w:val="00D37E62"/>
    <w:rsid w:val="00D40892"/>
    <w:rsid w:val="00D40B4F"/>
    <w:rsid w:val="00D45C51"/>
    <w:rsid w:val="00D50F46"/>
    <w:rsid w:val="00D51BA5"/>
    <w:rsid w:val="00D5442A"/>
    <w:rsid w:val="00D54C5A"/>
    <w:rsid w:val="00D57583"/>
    <w:rsid w:val="00D600A9"/>
    <w:rsid w:val="00D61235"/>
    <w:rsid w:val="00D62298"/>
    <w:rsid w:val="00D63862"/>
    <w:rsid w:val="00D641AB"/>
    <w:rsid w:val="00D7274E"/>
    <w:rsid w:val="00D7370F"/>
    <w:rsid w:val="00D73715"/>
    <w:rsid w:val="00D82731"/>
    <w:rsid w:val="00D82C63"/>
    <w:rsid w:val="00D838A9"/>
    <w:rsid w:val="00D855C7"/>
    <w:rsid w:val="00D86915"/>
    <w:rsid w:val="00DA610C"/>
    <w:rsid w:val="00DA63DE"/>
    <w:rsid w:val="00DA6E9C"/>
    <w:rsid w:val="00DB1699"/>
    <w:rsid w:val="00DB20CF"/>
    <w:rsid w:val="00DC3A03"/>
    <w:rsid w:val="00DC3E9B"/>
    <w:rsid w:val="00DC5317"/>
    <w:rsid w:val="00DC59C3"/>
    <w:rsid w:val="00DD71F0"/>
    <w:rsid w:val="00DE011A"/>
    <w:rsid w:val="00DE048D"/>
    <w:rsid w:val="00DE0FAD"/>
    <w:rsid w:val="00DE3A92"/>
    <w:rsid w:val="00DE4319"/>
    <w:rsid w:val="00DF46F3"/>
    <w:rsid w:val="00DF6E2C"/>
    <w:rsid w:val="00E005EC"/>
    <w:rsid w:val="00E01D44"/>
    <w:rsid w:val="00E026F9"/>
    <w:rsid w:val="00E02A2B"/>
    <w:rsid w:val="00E0401B"/>
    <w:rsid w:val="00E132E0"/>
    <w:rsid w:val="00E1531C"/>
    <w:rsid w:val="00E15BA0"/>
    <w:rsid w:val="00E15BB3"/>
    <w:rsid w:val="00E15C5D"/>
    <w:rsid w:val="00E21261"/>
    <w:rsid w:val="00E212F6"/>
    <w:rsid w:val="00E238D4"/>
    <w:rsid w:val="00E25748"/>
    <w:rsid w:val="00E25D3B"/>
    <w:rsid w:val="00E32C91"/>
    <w:rsid w:val="00E362D1"/>
    <w:rsid w:val="00E36B6E"/>
    <w:rsid w:val="00E370B1"/>
    <w:rsid w:val="00E374AC"/>
    <w:rsid w:val="00E3779F"/>
    <w:rsid w:val="00E41241"/>
    <w:rsid w:val="00E41B79"/>
    <w:rsid w:val="00E41F72"/>
    <w:rsid w:val="00E43B19"/>
    <w:rsid w:val="00E45078"/>
    <w:rsid w:val="00E46CF5"/>
    <w:rsid w:val="00E52631"/>
    <w:rsid w:val="00E531B7"/>
    <w:rsid w:val="00E55B2A"/>
    <w:rsid w:val="00E62659"/>
    <w:rsid w:val="00E6323F"/>
    <w:rsid w:val="00E64BEA"/>
    <w:rsid w:val="00E650DE"/>
    <w:rsid w:val="00E66700"/>
    <w:rsid w:val="00E70A54"/>
    <w:rsid w:val="00E71E15"/>
    <w:rsid w:val="00E745FE"/>
    <w:rsid w:val="00E752A5"/>
    <w:rsid w:val="00E765DF"/>
    <w:rsid w:val="00E81254"/>
    <w:rsid w:val="00E81758"/>
    <w:rsid w:val="00E81CF4"/>
    <w:rsid w:val="00E83777"/>
    <w:rsid w:val="00E8505E"/>
    <w:rsid w:val="00E8728E"/>
    <w:rsid w:val="00E91C7E"/>
    <w:rsid w:val="00E93572"/>
    <w:rsid w:val="00E93897"/>
    <w:rsid w:val="00E94F4C"/>
    <w:rsid w:val="00E95784"/>
    <w:rsid w:val="00E9635A"/>
    <w:rsid w:val="00E96E00"/>
    <w:rsid w:val="00E97E72"/>
    <w:rsid w:val="00EA0319"/>
    <w:rsid w:val="00EA0C8F"/>
    <w:rsid w:val="00EA0F3B"/>
    <w:rsid w:val="00EA27B4"/>
    <w:rsid w:val="00EA4AB6"/>
    <w:rsid w:val="00EA77E4"/>
    <w:rsid w:val="00EB0BC8"/>
    <w:rsid w:val="00EB12EE"/>
    <w:rsid w:val="00EB14EA"/>
    <w:rsid w:val="00EB632A"/>
    <w:rsid w:val="00EB6FAA"/>
    <w:rsid w:val="00EC1978"/>
    <w:rsid w:val="00EC5CF3"/>
    <w:rsid w:val="00EC5E30"/>
    <w:rsid w:val="00ED0468"/>
    <w:rsid w:val="00ED35A3"/>
    <w:rsid w:val="00ED677A"/>
    <w:rsid w:val="00ED7CAC"/>
    <w:rsid w:val="00EE1B4D"/>
    <w:rsid w:val="00EE23E8"/>
    <w:rsid w:val="00EE5626"/>
    <w:rsid w:val="00EE7698"/>
    <w:rsid w:val="00EE7E46"/>
    <w:rsid w:val="00EF1EB3"/>
    <w:rsid w:val="00EF67CF"/>
    <w:rsid w:val="00F01645"/>
    <w:rsid w:val="00F03A89"/>
    <w:rsid w:val="00F054A6"/>
    <w:rsid w:val="00F0571E"/>
    <w:rsid w:val="00F07766"/>
    <w:rsid w:val="00F12034"/>
    <w:rsid w:val="00F14794"/>
    <w:rsid w:val="00F14DF5"/>
    <w:rsid w:val="00F1525F"/>
    <w:rsid w:val="00F154B3"/>
    <w:rsid w:val="00F21FEE"/>
    <w:rsid w:val="00F3042C"/>
    <w:rsid w:val="00F30D8E"/>
    <w:rsid w:val="00F32265"/>
    <w:rsid w:val="00F32AD2"/>
    <w:rsid w:val="00F334EE"/>
    <w:rsid w:val="00F339A0"/>
    <w:rsid w:val="00F35829"/>
    <w:rsid w:val="00F360D4"/>
    <w:rsid w:val="00F364B7"/>
    <w:rsid w:val="00F3688F"/>
    <w:rsid w:val="00F40903"/>
    <w:rsid w:val="00F4157A"/>
    <w:rsid w:val="00F429C9"/>
    <w:rsid w:val="00F455FF"/>
    <w:rsid w:val="00F47197"/>
    <w:rsid w:val="00F47F25"/>
    <w:rsid w:val="00F518A0"/>
    <w:rsid w:val="00F5395C"/>
    <w:rsid w:val="00F54551"/>
    <w:rsid w:val="00F54A14"/>
    <w:rsid w:val="00F54EB6"/>
    <w:rsid w:val="00F56A95"/>
    <w:rsid w:val="00F57C16"/>
    <w:rsid w:val="00F60854"/>
    <w:rsid w:val="00F61982"/>
    <w:rsid w:val="00F63D16"/>
    <w:rsid w:val="00F65371"/>
    <w:rsid w:val="00F65C80"/>
    <w:rsid w:val="00F669AE"/>
    <w:rsid w:val="00F70128"/>
    <w:rsid w:val="00F714AC"/>
    <w:rsid w:val="00F77A24"/>
    <w:rsid w:val="00F802F2"/>
    <w:rsid w:val="00F90EE7"/>
    <w:rsid w:val="00F90FA6"/>
    <w:rsid w:val="00F92311"/>
    <w:rsid w:val="00F92495"/>
    <w:rsid w:val="00F92A11"/>
    <w:rsid w:val="00F941CD"/>
    <w:rsid w:val="00F94578"/>
    <w:rsid w:val="00F969D4"/>
    <w:rsid w:val="00FA6F44"/>
    <w:rsid w:val="00FB035E"/>
    <w:rsid w:val="00FB2504"/>
    <w:rsid w:val="00FB646E"/>
    <w:rsid w:val="00FC1B36"/>
    <w:rsid w:val="00FC79EA"/>
    <w:rsid w:val="00FE28C6"/>
    <w:rsid w:val="00FE58E4"/>
    <w:rsid w:val="00FF02F3"/>
    <w:rsid w:val="00FF2883"/>
    <w:rsid w:val="00FF36CD"/>
    <w:rsid w:val="00FF4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/>
    <o:shapelayout v:ext="edit">
      <o:idmap v:ext="edit" data="1"/>
    </o:shapelayout>
  </w:shapeDefaults>
  <w:decimalSymbol w:val=","/>
  <w:listSeparator w:val=";"/>
  <w14:docId w14:val="333AF238"/>
  <w15:docId w15:val="{46B84C43-DFCA-4E32-90E1-7E837ADE0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rsid w:val="00F1525F"/>
    <w:pPr>
      <w:ind w:left="113" w:right="113" w:firstLine="709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4"/>
    <w:next w:val="a4"/>
    <w:link w:val="11"/>
    <w:uiPriority w:val="9"/>
    <w:qFormat/>
    <w:rsid w:val="006D6E3E"/>
    <w:pPr>
      <w:keepNext/>
      <w:keepLines/>
      <w:spacing w:before="360" w:after="360"/>
      <w:ind w:left="0" w:right="283" w:firstLine="0"/>
      <w:jc w:val="center"/>
      <w:outlineLvl w:val="0"/>
    </w:pPr>
    <w:rPr>
      <w:rFonts w:eastAsia="Times New Roman"/>
      <w:b/>
      <w:sz w:val="28"/>
      <w:szCs w:val="32"/>
    </w:rPr>
  </w:style>
  <w:style w:type="paragraph" w:styleId="21">
    <w:name w:val="heading 2"/>
    <w:basedOn w:val="a4"/>
    <w:next w:val="a4"/>
    <w:link w:val="22"/>
    <w:uiPriority w:val="9"/>
    <w:unhideWhenUsed/>
    <w:qFormat/>
    <w:rsid w:val="006D6E3E"/>
    <w:pPr>
      <w:keepNext/>
      <w:keepLines/>
      <w:spacing w:before="360" w:after="360"/>
      <w:ind w:left="0" w:right="284" w:firstLine="0"/>
      <w:jc w:val="left"/>
      <w:outlineLvl w:val="1"/>
    </w:pPr>
    <w:rPr>
      <w:rFonts w:eastAsia="Times New Roman"/>
      <w:b/>
      <w:i/>
      <w:szCs w:val="26"/>
    </w:rPr>
  </w:style>
  <w:style w:type="paragraph" w:styleId="30">
    <w:name w:val="heading 3"/>
    <w:basedOn w:val="a4"/>
    <w:next w:val="a4"/>
    <w:link w:val="32"/>
    <w:uiPriority w:val="9"/>
    <w:unhideWhenUsed/>
    <w:qFormat/>
    <w:rsid w:val="006D6E3E"/>
    <w:pPr>
      <w:keepNext/>
      <w:keepLines/>
      <w:numPr>
        <w:ilvl w:val="2"/>
        <w:numId w:val="36"/>
      </w:numPr>
      <w:spacing w:before="360" w:after="360"/>
      <w:ind w:right="284"/>
      <w:jc w:val="left"/>
      <w:outlineLvl w:val="2"/>
    </w:pPr>
    <w:rPr>
      <w:rFonts w:eastAsia="Times New Roman"/>
      <w:b/>
      <w:szCs w:val="24"/>
    </w:rPr>
  </w:style>
  <w:style w:type="paragraph" w:styleId="40">
    <w:name w:val="heading 4"/>
    <w:basedOn w:val="a4"/>
    <w:next w:val="a4"/>
    <w:link w:val="41"/>
    <w:uiPriority w:val="9"/>
    <w:unhideWhenUsed/>
    <w:qFormat/>
    <w:rsid w:val="006D6E3E"/>
    <w:pPr>
      <w:keepNext/>
      <w:keepLines/>
      <w:numPr>
        <w:ilvl w:val="3"/>
        <w:numId w:val="36"/>
      </w:numPr>
      <w:spacing w:before="360" w:after="360"/>
      <w:ind w:right="284"/>
      <w:jc w:val="left"/>
      <w:outlineLvl w:val="3"/>
    </w:pPr>
    <w:rPr>
      <w:rFonts w:eastAsia="Times New Roman"/>
      <w:b/>
      <w:i/>
      <w:iCs/>
    </w:rPr>
  </w:style>
  <w:style w:type="paragraph" w:styleId="50">
    <w:name w:val="heading 5"/>
    <w:basedOn w:val="a4"/>
    <w:next w:val="a4"/>
    <w:link w:val="51"/>
    <w:uiPriority w:val="9"/>
    <w:unhideWhenUsed/>
    <w:qFormat/>
    <w:rsid w:val="006D6E3E"/>
    <w:pPr>
      <w:keepNext/>
      <w:keepLines/>
      <w:numPr>
        <w:ilvl w:val="4"/>
        <w:numId w:val="36"/>
      </w:numPr>
      <w:spacing w:before="360" w:after="360"/>
      <w:ind w:right="284"/>
      <w:jc w:val="left"/>
      <w:outlineLvl w:val="4"/>
    </w:pPr>
    <w:rPr>
      <w:rFonts w:eastAsia="Times New Roman"/>
      <w:b/>
    </w:rPr>
  </w:style>
  <w:style w:type="paragraph" w:styleId="6">
    <w:name w:val="heading 6"/>
    <w:basedOn w:val="a4"/>
    <w:next w:val="a4"/>
    <w:link w:val="60"/>
    <w:uiPriority w:val="9"/>
    <w:unhideWhenUsed/>
    <w:qFormat/>
    <w:rsid w:val="006D6E3E"/>
    <w:pPr>
      <w:keepNext/>
      <w:keepLines/>
      <w:numPr>
        <w:ilvl w:val="5"/>
        <w:numId w:val="36"/>
      </w:numPr>
      <w:spacing w:before="360" w:after="360"/>
      <w:ind w:right="284"/>
      <w:jc w:val="left"/>
      <w:outlineLvl w:val="5"/>
    </w:pPr>
    <w:rPr>
      <w:rFonts w:eastAsia="Times New Roman"/>
      <w:b/>
      <w:i/>
    </w:rPr>
  </w:style>
  <w:style w:type="paragraph" w:styleId="7">
    <w:name w:val="heading 7"/>
    <w:basedOn w:val="a4"/>
    <w:next w:val="a4"/>
    <w:link w:val="70"/>
    <w:uiPriority w:val="9"/>
    <w:unhideWhenUsed/>
    <w:qFormat/>
    <w:rsid w:val="006D6E3E"/>
    <w:pPr>
      <w:keepNext/>
      <w:keepLines/>
      <w:numPr>
        <w:ilvl w:val="6"/>
        <w:numId w:val="36"/>
      </w:numPr>
      <w:spacing w:before="360" w:after="360"/>
      <w:jc w:val="left"/>
      <w:outlineLvl w:val="6"/>
    </w:pPr>
    <w:rPr>
      <w:rFonts w:eastAsia="Times New Roman"/>
      <w:b/>
      <w:i/>
      <w:iCs/>
    </w:rPr>
  </w:style>
  <w:style w:type="paragraph" w:styleId="8">
    <w:name w:val="heading 8"/>
    <w:basedOn w:val="a4"/>
    <w:next w:val="a4"/>
    <w:link w:val="80"/>
    <w:uiPriority w:val="9"/>
    <w:unhideWhenUsed/>
    <w:qFormat/>
    <w:rsid w:val="006D6E3E"/>
    <w:pPr>
      <w:keepNext/>
      <w:keepLines/>
      <w:numPr>
        <w:ilvl w:val="7"/>
        <w:numId w:val="36"/>
      </w:numPr>
      <w:spacing w:before="360" w:after="360"/>
      <w:jc w:val="left"/>
      <w:outlineLvl w:val="7"/>
    </w:pPr>
    <w:rPr>
      <w:rFonts w:eastAsia="Times New Roman"/>
      <w:b/>
      <w:color w:val="272727"/>
      <w:szCs w:val="21"/>
    </w:rPr>
  </w:style>
  <w:style w:type="paragraph" w:styleId="9">
    <w:name w:val="heading 9"/>
    <w:basedOn w:val="a4"/>
    <w:next w:val="a4"/>
    <w:link w:val="90"/>
    <w:uiPriority w:val="9"/>
    <w:unhideWhenUsed/>
    <w:qFormat/>
    <w:rsid w:val="006D6E3E"/>
    <w:pPr>
      <w:keepNext/>
      <w:keepLines/>
      <w:numPr>
        <w:ilvl w:val="8"/>
        <w:numId w:val="36"/>
      </w:numPr>
      <w:spacing w:before="360" w:after="360"/>
      <w:jc w:val="left"/>
      <w:outlineLvl w:val="8"/>
    </w:pPr>
    <w:rPr>
      <w:rFonts w:eastAsia="Times New Roman"/>
      <w:b/>
      <w:i/>
      <w:iCs/>
      <w:color w:val="272727"/>
      <w:szCs w:val="21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aliases w:val="Верхний колонтитул1"/>
    <w:basedOn w:val="a4"/>
    <w:link w:val="a9"/>
    <w:uiPriority w:val="99"/>
    <w:unhideWhenUsed/>
    <w:rsid w:val="00F152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Верхний колонтитул1 Знак"/>
    <w:link w:val="a8"/>
    <w:uiPriority w:val="99"/>
    <w:rsid w:val="00F1525F"/>
    <w:rPr>
      <w:rFonts w:ascii="Times New Roman" w:hAnsi="Times New Roman"/>
      <w:sz w:val="24"/>
    </w:rPr>
  </w:style>
  <w:style w:type="paragraph" w:styleId="aa">
    <w:name w:val="footer"/>
    <w:basedOn w:val="a4"/>
    <w:link w:val="ab"/>
    <w:uiPriority w:val="99"/>
    <w:unhideWhenUsed/>
    <w:rsid w:val="00570A11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link w:val="aa"/>
    <w:uiPriority w:val="99"/>
    <w:rsid w:val="00570A11"/>
    <w:rPr>
      <w:rFonts w:ascii="Times New Roman" w:hAnsi="Times New Roman"/>
      <w:sz w:val="24"/>
    </w:rPr>
  </w:style>
  <w:style w:type="table" w:styleId="ac">
    <w:name w:val="Table Grid"/>
    <w:basedOn w:val="a6"/>
    <w:uiPriority w:val="39"/>
    <w:rsid w:val="00F152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Штамп-Шифр"/>
    <w:basedOn w:val="a4"/>
    <w:link w:val="-0"/>
    <w:autoRedefine/>
    <w:qFormat/>
    <w:rsid w:val="00E01D44"/>
    <w:pPr>
      <w:jc w:val="center"/>
    </w:pPr>
    <w:rPr>
      <w:rFonts w:ascii="Cambria" w:hAnsi="Cambria"/>
      <w:sz w:val="32"/>
      <w:szCs w:val="32"/>
    </w:rPr>
  </w:style>
  <w:style w:type="paragraph" w:customStyle="1" w:styleId="-1">
    <w:name w:val="Штамп - Объект"/>
    <w:link w:val="-2"/>
    <w:autoRedefine/>
    <w:qFormat/>
    <w:rsid w:val="00915FE4"/>
    <w:pPr>
      <w:ind w:left="113" w:right="113"/>
      <w:jc w:val="center"/>
    </w:pPr>
    <w:rPr>
      <w:rFonts w:ascii="Times New Roman" w:hAnsi="Times New Roman"/>
      <w:spacing w:val="-2"/>
      <w:sz w:val="22"/>
      <w:szCs w:val="18"/>
      <w:lang w:eastAsia="en-US"/>
    </w:rPr>
  </w:style>
  <w:style w:type="character" w:customStyle="1" w:styleId="-0">
    <w:name w:val="Штамп-Шифр Знак"/>
    <w:link w:val="-"/>
    <w:rsid w:val="00E01D44"/>
    <w:rPr>
      <w:rFonts w:ascii="Cambria" w:hAnsi="Cambria"/>
      <w:sz w:val="32"/>
      <w:szCs w:val="32"/>
      <w:lang w:eastAsia="en-US"/>
    </w:rPr>
  </w:style>
  <w:style w:type="paragraph" w:customStyle="1" w:styleId="ad">
    <w:name w:val="Ввод осн.текста"/>
    <w:basedOn w:val="a4"/>
    <w:qFormat/>
    <w:rsid w:val="00CA3716"/>
    <w:rPr>
      <w:rFonts w:eastAsia="Times New Roman"/>
      <w:szCs w:val="24"/>
      <w:lang w:eastAsia="ru-RU"/>
    </w:rPr>
  </w:style>
  <w:style w:type="paragraph" w:customStyle="1" w:styleId="-3">
    <w:name w:val="Штамп - Сооружение"/>
    <w:link w:val="-4"/>
    <w:autoRedefine/>
    <w:qFormat/>
    <w:rsid w:val="00915FE4"/>
    <w:pPr>
      <w:ind w:left="113" w:right="113"/>
      <w:jc w:val="center"/>
    </w:pPr>
    <w:rPr>
      <w:rFonts w:ascii="Times New Roman" w:hAnsi="Times New Roman"/>
      <w:bCs/>
      <w:noProof/>
      <w:szCs w:val="22"/>
      <w:lang w:eastAsia="en-US"/>
    </w:rPr>
  </w:style>
  <w:style w:type="character" w:customStyle="1" w:styleId="-2">
    <w:name w:val="Штамп - Объект Знак"/>
    <w:link w:val="-1"/>
    <w:rsid w:val="00915FE4"/>
    <w:rPr>
      <w:rFonts w:ascii="Times New Roman" w:hAnsi="Times New Roman"/>
      <w:spacing w:val="-2"/>
      <w:szCs w:val="18"/>
    </w:rPr>
  </w:style>
  <w:style w:type="paragraph" w:customStyle="1" w:styleId="-5">
    <w:name w:val="Штамп - даты"/>
    <w:link w:val="-6"/>
    <w:autoRedefine/>
    <w:qFormat/>
    <w:rsid w:val="00915FE4"/>
    <w:pPr>
      <w:jc w:val="center"/>
    </w:pPr>
    <w:rPr>
      <w:rFonts w:ascii="Times New Roman" w:hAnsi="Times New Roman"/>
      <w:bCs/>
      <w:sz w:val="18"/>
      <w:szCs w:val="22"/>
      <w:lang w:eastAsia="en-US"/>
    </w:rPr>
  </w:style>
  <w:style w:type="character" w:styleId="ae">
    <w:name w:val="Placeholder Text"/>
    <w:uiPriority w:val="99"/>
    <w:semiHidden/>
    <w:rsid w:val="00F1525F"/>
    <w:rPr>
      <w:color w:val="808080"/>
    </w:rPr>
  </w:style>
  <w:style w:type="paragraph" w:customStyle="1" w:styleId="-7">
    <w:name w:val="Штамп-Название листа"/>
    <w:link w:val="-8"/>
    <w:qFormat/>
    <w:rsid w:val="00F1525F"/>
    <w:pPr>
      <w:ind w:left="113" w:right="113"/>
      <w:jc w:val="center"/>
    </w:pPr>
    <w:rPr>
      <w:rFonts w:ascii="Times New Roman" w:hAnsi="Times New Roman"/>
      <w:bCs/>
      <w:noProof/>
      <w:szCs w:val="22"/>
      <w:lang w:eastAsia="en-US"/>
    </w:rPr>
  </w:style>
  <w:style w:type="paragraph" w:styleId="af">
    <w:name w:val="List Paragraph"/>
    <w:basedOn w:val="a4"/>
    <w:uiPriority w:val="35"/>
    <w:qFormat/>
    <w:rsid w:val="00F1525F"/>
    <w:pPr>
      <w:spacing w:line="256" w:lineRule="auto"/>
      <w:ind w:left="720"/>
      <w:contextualSpacing/>
    </w:pPr>
  </w:style>
  <w:style w:type="character" w:styleId="af0">
    <w:name w:val="Hyperlink"/>
    <w:uiPriority w:val="99"/>
    <w:unhideWhenUsed/>
    <w:rsid w:val="00F1525F"/>
    <w:rPr>
      <w:color w:val="0563C1"/>
      <w:u w:val="single"/>
    </w:rPr>
  </w:style>
  <w:style w:type="character" w:customStyle="1" w:styleId="-4">
    <w:name w:val="Штамп - Сооружение Знак"/>
    <w:link w:val="-3"/>
    <w:rsid w:val="00915FE4"/>
    <w:rPr>
      <w:rFonts w:ascii="Times New Roman" w:hAnsi="Times New Roman"/>
      <w:bCs/>
      <w:noProof/>
      <w:sz w:val="20"/>
    </w:rPr>
  </w:style>
  <w:style w:type="character" w:customStyle="1" w:styleId="-6">
    <w:name w:val="Штамп - даты Знак"/>
    <w:link w:val="-5"/>
    <w:rsid w:val="00915FE4"/>
    <w:rPr>
      <w:rFonts w:ascii="Times New Roman" w:hAnsi="Times New Roman"/>
      <w:bCs/>
      <w:sz w:val="18"/>
    </w:rPr>
  </w:style>
  <w:style w:type="paragraph" w:customStyle="1" w:styleId="-9">
    <w:name w:val="Штамп - малые подписи"/>
    <w:link w:val="-a"/>
    <w:autoRedefine/>
    <w:qFormat/>
    <w:rsid w:val="00F364B7"/>
    <w:pPr>
      <w:spacing w:line="259" w:lineRule="auto"/>
      <w:jc w:val="center"/>
    </w:pPr>
    <w:rPr>
      <w:rFonts w:ascii="Times New Roman" w:hAnsi="Times New Roman"/>
      <w:sz w:val="18"/>
      <w:szCs w:val="24"/>
      <w:lang w:eastAsia="en-US"/>
    </w:rPr>
  </w:style>
  <w:style w:type="character" w:customStyle="1" w:styleId="-a">
    <w:name w:val="Штамп - малые подписи Знак"/>
    <w:link w:val="-9"/>
    <w:rsid w:val="00F364B7"/>
    <w:rPr>
      <w:rFonts w:ascii="Times New Roman" w:hAnsi="Times New Roman" w:cs="Times New Roman"/>
      <w:sz w:val="18"/>
      <w:szCs w:val="24"/>
    </w:rPr>
  </w:style>
  <w:style w:type="paragraph" w:customStyle="1" w:styleId="-b">
    <w:name w:val="Штамп - Стадия"/>
    <w:aliases w:val="Лист,Листов"/>
    <w:link w:val="-c"/>
    <w:autoRedefine/>
    <w:qFormat/>
    <w:rsid w:val="00E01D44"/>
    <w:pPr>
      <w:jc w:val="center"/>
    </w:pPr>
    <w:rPr>
      <w:rFonts w:ascii="Times New Roman" w:hAnsi="Times New Roman"/>
      <w:lang w:val="en-US" w:eastAsia="en-US"/>
    </w:rPr>
  </w:style>
  <w:style w:type="character" w:customStyle="1" w:styleId="-c">
    <w:name w:val="Штамп - Стадия Знак"/>
    <w:aliases w:val="Лист Знак,Листов Знак"/>
    <w:link w:val="-b"/>
    <w:rsid w:val="00E01D44"/>
    <w:rPr>
      <w:rFonts w:ascii="Times New Roman" w:hAnsi="Times New Roman"/>
      <w:lang w:val="en-US" w:eastAsia="en-US"/>
    </w:rPr>
  </w:style>
  <w:style w:type="paragraph" w:customStyle="1" w:styleId="af1">
    <w:name w:val="Для таблиц (центр)"/>
    <w:link w:val="af2"/>
    <w:qFormat/>
    <w:rsid w:val="006413C3"/>
    <w:pPr>
      <w:jc w:val="center"/>
    </w:pPr>
    <w:rPr>
      <w:rFonts w:ascii="Times New Roman" w:hAnsi="Times New Roman"/>
      <w:color w:val="000000"/>
      <w:sz w:val="24"/>
      <w:szCs w:val="22"/>
      <w:lang w:eastAsia="en-US"/>
    </w:rPr>
  </w:style>
  <w:style w:type="paragraph" w:customStyle="1" w:styleId="af3">
    <w:name w:val="Для таблиц (влево)"/>
    <w:basedOn w:val="a4"/>
    <w:link w:val="af4"/>
    <w:qFormat/>
    <w:rsid w:val="00915FE4"/>
    <w:pPr>
      <w:spacing w:before="20" w:after="20"/>
      <w:ind w:left="0" w:right="0" w:firstLine="0"/>
      <w:jc w:val="left"/>
    </w:pPr>
    <w:rPr>
      <w:color w:val="000000"/>
    </w:rPr>
  </w:style>
  <w:style w:type="character" w:customStyle="1" w:styleId="af2">
    <w:name w:val="Для таблиц (центр) Знак"/>
    <w:link w:val="af1"/>
    <w:rsid w:val="006413C3"/>
    <w:rPr>
      <w:rFonts w:ascii="Times New Roman" w:hAnsi="Times New Roman" w:cs="Times New Roman"/>
      <w:color w:val="000000"/>
      <w:sz w:val="24"/>
    </w:rPr>
  </w:style>
  <w:style w:type="paragraph" w:customStyle="1" w:styleId="af5">
    <w:name w:val="Для таблиц (шапка)"/>
    <w:basedOn w:val="a4"/>
    <w:link w:val="af6"/>
    <w:qFormat/>
    <w:rsid w:val="00F1525F"/>
    <w:pPr>
      <w:spacing w:before="20" w:after="20"/>
      <w:ind w:left="0" w:right="0" w:firstLine="0"/>
      <w:jc w:val="center"/>
    </w:pPr>
    <w:rPr>
      <w:szCs w:val="28"/>
    </w:rPr>
  </w:style>
  <w:style w:type="character" w:customStyle="1" w:styleId="af4">
    <w:name w:val="Для таблиц (влево) Знак"/>
    <w:link w:val="af3"/>
    <w:rsid w:val="00915FE4"/>
    <w:rPr>
      <w:rFonts w:ascii="Times New Roman" w:hAnsi="Times New Roman" w:cs="Times New Roman"/>
      <w:color w:val="000000"/>
      <w:sz w:val="24"/>
    </w:rPr>
  </w:style>
  <w:style w:type="paragraph" w:customStyle="1" w:styleId="af7">
    <w:name w:val="Заголовок ЭС"/>
    <w:basedOn w:val="a4"/>
    <w:link w:val="af8"/>
    <w:qFormat/>
    <w:rsid w:val="00F1525F"/>
    <w:pPr>
      <w:spacing w:before="360" w:after="360"/>
      <w:jc w:val="center"/>
    </w:pPr>
    <w:rPr>
      <w:b/>
    </w:rPr>
  </w:style>
  <w:style w:type="character" w:customStyle="1" w:styleId="af6">
    <w:name w:val="Для таблиц (шапка) Знак"/>
    <w:link w:val="af5"/>
    <w:rsid w:val="00F1525F"/>
    <w:rPr>
      <w:rFonts w:ascii="Times New Roman" w:hAnsi="Times New Roman" w:cs="Times New Roman"/>
      <w:sz w:val="24"/>
      <w:szCs w:val="28"/>
    </w:rPr>
  </w:style>
  <w:style w:type="character" w:customStyle="1" w:styleId="-8">
    <w:name w:val="Штамп-Название листа Знак"/>
    <w:link w:val="-7"/>
    <w:rsid w:val="00F1525F"/>
    <w:rPr>
      <w:rFonts w:ascii="Times New Roman" w:hAnsi="Times New Roman"/>
      <w:bCs/>
      <w:noProof/>
      <w:sz w:val="20"/>
    </w:rPr>
  </w:style>
  <w:style w:type="character" w:customStyle="1" w:styleId="af8">
    <w:name w:val="Заголовок ЭС Знак"/>
    <w:link w:val="af7"/>
    <w:rsid w:val="00F1525F"/>
    <w:rPr>
      <w:rFonts w:ascii="Times New Roman" w:hAnsi="Times New Roman" w:cs="Times New Roman"/>
      <w:b/>
      <w:sz w:val="24"/>
    </w:rPr>
  </w:style>
  <w:style w:type="paragraph" w:styleId="23">
    <w:name w:val="toc 2"/>
    <w:basedOn w:val="a4"/>
    <w:next w:val="a4"/>
    <w:autoRedefine/>
    <w:uiPriority w:val="39"/>
    <w:unhideWhenUsed/>
    <w:rsid w:val="008A1461"/>
    <w:pPr>
      <w:tabs>
        <w:tab w:val="left" w:pos="880"/>
        <w:tab w:val="right" w:leader="dot" w:pos="10348"/>
      </w:tabs>
      <w:spacing w:after="100"/>
      <w:ind w:left="240" w:firstLine="44"/>
    </w:pPr>
  </w:style>
  <w:style w:type="paragraph" w:styleId="12">
    <w:name w:val="toc 1"/>
    <w:basedOn w:val="a4"/>
    <w:next w:val="a4"/>
    <w:autoRedefine/>
    <w:uiPriority w:val="39"/>
    <w:unhideWhenUsed/>
    <w:rsid w:val="008A1461"/>
    <w:pPr>
      <w:tabs>
        <w:tab w:val="left" w:pos="709"/>
        <w:tab w:val="right" w:leader="dot" w:pos="10348"/>
      </w:tabs>
      <w:spacing w:after="100"/>
      <w:ind w:left="284" w:right="0" w:firstLine="0"/>
    </w:pPr>
  </w:style>
  <w:style w:type="paragraph" w:styleId="af9">
    <w:name w:val="Body Text"/>
    <w:basedOn w:val="a4"/>
    <w:link w:val="afa"/>
    <w:semiHidden/>
    <w:unhideWhenUsed/>
    <w:rsid w:val="00F1525F"/>
    <w:pPr>
      <w:spacing w:after="120"/>
    </w:pPr>
  </w:style>
  <w:style w:type="character" w:customStyle="1" w:styleId="afa">
    <w:name w:val="Основной текст Знак"/>
    <w:link w:val="af9"/>
    <w:semiHidden/>
    <w:rsid w:val="00F1525F"/>
    <w:rPr>
      <w:rFonts w:ascii="Times New Roman" w:hAnsi="Times New Roman"/>
      <w:sz w:val="24"/>
    </w:rPr>
  </w:style>
  <w:style w:type="paragraph" w:customStyle="1" w:styleId="-d">
    <w:name w:val="Штамп - Фамилии"/>
    <w:link w:val="-e"/>
    <w:autoRedefine/>
    <w:qFormat/>
    <w:rsid w:val="008E68E5"/>
    <w:rPr>
      <w:rFonts w:ascii="Times New Roman" w:hAnsi="Times New Roman"/>
      <w:sz w:val="18"/>
      <w:szCs w:val="22"/>
      <w:lang w:eastAsia="en-US"/>
    </w:rPr>
  </w:style>
  <w:style w:type="character" w:customStyle="1" w:styleId="-e">
    <w:name w:val="Штамп - Фамилии Знак"/>
    <w:link w:val="-d"/>
    <w:rsid w:val="008E68E5"/>
    <w:rPr>
      <w:rFonts w:ascii="Times New Roman" w:hAnsi="Times New Roman"/>
      <w:sz w:val="18"/>
      <w:szCs w:val="22"/>
      <w:lang w:eastAsia="en-US"/>
    </w:rPr>
  </w:style>
  <w:style w:type="paragraph" w:customStyle="1" w:styleId="-f">
    <w:name w:val="Штамп - Должности"/>
    <w:link w:val="-f0"/>
    <w:qFormat/>
    <w:rsid w:val="00915FE4"/>
    <w:pPr>
      <w:ind w:left="57"/>
    </w:pPr>
    <w:rPr>
      <w:rFonts w:ascii="Times New Roman" w:eastAsia="Times New Roman" w:hAnsi="Times New Roman"/>
      <w:sz w:val="18"/>
      <w:szCs w:val="24"/>
    </w:rPr>
  </w:style>
  <w:style w:type="character" w:customStyle="1" w:styleId="-f0">
    <w:name w:val="Штамп - Должности Знак"/>
    <w:link w:val="-f"/>
    <w:rsid w:val="00915FE4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fb">
    <w:name w:val="Balloon Text"/>
    <w:basedOn w:val="a4"/>
    <w:link w:val="afc"/>
    <w:uiPriority w:val="99"/>
    <w:semiHidden/>
    <w:unhideWhenUsed/>
    <w:rsid w:val="00F1525F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sid w:val="00F1525F"/>
    <w:rPr>
      <w:rFonts w:ascii="Segoe UI" w:hAnsi="Segoe UI" w:cs="Segoe UI"/>
      <w:sz w:val="18"/>
      <w:szCs w:val="18"/>
    </w:rPr>
  </w:style>
  <w:style w:type="paragraph" w:customStyle="1" w:styleId="afd">
    <w:name w:val="Для боковой рамки"/>
    <w:basedOn w:val="af1"/>
    <w:link w:val="afe"/>
    <w:qFormat/>
    <w:rsid w:val="00F1525F"/>
    <w:rPr>
      <w:sz w:val="18"/>
    </w:rPr>
  </w:style>
  <w:style w:type="character" w:customStyle="1" w:styleId="afe">
    <w:name w:val="Для боковой рамки Знак"/>
    <w:link w:val="afd"/>
    <w:rsid w:val="00F1525F"/>
    <w:rPr>
      <w:rFonts w:ascii="Times New Roman" w:hAnsi="Times New Roman" w:cs="Times New Roman"/>
      <w:color w:val="000000"/>
      <w:sz w:val="18"/>
    </w:rPr>
  </w:style>
  <w:style w:type="numbering" w:customStyle="1" w:styleId="a0">
    <w:name w:val="Для указателей"/>
    <w:uiPriority w:val="99"/>
    <w:rsid w:val="00F1525F"/>
    <w:pPr>
      <w:numPr>
        <w:numId w:val="1"/>
      </w:numPr>
    </w:pPr>
  </w:style>
  <w:style w:type="numbering" w:customStyle="1" w:styleId="a">
    <w:name w:val="Маркированный"/>
    <w:uiPriority w:val="99"/>
    <w:rsid w:val="006908DF"/>
    <w:pPr>
      <w:numPr>
        <w:numId w:val="2"/>
      </w:numPr>
    </w:pPr>
  </w:style>
  <w:style w:type="character" w:customStyle="1" w:styleId="11">
    <w:name w:val="Заголовок 1 Знак"/>
    <w:link w:val="10"/>
    <w:uiPriority w:val="9"/>
    <w:rsid w:val="006D6E3E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22">
    <w:name w:val="Заголовок 2 Знак"/>
    <w:link w:val="21"/>
    <w:uiPriority w:val="9"/>
    <w:rsid w:val="006D6E3E"/>
    <w:rPr>
      <w:rFonts w:ascii="Times New Roman" w:eastAsia="Times New Roman" w:hAnsi="Times New Roman" w:cs="Times New Roman"/>
      <w:b/>
      <w:i/>
      <w:sz w:val="24"/>
      <w:szCs w:val="26"/>
    </w:rPr>
  </w:style>
  <w:style w:type="character" w:customStyle="1" w:styleId="32">
    <w:name w:val="Заголовок 3 Знак"/>
    <w:link w:val="30"/>
    <w:uiPriority w:val="9"/>
    <w:rsid w:val="006D6E3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1">
    <w:name w:val="Заголовок 4 Знак"/>
    <w:link w:val="40"/>
    <w:uiPriority w:val="9"/>
    <w:rsid w:val="006D6E3E"/>
    <w:rPr>
      <w:rFonts w:ascii="Times New Roman" w:eastAsia="Times New Roman" w:hAnsi="Times New Roman" w:cs="Times New Roman"/>
      <w:b/>
      <w:i/>
      <w:iCs/>
      <w:sz w:val="24"/>
    </w:rPr>
  </w:style>
  <w:style w:type="numbering" w:customStyle="1" w:styleId="a1">
    <w:name w:val="Для заголовков"/>
    <w:uiPriority w:val="99"/>
    <w:rsid w:val="006D6E3E"/>
    <w:pPr>
      <w:numPr>
        <w:numId w:val="7"/>
      </w:numPr>
    </w:pPr>
  </w:style>
  <w:style w:type="character" w:customStyle="1" w:styleId="51">
    <w:name w:val="Заголовок 5 Знак"/>
    <w:link w:val="50"/>
    <w:uiPriority w:val="9"/>
    <w:rsid w:val="006D6E3E"/>
    <w:rPr>
      <w:rFonts w:ascii="Times New Roman" w:eastAsia="Times New Roman" w:hAnsi="Times New Roman" w:cs="Times New Roman"/>
      <w:b/>
      <w:sz w:val="24"/>
    </w:rPr>
  </w:style>
  <w:style w:type="character" w:customStyle="1" w:styleId="60">
    <w:name w:val="Заголовок 6 Знак"/>
    <w:link w:val="6"/>
    <w:uiPriority w:val="9"/>
    <w:rsid w:val="006D6E3E"/>
    <w:rPr>
      <w:rFonts w:ascii="Times New Roman" w:eastAsia="Times New Roman" w:hAnsi="Times New Roman" w:cs="Times New Roman"/>
      <w:b/>
      <w:i/>
      <w:sz w:val="24"/>
    </w:rPr>
  </w:style>
  <w:style w:type="character" w:customStyle="1" w:styleId="70">
    <w:name w:val="Заголовок 7 Знак"/>
    <w:link w:val="7"/>
    <w:uiPriority w:val="9"/>
    <w:rsid w:val="006D6E3E"/>
    <w:rPr>
      <w:rFonts w:ascii="Times New Roman" w:eastAsia="Times New Roman" w:hAnsi="Times New Roman" w:cs="Times New Roman"/>
      <w:b/>
      <w:i/>
      <w:iCs/>
      <w:sz w:val="24"/>
    </w:rPr>
  </w:style>
  <w:style w:type="character" w:customStyle="1" w:styleId="80">
    <w:name w:val="Заголовок 8 Знак"/>
    <w:link w:val="8"/>
    <w:uiPriority w:val="9"/>
    <w:rsid w:val="006D6E3E"/>
    <w:rPr>
      <w:rFonts w:ascii="Times New Roman" w:eastAsia="Times New Roman" w:hAnsi="Times New Roman" w:cs="Times New Roman"/>
      <w:b/>
      <w:color w:val="272727"/>
      <w:sz w:val="24"/>
      <w:szCs w:val="21"/>
    </w:rPr>
  </w:style>
  <w:style w:type="character" w:customStyle="1" w:styleId="90">
    <w:name w:val="Заголовок 9 Знак"/>
    <w:link w:val="9"/>
    <w:uiPriority w:val="9"/>
    <w:rsid w:val="006D6E3E"/>
    <w:rPr>
      <w:rFonts w:ascii="Times New Roman" w:eastAsia="Times New Roman" w:hAnsi="Times New Roman" w:cs="Times New Roman"/>
      <w:b/>
      <w:i/>
      <w:iCs/>
      <w:color w:val="272727"/>
      <w:sz w:val="24"/>
      <w:szCs w:val="21"/>
    </w:rPr>
  </w:style>
  <w:style w:type="numbering" w:customStyle="1" w:styleId="a2">
    <w:name w:val="Нумерация текста"/>
    <w:uiPriority w:val="99"/>
    <w:rsid w:val="006908DF"/>
    <w:pPr>
      <w:numPr>
        <w:numId w:val="5"/>
      </w:numPr>
    </w:pPr>
  </w:style>
  <w:style w:type="paragraph" w:styleId="aff">
    <w:name w:val="List Bullet"/>
    <w:basedOn w:val="a4"/>
    <w:uiPriority w:val="99"/>
    <w:semiHidden/>
    <w:unhideWhenUsed/>
    <w:rsid w:val="00F1525F"/>
    <w:pPr>
      <w:ind w:left="0" w:firstLine="0"/>
      <w:contextualSpacing/>
    </w:pPr>
  </w:style>
  <w:style w:type="paragraph" w:styleId="2">
    <w:name w:val="List Number 2"/>
    <w:basedOn w:val="a4"/>
    <w:uiPriority w:val="99"/>
    <w:semiHidden/>
    <w:unhideWhenUsed/>
    <w:rsid w:val="006908DF"/>
    <w:pPr>
      <w:numPr>
        <w:ilvl w:val="1"/>
        <w:numId w:val="15"/>
      </w:numPr>
      <w:contextualSpacing/>
    </w:pPr>
  </w:style>
  <w:style w:type="paragraph" w:styleId="3">
    <w:name w:val="List Number 3"/>
    <w:basedOn w:val="a4"/>
    <w:uiPriority w:val="99"/>
    <w:semiHidden/>
    <w:unhideWhenUsed/>
    <w:rsid w:val="006908DF"/>
    <w:pPr>
      <w:numPr>
        <w:ilvl w:val="2"/>
        <w:numId w:val="15"/>
      </w:numPr>
      <w:contextualSpacing/>
    </w:pPr>
  </w:style>
  <w:style w:type="paragraph" w:styleId="4">
    <w:name w:val="List Number 4"/>
    <w:basedOn w:val="a4"/>
    <w:uiPriority w:val="99"/>
    <w:semiHidden/>
    <w:unhideWhenUsed/>
    <w:rsid w:val="006908DF"/>
    <w:pPr>
      <w:numPr>
        <w:ilvl w:val="3"/>
        <w:numId w:val="15"/>
      </w:numPr>
      <w:contextualSpacing/>
    </w:pPr>
  </w:style>
  <w:style w:type="paragraph" w:styleId="5">
    <w:name w:val="List Number 5"/>
    <w:basedOn w:val="a4"/>
    <w:uiPriority w:val="99"/>
    <w:semiHidden/>
    <w:unhideWhenUsed/>
    <w:rsid w:val="006908DF"/>
    <w:pPr>
      <w:numPr>
        <w:ilvl w:val="4"/>
        <w:numId w:val="15"/>
      </w:numPr>
      <w:contextualSpacing/>
    </w:pPr>
  </w:style>
  <w:style w:type="paragraph" w:styleId="a3">
    <w:name w:val="List Number"/>
    <w:basedOn w:val="a4"/>
    <w:uiPriority w:val="99"/>
    <w:unhideWhenUsed/>
    <w:rsid w:val="006908DF"/>
    <w:pPr>
      <w:numPr>
        <w:numId w:val="15"/>
      </w:numPr>
      <w:contextualSpacing/>
    </w:pPr>
  </w:style>
  <w:style w:type="paragraph" w:customStyle="1" w:styleId="aff0">
    <w:name w:val="Для списка"/>
    <w:basedOn w:val="ad"/>
    <w:qFormat/>
    <w:rsid w:val="006908DF"/>
    <w:pPr>
      <w:spacing w:before="120" w:after="120"/>
      <w:ind w:left="0" w:firstLine="0"/>
    </w:pPr>
  </w:style>
  <w:style w:type="paragraph" w:customStyle="1" w:styleId="aff1">
    <w:name w:val="Для отдельных измов"/>
    <w:basedOn w:val="-5"/>
    <w:link w:val="aff2"/>
    <w:rsid w:val="00FF36CD"/>
    <w:rPr>
      <w:spacing w:val="-20"/>
    </w:rPr>
  </w:style>
  <w:style w:type="character" w:customStyle="1" w:styleId="aff2">
    <w:name w:val="Для отдельных измов Знак"/>
    <w:link w:val="aff1"/>
    <w:rsid w:val="00FF36CD"/>
    <w:rPr>
      <w:rFonts w:ascii="Times New Roman" w:hAnsi="Times New Roman" w:cs="Times New Roman"/>
      <w:b w:val="0"/>
      <w:bCs/>
      <w:spacing w:val="-20"/>
      <w:sz w:val="18"/>
    </w:rPr>
  </w:style>
  <w:style w:type="paragraph" w:customStyle="1" w:styleId="aff3">
    <w:name w:val="Заголовок слева"/>
    <w:basedOn w:val="a4"/>
    <w:link w:val="aff4"/>
    <w:rsid w:val="008A474D"/>
    <w:pPr>
      <w:tabs>
        <w:tab w:val="left" w:pos="-2410"/>
      </w:tabs>
      <w:autoSpaceDE w:val="0"/>
      <w:autoSpaceDN w:val="0"/>
      <w:adjustRightInd w:val="0"/>
      <w:spacing w:after="240" w:line="360" w:lineRule="auto"/>
      <w:ind w:left="0" w:right="0" w:firstLine="567"/>
    </w:pPr>
    <w:rPr>
      <w:b/>
      <w:snapToGrid w:val="0"/>
      <w:sz w:val="28"/>
    </w:rPr>
  </w:style>
  <w:style w:type="character" w:customStyle="1" w:styleId="aff4">
    <w:name w:val="Заголовок слева Знак"/>
    <w:link w:val="aff3"/>
    <w:rsid w:val="008A474D"/>
    <w:rPr>
      <w:rFonts w:ascii="Times New Roman" w:hAnsi="Times New Roman" w:cs="Times New Roman"/>
      <w:b/>
      <w:snapToGrid w:val="0"/>
      <w:sz w:val="28"/>
    </w:rPr>
  </w:style>
  <w:style w:type="character" w:styleId="aff5">
    <w:name w:val="annotation reference"/>
    <w:uiPriority w:val="99"/>
    <w:semiHidden/>
    <w:unhideWhenUsed/>
    <w:rsid w:val="00D15940"/>
    <w:rPr>
      <w:sz w:val="16"/>
      <w:szCs w:val="16"/>
    </w:rPr>
  </w:style>
  <w:style w:type="paragraph" w:styleId="aff6">
    <w:name w:val="annotation text"/>
    <w:basedOn w:val="a4"/>
    <w:link w:val="aff7"/>
    <w:uiPriority w:val="99"/>
    <w:semiHidden/>
    <w:unhideWhenUsed/>
    <w:rsid w:val="00D15940"/>
    <w:rPr>
      <w:sz w:val="20"/>
      <w:szCs w:val="20"/>
    </w:rPr>
  </w:style>
  <w:style w:type="character" w:customStyle="1" w:styleId="aff7">
    <w:name w:val="Текст примечания Знак"/>
    <w:link w:val="aff6"/>
    <w:uiPriority w:val="99"/>
    <w:semiHidden/>
    <w:rsid w:val="00D15940"/>
    <w:rPr>
      <w:rFonts w:ascii="Times New Roman" w:hAnsi="Times New Roman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15940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rsid w:val="00D15940"/>
    <w:rPr>
      <w:rFonts w:ascii="Times New Roman" w:hAnsi="Times New Roman"/>
      <w:b/>
      <w:bCs/>
      <w:sz w:val="20"/>
      <w:szCs w:val="20"/>
    </w:rPr>
  </w:style>
  <w:style w:type="paragraph" w:customStyle="1" w:styleId="affa">
    <w:name w:val="Штамп центр"/>
    <w:basedOn w:val="a4"/>
    <w:link w:val="affb"/>
    <w:qFormat/>
    <w:rsid w:val="00420B23"/>
    <w:pPr>
      <w:ind w:left="0" w:right="0" w:firstLine="0"/>
      <w:jc w:val="center"/>
    </w:pPr>
    <w:rPr>
      <w:rFonts w:ascii="Cambria" w:eastAsia="Times New Roman" w:hAnsi="Cambria"/>
      <w:sz w:val="20"/>
      <w:szCs w:val="20"/>
      <w:lang w:eastAsia="ru-RU"/>
    </w:rPr>
  </w:style>
  <w:style w:type="character" w:customStyle="1" w:styleId="affb">
    <w:name w:val="Штамп центр Знак"/>
    <w:link w:val="affa"/>
    <w:rsid w:val="00420B23"/>
    <w:rPr>
      <w:rFonts w:ascii="Cambria" w:eastAsia="Times New Roman" w:hAnsi="Cambria"/>
    </w:rPr>
  </w:style>
  <w:style w:type="paragraph" w:styleId="13">
    <w:name w:val="index 1"/>
    <w:basedOn w:val="a4"/>
    <w:next w:val="a4"/>
    <w:autoRedefine/>
    <w:uiPriority w:val="99"/>
    <w:unhideWhenUsed/>
    <w:rsid w:val="007F2B07"/>
    <w:pPr>
      <w:ind w:right="-2"/>
      <w:jc w:val="left"/>
    </w:pPr>
  </w:style>
  <w:style w:type="paragraph" w:customStyle="1" w:styleId="affc">
    <w:name w:val="Заголовок центр"/>
    <w:basedOn w:val="a4"/>
    <w:uiPriority w:val="1"/>
    <w:qFormat/>
    <w:rsid w:val="00C41049"/>
    <w:pPr>
      <w:ind w:left="0" w:right="0" w:firstLine="0"/>
      <w:jc w:val="center"/>
    </w:pPr>
    <w:rPr>
      <w:rFonts w:ascii="Cambria" w:hAnsi="Cambria" w:cs="Calibri"/>
      <w:b/>
      <w:lang w:val="en-US"/>
    </w:rPr>
  </w:style>
  <w:style w:type="paragraph" w:customStyle="1" w:styleId="20">
    <w:name w:val="Заголовок 2."/>
    <w:basedOn w:val="a4"/>
    <w:qFormat/>
    <w:rsid w:val="00C41049"/>
    <w:pPr>
      <w:numPr>
        <w:ilvl w:val="1"/>
        <w:numId w:val="42"/>
      </w:numPr>
      <w:spacing w:line="360" w:lineRule="auto"/>
      <w:ind w:right="0"/>
      <w:contextualSpacing/>
      <w:jc w:val="center"/>
    </w:pPr>
    <w:rPr>
      <w:rFonts w:ascii="Cambria" w:hAnsi="Cambria"/>
      <w:b/>
    </w:rPr>
  </w:style>
  <w:style w:type="paragraph" w:customStyle="1" w:styleId="1">
    <w:name w:val="Заголовок 1."/>
    <w:basedOn w:val="a4"/>
    <w:link w:val="14"/>
    <w:qFormat/>
    <w:rsid w:val="00C41049"/>
    <w:pPr>
      <w:numPr>
        <w:numId w:val="42"/>
      </w:numPr>
      <w:spacing w:line="360" w:lineRule="auto"/>
      <w:ind w:right="0"/>
      <w:contextualSpacing/>
      <w:jc w:val="center"/>
    </w:pPr>
    <w:rPr>
      <w:rFonts w:ascii="Cambria" w:hAnsi="Cambria"/>
      <w:b/>
      <w:caps/>
    </w:rPr>
  </w:style>
  <w:style w:type="character" w:customStyle="1" w:styleId="14">
    <w:name w:val="Заголовок 1. Знак"/>
    <w:link w:val="1"/>
    <w:rsid w:val="00C41049"/>
    <w:rPr>
      <w:rFonts w:ascii="Cambria" w:hAnsi="Cambria"/>
      <w:b/>
      <w:caps/>
      <w:sz w:val="24"/>
      <w:szCs w:val="22"/>
      <w:lang w:eastAsia="en-US"/>
    </w:rPr>
  </w:style>
  <w:style w:type="paragraph" w:customStyle="1" w:styleId="31">
    <w:name w:val="Заголовок 3."/>
    <w:basedOn w:val="20"/>
    <w:qFormat/>
    <w:rsid w:val="00C41049"/>
    <w:pPr>
      <w:numPr>
        <w:ilvl w:val="2"/>
      </w:numPr>
      <w:ind w:left="1700" w:hanging="595"/>
    </w:pPr>
  </w:style>
  <w:style w:type="paragraph" w:customStyle="1" w:styleId="affd">
    <w:name w:val="Гидро.таб"/>
    <w:uiPriority w:val="99"/>
    <w:rsid w:val="00C41049"/>
    <w:pPr>
      <w:jc w:val="center"/>
    </w:pPr>
    <w:rPr>
      <w:rFonts w:ascii="Arial" w:eastAsia="Times New Roman" w:hAnsi="Arial"/>
      <w:noProof/>
    </w:rPr>
  </w:style>
  <w:style w:type="paragraph" w:customStyle="1" w:styleId="24">
    <w:name w:val="Рисунок2"/>
    <w:basedOn w:val="a4"/>
    <w:link w:val="25"/>
    <w:uiPriority w:val="99"/>
    <w:qFormat/>
    <w:rsid w:val="00C41049"/>
    <w:pPr>
      <w:ind w:left="0" w:right="0" w:firstLine="0"/>
      <w:jc w:val="center"/>
    </w:pPr>
    <w:rPr>
      <w:rFonts w:eastAsia="Times New Roman"/>
      <w:szCs w:val="24"/>
      <w:lang w:eastAsia="ru-RU"/>
    </w:rPr>
  </w:style>
  <w:style w:type="character" w:customStyle="1" w:styleId="25">
    <w:name w:val="Рисунок2 Знак"/>
    <w:link w:val="24"/>
    <w:uiPriority w:val="99"/>
    <w:rsid w:val="00C41049"/>
    <w:rPr>
      <w:rFonts w:ascii="Times New Roman" w:eastAsia="Times New Roman" w:hAnsi="Times New Roman"/>
      <w:sz w:val="24"/>
      <w:szCs w:val="24"/>
    </w:rPr>
  </w:style>
  <w:style w:type="paragraph" w:customStyle="1" w:styleId="15">
    <w:name w:val="1"/>
    <w:basedOn w:val="a4"/>
    <w:qFormat/>
    <w:rsid w:val="00C41049"/>
    <w:pPr>
      <w:spacing w:line="288" w:lineRule="auto"/>
      <w:ind w:left="0" w:right="-28" w:firstLine="851"/>
    </w:pPr>
    <w:rPr>
      <w:rFonts w:eastAsia="Times New Roman"/>
      <w:szCs w:val="24"/>
      <w:lang w:eastAsia="ru-RU"/>
    </w:rPr>
  </w:style>
  <w:style w:type="paragraph" w:customStyle="1" w:styleId="26">
    <w:name w:val="Знак2"/>
    <w:basedOn w:val="a4"/>
    <w:rsid w:val="00AC6CAA"/>
    <w:pPr>
      <w:spacing w:before="100" w:beforeAutospacing="1" w:after="100" w:afterAutospacing="1"/>
      <w:ind w:left="0" w:right="0"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affe">
    <w:name w:val="Title"/>
    <w:basedOn w:val="a4"/>
    <w:link w:val="afff"/>
    <w:qFormat/>
    <w:rsid w:val="00AC6CAA"/>
    <w:pPr>
      <w:ind w:left="0" w:right="0"/>
      <w:jc w:val="center"/>
    </w:pPr>
    <w:rPr>
      <w:rFonts w:eastAsia="Times New Roman"/>
      <w:sz w:val="28"/>
      <w:szCs w:val="24"/>
      <w:lang w:eastAsia="ru-RU"/>
    </w:rPr>
  </w:style>
  <w:style w:type="character" w:customStyle="1" w:styleId="afff">
    <w:name w:val="Заголовок Знак"/>
    <w:basedOn w:val="a5"/>
    <w:link w:val="affe"/>
    <w:rsid w:val="00AC6CAA"/>
    <w:rPr>
      <w:rFonts w:ascii="Times New Roman" w:eastAsia="Times New Roman" w:hAnsi="Times New Roman"/>
      <w:sz w:val="28"/>
      <w:szCs w:val="24"/>
    </w:rPr>
  </w:style>
  <w:style w:type="paragraph" w:customStyle="1" w:styleId="16">
    <w:name w:val="1.основной"/>
    <w:basedOn w:val="a4"/>
    <w:link w:val="17"/>
    <w:qFormat/>
    <w:rsid w:val="00775352"/>
    <w:pPr>
      <w:spacing w:line="312" w:lineRule="auto"/>
      <w:ind w:left="0" w:right="57"/>
    </w:pPr>
    <w:rPr>
      <w:rFonts w:ascii="Cambria" w:hAnsi="Cambria" w:cstheme="minorHAnsi"/>
    </w:rPr>
  </w:style>
  <w:style w:type="character" w:customStyle="1" w:styleId="17">
    <w:name w:val="1.основной Знак"/>
    <w:basedOn w:val="a5"/>
    <w:link w:val="16"/>
    <w:rsid w:val="00775352"/>
    <w:rPr>
      <w:rFonts w:ascii="Cambria" w:hAnsi="Cambria" w:cstheme="minorHAns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1.png"/><Relationship Id="rId1" Type="http://schemas.openxmlformats.org/officeDocument/2006/relationships/image" Target="media/image2.emf"/><Relationship Id="rId4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k\&#1048;&#1085;&#1089;&#1090;&#1088;&#1091;&#1082;&#1094;&#1080;&#1080;%20&#1080;%20&#1076;&#1086;&#1082;&#1091;&#1084;&#1077;&#1085;&#1090;&#1099;\&#1064;&#1072;&#1073;&#1083;&#1086;&#1085;&#1099;%20&#1076;&#1086;&#1082;&#1091;&#1084;&#1077;&#1085;&#1090;&#1086;&#1074;\&#1042;&#1054;&#1056;_&#1074;&#1077;&#1088;&#1090;.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26132-638A-4696-9B68-6D436D7DE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ВОР_верт.</Template>
  <TotalTime>111</TotalTime>
  <Pages>7</Pages>
  <Words>1390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ПЗ</vt:lpstr>
    </vt:vector>
  </TitlesOfParts>
  <Company>ООО "ПроектКом"</Company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ПЗ</dc:title>
  <dc:subject/>
  <dc:creator>Andrey Funtov</dc:creator>
  <cp:keywords/>
  <dc:description/>
  <cp:lastModifiedBy>UserSMART</cp:lastModifiedBy>
  <cp:revision>11</cp:revision>
  <cp:lastPrinted>2026-01-25T07:39:00Z</cp:lastPrinted>
  <dcterms:created xsi:type="dcterms:W3CDTF">2026-01-22T08:54:00Z</dcterms:created>
  <dcterms:modified xsi:type="dcterms:W3CDTF">2026-01-26T06:03:00Z</dcterms:modified>
  <cp:category>Шаблон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Страница">
    <vt:i4>43</vt:i4>
  </property>
</Properties>
</file>